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BAD" w:rsidRPr="00B623A8" w:rsidRDefault="00C46BAD" w:rsidP="00C46BA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6BAD" w:rsidRDefault="00C46BAD" w:rsidP="00C46B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6BAD" w:rsidRDefault="00C46BAD" w:rsidP="00C46B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46BAD" w:rsidRDefault="00C46BAD" w:rsidP="00C46B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6BAD" w:rsidRDefault="00C46BAD" w:rsidP="00C46B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46BAD" w:rsidRDefault="00C46BAD" w:rsidP="00C46B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6BAD" w:rsidRPr="00FC4B24" w:rsidRDefault="00C46BAD" w:rsidP="00C46B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46BAD" w:rsidRPr="008E2C07" w:rsidRDefault="00C46BAD" w:rsidP="00C46BAD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А.А.</w:t>
      </w: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заявуГамолюк</w:t>
      </w:r>
      <w:proofErr w:type="spellEnd"/>
      <w:r>
        <w:rPr>
          <w:rFonts w:ascii="Times New Roman" w:hAnsi="Times New Roman"/>
          <w:sz w:val="24"/>
        </w:rPr>
        <w:t xml:space="preserve"> А.А.,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C46BAD" w:rsidRDefault="00C46BAD" w:rsidP="00C46BAD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F41F9">
        <w:rPr>
          <w:rFonts w:ascii="Times New Roman" w:hAnsi="Times New Roman"/>
          <w:sz w:val="24"/>
          <w:lang w:val="uk-UA"/>
        </w:rPr>
        <w:t>__________________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0,27</w:t>
      </w:r>
      <w:r w:rsidRPr="008E2C07">
        <w:rPr>
          <w:rFonts w:ascii="Times New Roman" w:hAnsi="Times New Roman"/>
          <w:sz w:val="24"/>
        </w:rPr>
        <w:t xml:space="preserve">00га,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>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землеустроющодовідведенняземельноїділянки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розглядсесіїсільської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C46BAD" w:rsidRPr="008E2C07" w:rsidRDefault="00C46BAD" w:rsidP="00C46B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46BAD" w:rsidRPr="008E2C07" w:rsidRDefault="00C46BAD" w:rsidP="00C46B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C46BAD" w:rsidRPr="008E2C07" w:rsidRDefault="00C46BAD" w:rsidP="00C46BA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C46BAD" w:rsidRDefault="00C46BAD" w:rsidP="00C46B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ED0D5C" w:rsidRDefault="00ED0D5C"/>
    <w:sectPr w:rsidR="00ED0D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AD"/>
    <w:rsid w:val="00171A2E"/>
    <w:rsid w:val="00304C90"/>
    <w:rsid w:val="00505B6D"/>
    <w:rsid w:val="005F41F9"/>
    <w:rsid w:val="006D3977"/>
    <w:rsid w:val="007D6C18"/>
    <w:rsid w:val="00C46BAD"/>
    <w:rsid w:val="00D1641A"/>
    <w:rsid w:val="00ED0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46B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4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46BA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46B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46B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46BA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12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2020-10-10T16:00:00Z</dcterms:created>
  <dcterms:modified xsi:type="dcterms:W3CDTF">2020-10-10T16:33:00Z</dcterms:modified>
</cp:coreProperties>
</file>