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ABD" w:rsidRPr="00062C82" w:rsidRDefault="00D60ABD" w:rsidP="00D60ABD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D60ABD" w:rsidRPr="00062C82" w:rsidRDefault="00D60ABD" w:rsidP="00D60ABD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D60ABD" w:rsidRPr="00062C82" w:rsidRDefault="00E71F32" w:rsidP="00D60AB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E71F32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nZosUA&#10;AADdAAAADwAAAGRycy9kb3ducmV2LnhtbESPQWvCQBSE74L/YXlCb7qpoSqpawilLTkIEq33R/aZ&#10;hGbfhuzWxH/vFgSPw8x8w2zT0bTiSr1rLCt4XUQgiEurG64U/Jy+5hsQziNrbC2Tghs5SHfTyRYT&#10;bQcu6Hr0lQgQdgkqqL3vEildWZNBt7AdcfAutjfog+wrqXscAty0chlFK2mw4bBQY0cfNZW/xz+j&#10;wMbf+f5cLYv4k9ees8Pmch73Sr3MxuwdhKfRP8OPdq4VvMXrGP7fhCc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dm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F2M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cPd5B5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xaF2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CPMMA&#10;AADdAAAADwAAAGRycy9kb3ducmV2LnhtbESP3YrCMBCF74V9hzAL3sia7oo/VKOIrCLeFHUfYGjG&#10;pmwzKU209e2NIHh5OD8fZ7HqbCVu1PjSsYLvYQKCOHe65ELB33n7NQPhA7LGyjEpuJOH1fKjt8BU&#10;u5aPdDuFQsQR9ikqMCHUqZQ+N2TRD11NHL2LayyGKJtC6gbbOG4r+ZMkE2mx5EgwWNPGUP5/utoI&#10;yUaYHS7tebvrsMXfg+HB+qhU/7Nbz0EE6sI7/GrvtYLxaDq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JCP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sJ68YA&#10;AADdAAAADwAAAGRycy9kb3ducmV2LnhtbESPQUsDMRSE70L/Q3iCN5u12q2sTUupCiL00FYQb4/N&#10;6+7i5iUkz+76740geBxm5htmuR5dr84UU+fZwM20AEVce9txY+Dt+Hx9DyoJssXeMxn4pgTr1eRi&#10;iZX1A+/pfJBGZQinCg20IqHSOtUtOUxTH4izd/LRoWQZG20jDhnuej0rilI77DgvtBho21L9efhy&#10;BnbDU3hdlPNT+Ih3M50erbxvxZiry3HzAEpolP/wX/vFGpjfLk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sJ6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50MQA&#10;AADdAAAADwAAAGRycy9kb3ducmV2LnhtbESP32rCMBTG7we+QziCN2OmWjZHNYqIHaM3ou4BDs2x&#10;KTYnpYlt9/bLYLDLj+/Pj2+zG20jeup87VjBYp6AIC6drrlS8HXNX95B+ICssXFMCr7Jw247edpg&#10;pt3AZ+ovoRJxhH2GCkwIbSalLw1Z9HPXEkfv5jqLIcqukrrDIY7bRi6T5E1arDkSDLZ0MFTeLw8b&#10;IacUT8VtuOYfIw54LAw/789Kzabjfg0i0Bj+w3/tT63gNV2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cedD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g4AsQA&#10;AADdAAAADwAAAGRycy9kb3ducmV2LnhtbERPTWsCMRC9C/0PYQrearZatWyNUqyFUuihtlB6Gzbj&#10;7tLNJCSju/57cyh4fLzv1WZwnTpRTK1nA/eTAhRx5W3LtYHvr9e7R1BJkC12nsnAmRJs1jejFZbW&#10;9/xJp73UKodwKtFAIxJKrVPVkMM08YE4cwcfHUqGsdY2Yp/DXaenRbHQDlvODQ0G2jZU/e2PzsBH&#10;vwvvy8X8EH7jw1SnFys/WzFmfDs8P4ESGuQq/ne/WQPz2TLPzW/yE9Dr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4OA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Q958cA&#10;AADdAAAADwAAAGRycy9kb3ducmV2LnhtbESPQWsCMRSE74L/ITyhF6nZKrZ1NYoWggULpbbQ62Pz&#10;3F26eVmS1N3+e1MQPA4z8w2z2vS2EWfyoXas4GGSgSAunKm5VPD1qe+fQYSIbLBxTAr+KMBmPRys&#10;MDeu4w86H2MpEoRDjgqqGNtcylBUZDFMXEucvJPzFmOSvpTGY5fgtpHTLHuUFmtOCxW29FJR8XP8&#10;tQp271058+Ni17vDaf8919roN63U3ajfLkFE6uMtfG2/GgXz2dMC/t+k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0Pe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O+GMEA&#10;AADdAAAADwAAAGRycy9kb3ducmV2LnhtbERP3WrCMBS+H/gO4Qy8m+l0SqlGEaUgYzere4BDc9ZU&#10;m5OSxFrf3lwMdvnx/W92o+3EQD60jhW8zzIQxLXTLTcKfs7lWw4iRGSNnWNS8KAAu+3kZYOFdnf+&#10;pqGKjUghHApUYGLsCylDbchimLmeOHG/zluMCfpGao/3FG47Oc+ylbTYcmow2NPBUH2tblZB+Tn/&#10;Gq437Uu3Hz8sLc0lPxqlpq/jfg0i0hj/xX/uk1awXORpf3qTnoDc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jvhj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BxsYA&#10;AADdAAAADwAAAGRycy9kb3ducmV2LnhtbESPQWsCMRSE74X+h/AKXqRmrSiyNYoKQUFBtIVeH5vn&#10;7tLNy5Kk7vrvTaHQ4zAz3zCLVW8bcSMfascKxqMMBHHhTM2lgs8P/ToHESKywcYxKbhTgNXy+WmB&#10;uXEdn+l2iaVIEA45KqhibHMpQ1GRxTByLXHyrs5bjEn6UhqPXYLbRr5l2UxarDktVNjStqLi+/Jj&#10;FWxOXTnxw2LTu8N19zXV2uijVmrw0q/fQUTq43/4r703CqaT+Rh+36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FdBx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2F9MQA&#10;AADdAAAADwAAAGRycy9kb3ducmV2LnhtbESPUWvCMBSF3wf7D+EOfJupVUfpjCIbBRm+TPcDLs1d&#10;U21uShJr/feLIOzxcM75Dme1GW0nBvKhdaxgNs1AENdOt9wo+DlWrwWIEJE1do5JwY0CbNbPTyss&#10;tbvyNw2H2IgE4VCiAhNjX0oZakMWw9T1xMn7dd5iTNI3Unu8JrjtZJ5lb9Jiy2nBYE8fhurz4WIV&#10;VF/5fjhftK/cdlxYWppT8WmUmryM23cQkcb4H360d1rBcl7k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9hf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Q6ScIA&#10;AADdAAAADwAAAGRycy9kb3ducmV2LnhtbESP0YrCMBRE3wX/IVxh3zSttYtUoyxCF3207gdcmmtb&#10;bG66TdbWv98Igo/DzJxhtvvRtOJOvWssK4gXEQji0uqGKwU/l3y+BuE8ssbWMil4kIP9bjrZYqbt&#10;wGe6F74SAcIuQwW1910mpStrMugWtiMO3tX2Bn2QfSV1j0OAm1Yuo+hTGmw4LNTY0aGm8lb8GQWr&#10;x/D9W6S3KNeG4lPSndiXqVIfs/FrA8LT6N/hV/uoFaTJOoHnm/AE5O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NDpJ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+7IcYA&#10;AADdAAAADwAAAGRycy9kb3ducmV2LnhtbESPT2vCQBTE74V+h+UVeqsb/1Q0uooYUkpPNlXPj+wz&#10;CWbfhuyaxG/vFgo9DjPzG2a9HUwtOmpdZVnBeBSBIM6trrhQcPxJ3xYgnEfWWFsmBXdysN08P60x&#10;1rbnb+oyX4gAYRejgtL7JpbS5SUZdCPbEAfvYluDPsi2kLrFPsBNLSdRNJcGKw4LJTa0Lym/Zjej&#10;4DY/T458+dKHLLl/LJN05+SpUOr1ZditQHga/H/4r/2pFbxPFzP4fROe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+7I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BhvcgA&#10;AADdAAAADwAAAGRycy9kb3ducmV2LnhtbESPQWvCQBSE74L/YXmCN9201pBGV2kLgu1BUevB2zP7&#10;mkSzb9PsVuO/7wqFHoeZ+YaZzltTiQs1rrSs4GEYgSDOrC45V/C5WwwSEM4ja6wsk4IbOZjPup0p&#10;ptpeeUOXrc9FgLBLUUHhfZ1K6bKCDLqhrYmD92Ubgz7IJpe6wWuAm0o+RlEsDZYcFgqs6a2g7Lz9&#10;MQr26yR+Xr++P50+VkccGf190GWsVL/XvkxAeGr9f/ivvdQKxqNkDPc34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oGG9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o9OcYA&#10;AADdAAAADwAAAGRycy9kb3ducmV2LnhtbESPQWvCQBSE70L/w/IKvemmakOI2Ui1aMVTagteH9nX&#10;JDT7NmRXjf76rlDocZiZb5hsOZhWnKl3jWUFz5MIBHFpdcOVgq/PzTgB4TyyxtYyKbiSg2X+MMow&#10;1fbCH3Q++EoECLsUFdTed6mUrqzJoJvYjjh437Y36IPsK6l7vAS4aeU0imJpsOGwUGNH65rKn8PJ&#10;KLjFRyzc+3T1NtOervNka/fFVqmnx+F1AcLT4P/Df+2dVvAyS2K4vwlP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o9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7LGsUA&#10;AADdAAAADwAAAGRycy9kb3ducmV2LnhtbESPwW7CMBBE75X4B2uRuIEDBUoDBqEKJG6F0A9YxVsn&#10;Il6H2EDg63ElpB5HM/NGs1i1thJXanzpWMFwkIAgzp0u2Sj4OW77MxA+IGusHJOCO3lYLTtvC0y1&#10;u/GBrlkwIkLYp6igCKFOpfR5QRb9wNXE0ft1jcUQZWOkbvAW4baSoySZSoslx4UCa/oqKD9lF6vg&#10;7EYT3WYb/D5tPvelMePz4zBWqtdt13MQgdrwH361d1rB5H32AX9v4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nss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DVAMEA&#10;AADdAAAADwAAAGRycy9kb3ducmV2LnhtbERPu27CMBTdK/EP1kViA4ciIAQMKkiVWHkMjBf7kgTi&#10;6xAbSPv19YDU8ei8F6vWVuJJjS8dKxgOEhDE2pmScwXHw3c/BeEDssHKMSn4IQ+rZedjgZlxL97R&#10;cx9yEUPYZ6igCKHOpPS6IIt+4GriyF1cYzFE2OTSNPiK4baSn0kykRZLjg0F1rQpSN/2D6tgW55p&#10;PNGXmU3Xenf6vYfR9GqU6nXbrzmIQG34F7/dW6NgPErj3PgmPgG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Yg1Q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WDb8IA&#10;AADdAAAADwAAAGRycy9kb3ducmV2LnhtbERPXWvCMBR9H/gfwhV8m+mUDa1NRQXBsU2YE329NHdN&#10;sbkpTaz13y+DwR7PNydb9rYWHbW+cqzgaZyAIC6crrhUcPzaPs5A+ICssXZMCu7kYZkPHjJMtbvx&#10;J3WHUIpYwj5FBSaEJpXSF4Ys+rFriKP27VqLIcK2lLrFWyy3tZwkyYu0WHFcMNjQxlBxOVytgg73&#10;9+Rs1h/z1+q9mOzXpzcdeTUa9qsFiEB9+Df/pXdawfN0Nof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ZYN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0CT8IA&#10;AADdAAAADwAAAGRycy9kb3ducmV2LnhtbERPPU/DMBDdkfgP1iF1ow6pQCWtWyGkIkZIOzBe42uc&#10;Et9FtmkCvx4PSIxP73u9nXyvLhRiJ2zgbl6AIm7EdtwaOOx3t0tQMSFb7IXJwDdF2G6ur9ZYWRn5&#10;nS51alUO4VihAZfSUGkdG0ce41wG4sydJHhMGYZW24BjDve9LoviQXvsODc4HOjZUfNZf3kD40tz&#10;PJenD+t+wiC7+k3OZS/GzG6mpxWoRFP6F/+5X62B+8Vj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vQJ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rhc8cA&#10;AADdAAAADwAAAGRycy9kb3ducmV2LnhtbESP3WoCMRSE7wu+QziCdzWr0qqrUfypIGIRbb0/3Zzu&#10;bpucLJtU17dvhEIvh5n5hpnOG2vEhWpfOlbQ6yYgiDOnS84VvL9tHkcgfEDWaByTght5mM9aD1NM&#10;tbvykS6nkIsIYZ+igiKEKpXSZwVZ9F1XEUfv09UWQ5R1LnWN1wi3RvaT5FlaLDkuFFjRqqDs+/Rj&#10;FWwOa/PVfz0uzjKsXoYfZrRbrvdKddrNYgIiUBP+w3/trVbwNBj34P4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a4X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+yvccA&#10;AADdAAAADwAAAGRycy9kb3ducmV2LnhtbESPQWvCQBSE7wX/w/IKvRTdVLHE6CpSKCpYaKPg9Zl9&#10;TYLZt2F3G9N/7wqFHoeZ+YZZrHrTiI6cry0reBklIIgLq2suFRwP78MUhA/IGhvLpOCXPKyWg4cF&#10;Ztpe+Yu6PJQiQthnqKAKoc2k9EVFBv3ItsTR+7bOYIjSlVI7vEa4aeQ4SV6lwZrjQoUtvVVUXPIf&#10;o6D73J/Lbefb3SV99tPJebP50Celnh779RxEoD78h//aW61gOpmN4f4mPgG5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Xvsr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Jr78cA&#10;AADdAAAADwAAAGRycy9kb3ducmV2LnhtbESPT2sCMRTE70K/Q3gFb5pVq+hqFBUKvRTqn4Penpvn&#10;7uLmZU1S3fbTN0LB4zAzv2Fmi8ZU4kbOl5YV9LoJCOLM6pJzBfvde2cMwgdkjZVlUvBDHhbzl9YM&#10;U23vvKHbNuQiQtinqKAIoU6l9FlBBn3X1sTRO1tnMETpcqkd3iPcVLKfJCNpsOS4UGBN64Kyy/bb&#10;KFhNxqvr1xt//m5ORzoeTpdh3yVKtV+b5RREoCY8w//tD61gOJg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Ca+/HAAAA3QAAAA8AAAAAAAAAAAAAAAAAmAIAAGRy&#10;cy9kb3ducmV2LnhtbFBLBQYAAAAABAAEAPUAAACMAwAAAAA=&#10;" fillcolor="black" stroked="f"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IwlcgA&#10;AADdAAAADwAAAGRycy9kb3ducmV2LnhtbESPT2sCMRTE74V+h/AK3mq2VkVXo9RqQage/HPw+Nw8&#10;d8NuXpZNqls/fVMo9DjMzG+Y6by1lbhS441jBS/dBARx5rThXMHx8PE8AuEDssbKMSn4Jg/z2ePD&#10;FFPtbryj6z7kIkLYp6igCKFOpfRZQRZ919XE0bu4xmKIssmlbvAW4baSvSQZSouG40KBNb0XlJX7&#10;L6vg9Dk0o52h3nlzX6z0ZlAutstSqc5T+zYBEagN/+G/9lorGLyO+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wjC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ru8YA&#10;AADdAAAADwAAAGRycy9kb3ducmV2LnhtbESPQWsCMRSE74L/ITyhN83WotitUcRS6sWDtqXXx+Z1&#10;s93NyzaJuvrrjSD0OMzMN8x82dlGHMmHyrGCx1EGgrhwuuJSwefH23AGIkRkjY1jUnCmAMtFvzfH&#10;XLsT7+i4j6VIEA45KjAxtrmUoTBkMYxcS5y8H+ctxiR9KbXHU4LbRo6zbCotVpwWDLa0NlTU+4NV&#10;4Fffr/WFD191dtmew/tv9zdDo9TDoFu9gIjUxf/wvb3RCiZPzxO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ur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2QfsYA&#10;AADdAAAADwAAAGRycy9kb3ducmV2LnhtbESPUWsCMRCE3wv9D2ELfSk1p1JbT6OIUBAUQesP2F62&#10;d4fJ5risevbXN0LBx2FmvmGm8847daY21oEN9HsZKOIi2JpLA4evz9cPUFGQLbrAZOBKEeazx4cp&#10;5jZceEfnvZQqQTjmaKASaXKtY1GRx9gLDXHyfkLrUZJsS21bvCS4d3qQZSPtsea0UGFDy4qK4/7k&#10;DbjBtxuv3+NGrge9yX697F621pjnp24xASXUyT38315ZA2/D8Qhub9IT0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+2Qf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06occA&#10;AADdAAAADwAAAGRycy9kb3ducmV2LnhtbESPQWsCMRSE74X+h/AKvdVsLbW6GqWtCHvpwVXx+tw8&#10;N0uTl2WT6tZfbwpCj8PMfMPMFr2z4kRdaDwreB5kIIgrrxuuFWw3q6cxiBCRNVrPpOCXAizm93cz&#10;zLU/85pOZaxFgnDIUYGJsc2lDJUhh2HgW+LkHX3nMCbZ1VJ3eE5wZ+Uwy0bSYcNpwWBLn4aq7/LH&#10;KViWrR1uC/MR9ruvw8EWlxXtl0o9PvTvUxCR+vgfvrULreD1ZfIG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ItOqH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XhYsIA&#10;AADdAAAADwAAAGRycy9kb3ducmV2LnhtbERPz2vCMBS+D/wfwhN2m4nKnFbTIkNB2GlOD94eybOt&#10;Ni+lyWz33y+HwY4f3+9NMbhGPKgLtWcN04kCQWy8rbnUcPravyxBhIhssfFMGn4oQJGPnjaYWd/z&#10;Jz2OsRQphEOGGqoY20zKYCpyGCa+JU7c1XcOY4JdKW2HfQp3jZwptZAOa04NFbb0XpG5H7+dhtte&#10;fnij0JxP5/5g3y67BTVK6+fxsF2DiDTEf/Gf+2A1vM5XaW56k56AzH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JeF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Dm18UA&#10;AADdAAAADwAAAGRycy9kb3ducmV2LnhtbESPQWsCMRSE74L/ITyhN82qtOhqFBUKpeKhKuLxuXnu&#10;Lrt5WZKo239vhEKPw8x8w8yXranFnZwvLSsYDhIQxJnVJecKjofP/gSED8gaa8uk4Jc8LBfdzhxT&#10;bR/8Q/d9yEWEsE9RQRFCk0rps4IM+oFtiKN3tc5giNLlUjt8RLip5ShJPqTBkuNCgQ1tCsqq/c0o&#10;ON+2fN2Nv1duHU62PfhqdJlUSr312tUMRKA2/If/2l9awft4OoX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cObX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CtesMA&#10;AADdAAAADwAAAGRycy9kb3ducmV2LnhtbERPy2oCMRTdF/oP4Ra6q4miRUejaKHgRvC10N11cp0Z&#10;nNyMSarTfr1ZFFweznsya20tbuRD5VhDt6NAEOfOVFxo2O++P4YgQkQ2WDsmDb8UYDZ9fZlgZtyd&#10;N3TbxkKkEA4ZaihjbDIpQ16SxdBxDXHizs5bjAn6QhqP9xRua9lT6lNarDg1lNjQV0n5ZftjNSxG&#10;w8V13efV3+Z0pOPhdBn0vNL6/a2dj0FEauNT/O9eGg2Dvkr705v0BO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CtesMAAADdAAAADwAAAAAAAAAAAAAAAACYAgAAZHJzL2Rv&#10;d25yZXYueG1sUEsFBgAAAAAEAAQA9QAAAIgDAAAAAA==&#10;" fillcolor="black" stroked="f"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Dy4MUA&#10;AADdAAAADwAAAGRycy9kb3ducmV2LnhtbESPQUsDMRSE74L/ITyhN5ut1SJr07IURPG0rRWvr5vX&#10;zdLNy5LEdP33TUHwOMzMN8xyPdpeJPKhc6xgNi1AEDdOd9wq2H++3j+DCBFZY++YFPxSgPXq9maJ&#10;pXZn3lLaxVZkCIcSFZgYh1LK0BiyGKZuIM7e0XmLMUvfSu3xnOG2lw9FsZAWO84LBgfaGGpOux+r&#10;IB02dTVP38lsP3zVele/fR1qpSZ3Y/UCItIY/8N/7Xet4OmxmMH1TX4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QPLg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MZcYA&#10;AADdAAAADwAAAGRycy9kb3ducmV2LnhtbESPQWvCQBSE70L/w/IK3nSjqLSpq4ioaC+2aaE9PrKv&#10;2WD2bciuMfbXdwuCx2FmvmHmy85WoqXGl44VjIYJCOLc6ZILBZ8f28ETCB+QNVaOScGVPCwXD705&#10;ptpd+J3aLBQiQtinqMCEUKdS+tyQRT90NXH0flxjMUTZFFI3eIlwW8lxksykxZLjgsGa1obyU3a2&#10;Cvxovfl6tb/P7ffO8DE7mNlbYZTqP3arFxCBunAP39p7rWA6Scbw/yY+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xWMZ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D60ABD" w:rsidRPr="00062C82" w:rsidRDefault="00D60ABD" w:rsidP="00D60ABD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E71F32" w:rsidRPr="00E71F32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D8tkXT3HkAAHZZBAAOAAAAAAAAAAAAAAAAAC4CAABkcnMvZTJvRG9jLnhtbFBLAQItABQABgAI&#10;AAAAIQDfzpAw4gAAAA0BAAAPAAAAAAAAAAAAAAAAADZ8AABkcnMvZG93bnJldi54bWxQSwUGAAAA&#10;AAQABADzAAAARX0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z/zsUA&#10;AADdAAAADwAAAGRycy9kb3ducmV2LnhtbESPQWvCQBSE70L/w/IK3symGluJriJFiwehJNX7I/tM&#10;QrNvQ3Zr4r/vCoLHYWa+YVabwTTiSp2rLSt4i2IQxIXVNZcKTj/7yQKE88gaG8uk4EYONuuX0QpT&#10;bXvO6Jr7UgQIuxQVVN63qZSuqMigi2xLHLyL7Qz6ILtS6g77ADeNnMbxuzRYc1iosKXPiorf/M8o&#10;sLOvw/FcTrPZjj88b78Xl/NwVGr8OmyXIDwN/hl+tA9awTyJE7i/C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rP/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aeW8kA&#10;AADdAAAADwAAAGRycy9kb3ducmV2LnhtbESPW0sDMRSE3wX/QziCL6XNVuzFtWkphVXrQ6EX8PWw&#10;OW5WNydLkrZrf30jCD4OM/MNM1t0thEn8qF2rGA4yEAQl07XXCk47Iv+FESIyBobx6TghwIs5rc3&#10;M8y1O/OWTrtYiQThkKMCE2ObSxlKQxbDwLXEyft03mJM0ldSezwnuG3kQ5aNpcWa04LBllaGyu/d&#10;0Sr4KjbmYzW5vPje05YuveL9tVmPlbq/65bPICJ18T/8137TCkaP2Qh+36QnI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PaeW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xiU8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JOJnC8018An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fxiU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sSaM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B8Viz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sSa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9TusIA&#10;AADdAAAADwAAAGRycy9kb3ducmV2LnhtbERPzWrCQBC+C77DMoIXaTbVWkrqKlKqFC+i9gGG7CQb&#10;mp0N2a1J375zKPT48f1vdqNv1Z362AQ28JjloIjLYBuuDXzeDg8voGJCttgGJgM/FGG3nU42WNgw&#10;8IXu11QrCeFYoAGXUldoHUtHHmMWOmLhqtB7TAL7WtseBwn3rV7m+bP22LA0OOzozVH5df32UnJe&#10;4flUDbfDccQB30+OF/uLMfPZuH8FlWhM/+I/94c1sH7K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1O6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jgc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CfFQ/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gjg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u8v8MA&#10;AADdAAAADwAAAGRycy9kb3ducmV2LnhtbERPW2vCMBR+H+w/hDPYy9DUOUWqUeYgTJggXsDXQ3Ns&#10;i81JSTJb/715GOzx47svVr1txI18qB0rGA0zEMSFMzWXCk5HPZiBCBHZYOOYFNwpwGr5/LTA3LiO&#10;93Q7xFKkEA45KqhibHMpQ1GRxTB0LXHiLs5bjAn6UhqPXQq3jXzPsqm0WHNqqLClr4qK6+HXKljv&#10;unLs34p1734u3+eJ1kZvtVKvL/3nHESkPv6L/9wbo2DyMUr705v0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7u8v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9DYcMA&#10;AADdAAAADwAAAGRycy9kb3ducmV2LnhtbESP0YrCMBRE3wX/IdwF3zSt6CJdo4hSENmXdfcDLs3d&#10;pmtzU5JY69+bBcHHYWbOMOvtYFvRkw+NYwX5LANBXDndcK3g57ucrkCEiKyxdUwK7hRguxmP1lho&#10;d+Mv6s+xFgnCoUAFJsaukDJUhiyGmeuIk/frvMWYpK+l9nhLcNvKeZa9S4sNpwWDHe0NVZfz1Soo&#10;T/PP/nLVvnS7YWFpaf5WB6PU5G3YfYCINMRX+Nk+agXLRZ7D/5v0BO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9DY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HU8YA&#10;AADd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2D2M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WHU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4j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Wz6fgT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eI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3638MA&#10;AADdAAAADwAAAGRycy9kb3ducmV2LnhtbESP0WqDQBRE3wv5h+UG+lZXUy3FugklkFIfY/sBF/dW&#10;RfeudbdR/74bCORxmJkzTHFYzCAuNLnOsoIkikEQ11Z33Cj4/jo9vYJwHlnjYJkUrOTgsN88FJhr&#10;O/OZLpVvRICwy1FB6/2YS+nqlgy6yI7Ewfuxk0Ef5NRIPeEc4GaQuzh+kQY7DgstjnRsqe6rP6Mg&#10;XeeP3yrr45M2lJTPY8m+zpR63C7vbyA8Lf4evrU/tYIsTVK4vglPQO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363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NGWMUA&#10;AADdAAAADwAAAGRycy9kb3ducmV2LnhtbESPQWvCQBSE7wX/w/KE3upGacRGVxElIj3VaD0/ss8k&#10;mH0bsqtJ/n23UOhxmJlvmNWmN7V4UusqywqmkwgEcW51xYWCyzl9W4BwHlljbZkUDORgsx69rDDR&#10;tuMTPTNfiABhl6CC0vsmkdLlJRl0E9sQB+9mW4M+yLaQusUuwE0tZ1E0lwYrDgslNrQrKb9nD6Pg&#10;Mb/OLnz71F/Zfjh87NOtk9+FUq/jfrsE4an3/+G/9lEriN+nMfy+C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0ZY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KnKM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A76M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00qc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bAQMUA&#10;AADdAAAADwAAAGRycy9kb3ducmV2LnhtbESPS4vCQBCE74L/YegFbzrR9UXWUXTFB558wV6bTG8S&#10;zPSEzKhxf/2OIHgsquorajKrTSFuVLncsoJuJwJBnFidc6rgfFq1xyCcR9ZYWCYFD3IwmzYbE4y1&#10;vfOBbkefigBhF6OCzPsyltIlGRl0HVsSB+/XVgZ9kFUqdYX3ADeF7EXRUBrMOSxkWNJ3RsnleDUK&#10;/oY/uHeb3mL5qT09+uO13e3XSrU+6vkXCE+1f4df7a1WMOh3R/B8E56AnP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5sBA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EHisIA&#10;AADdAAAADwAAAGRycy9kb3ducmV2LnhtbERP3WrCMBS+H+wdwhl4N9OWOmZnFJEK3m12PsChOUuL&#10;zUnbRK0+/XIx2OXH97/aTLYTVxp961hBOk9AENdOt2wUnL73r+8gfEDW2DkmBXfysFk/P62w0O7G&#10;R7pWwYgYwr5ABU0IfSGlrxuy6OeuJ47cjxsthghHI/WItxhuO5klyZu02HJsaLCnXUP1ubpYBYPL&#10;FnqqSvw8l8uv1ph8eBxzpWYv0/YDRKAp/Iv/3AetYJGncW5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oQeK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woecYA&#10;AADdAAAADwAAAGRycy9kb3ducmV2LnhtbESPS2/CMBCE75X6H6ytxK1xKOUVYlBbqRJXaA8cF3vz&#10;gHidxi6E/voaCYnjaGa+0eSr3jbiRJ2vHSsYJikIYu1MzaWC76/P5xkIH5ANNo5JwYU8rJaPDzlm&#10;xp15Q6dtKEWEsM9QQRVCm0npdUUWfeJa4ugVrrMYouxKaTo8R7ht5EuaTqTFmuNChS19VKSP21+r&#10;YF3vaTzRxdzO3vVm9/cTRtODUWrw1L8tQATqwz18a6+NgvHrcA7XN/E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woe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O4rccA&#10;AADdAAAADwAAAGRycy9kb3ducmV2LnhtbESPQWvCQBCF74X+h2UKvenG0EpNXaUWCi1VoSr2OmTH&#10;bGh2NmS3Mf77zkHocWbevPe++XLwjeqpi3VgA5NxBoq4DLbmysBh/zZ6AhUTssUmMBm4UITl4vZm&#10;joUNZ/6ifpcqJSYcCzTgUmoLrWPpyGMch5ZYbqfQeUwydpW2HZ7F3Dc6z7Kp9lizJDhs6dVR+bP7&#10;9QZ63F6yb7fazD7qdZlvV8dPK3tzfze8PINKNKR/8fX73Rp4fMilv9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TuK3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SjVsQA&#10;AADdAAAADwAAAGRycy9kb3ducmV2LnhtbESPQUvDQBSE70L/w/IK3uymoYrEbkspVHrU6MHjM/ua&#10;Tc2+F3bXJvrrXUHwOMzMN8x6O/leXSjETtjAclGAIm7EdtwaeH053NyDignZYi9MBr4ownYzu1pj&#10;ZWXkZ7rUqVUZwrFCAy6lodI6No48xoUMxNk7SfCYsgyttgHHDPe9LoviTnvsOC84HGjvqPmoP72B&#10;8bF5P5enN+u+wyCH+knOZS/GXM+n3QOoRFP6D/+1j9bA7ap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ko1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17hscA&#10;AADdAAAADwAAAGRycy9kb3ducmV2LnhtbESP3WoCMRSE7wu+QziF3tVsl7bKahSrFYoo4t/9cXPc&#10;XZucLJtUt2/fCAUvh5n5hhmOW2vEhRpfOVbw0k1AEOdOV1wo2O/mz30QPiBrNI5JwS95GI86D0PM&#10;tLvyhi7bUIgIYZ+hgjKEOpPS5yVZ9F1XE0fv5BqLIcqmkLrBa4RbI9MkeZcWK44LJdY0LSn/3v5Y&#10;BfP1zJzT1WZykGH62Tua/uJjtlTq6bGdDEAEasM9/N/+0greXtMUbm/iE5C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de4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YTpMYA&#10;AADdAAAADwAAAGRycy9kb3ducmV2LnhtbESPW4vCMBSE3xf8D+Es7MuiqVekaxQRFhUUvMG+Hpuz&#10;bbE5KU2s9d8bQfBxmJlvmMmsMYWoqXK5ZQXdTgSCOLE651TB6fjbHoNwHlljYZkU3MnBbNr6mGCs&#10;7Y33VB98KgKEXYwKMu/LWEqXZGTQdWxJHLx/Wxn0QVap1BXeAtwUshdFI2kw57CQYUmLjJLL4WoU&#10;1LvNOV3Vrlxfxt9u2D8vl1v9p9TXZzP/AeGp8e/wq73SCoaDXh+eb8IT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YTp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73GccA&#10;AADdAAAADwAAAGRycy9kb3ducmV2LnhtbESPQWvCQBSE70L/w/IKvZlNQxSbukoVhF4KVXuot2f2&#10;NQlm36a7W43+ercgeBxm5htmOu9NK47kfGNZwXOSgiAurW64UvC1XQ0nIHxA1thaJgVn8jCfPQym&#10;WGh74jUdN6ESEcK+QAV1CF0hpS9rMugT2xFH78c6gyFKV0nt8BThppVZmo6lwYbjQo0dLWsqD5s/&#10;o2DxMln8fub8cVnvd7T73h9GmUuVenrs315BBOrDPXxrv2sFozzL4f9NfAJyd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+9xnHAAAA3QAAAA8AAAAAAAAAAAAAAAAAmAIAAGRy&#10;cy9kb3ducmV2LnhtbFBLBQYAAAAABAAEAPUAAACMAwAAAAA=&#10;" fillcolor="black" stroked="f"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uRjMcA&#10;AADdAAAADwAAAGRycy9kb3ducmV2LnhtbESPT2vCQBTE74V+h+UVvNVNQyOSukrtHyioB20PPT6z&#10;z2RJ9m3Irhr99K4geBxm5jfMZNbbRhyo88axgpdhAoK4cNpwqeDv9/t5DMIHZI2NY1JwIg+z6ePD&#10;BHPtjrymwyaUIkLY56igCqHNpfRFRRb90LXE0du5zmKIsiul7vAY4baRaZKMpEXDcaHClj4qKurN&#10;3ir4X4zMeG0o3S7P8y+9zOr56rNWavDUv7+BCNSHe/jW/tEKstc0g+ub+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bkY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xTsYA&#10;AADdAAAADwAAAGRycy9kb3ducmV2LnhtbESPT2sCMRTE7wW/Q3hCbzWrtCJbo4hF9OLBf/T62Lxu&#10;trt52SZRVz99IxR6HGbmN8x03tlGXMiHyrGC4SADQVw4XXGp4HhYvUxAhIissXFMCm4UYD7rPU0x&#10;1+7KO7rsYykShEOOCkyMbS5lKAxZDAPXEifvy3mLMUlfSu3xmuC2kaMsG0uLFacFgy0tDRX1/mwV&#10;+MXnR33n86nO7ttbWH93PxM0Sj33u8U7iEhd/A//tTdawdvraAy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wxT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QxZ8YA&#10;AADdAAAADwAAAGRycy9kb3ducmV2LnhtbESPUWvCQBCE34X+h2OFvpR6aai1pp5SCoWCImj9AWtu&#10;mwTv9kJuq7G/3hMKPg4z8w0zW/TeqSN1sQls4GmUgSIug224MrD7/nx8BRUF2aILTAbOFGExvxvM&#10;sLDhxBs6bqVSCcKxQAO1SFtoHcuaPMZRaImT9xM6j5JkV2nb4SnBvdN5lr1ojw2nhRpb+qipPGx/&#10;vQGX7910OYkrOe/0KvvzsnlYW2Puh/37GyihXm7h//aXNTB+zid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QxZ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eqUcMA&#10;AADdAAAADwAAAGRycy9kb3ducmV2LnhtbERPTWvCMBi+D/wP4RW8zdSyDemM4gdCLx5WHV5fm3dN&#10;WfKmNJlWf/1yGOz48HwvVoOz4kp9aD0rmE0zEMS11y03Ck7H/fMcRIjIGq1nUnCnAKvl6GmBhfY3&#10;/qBrFRuRQjgUqMDE2BVShtqQwzD1HXHivnzvMCbYN1L3eEvhzso8y96kw5ZTg8GOtobq7+rHKdhV&#10;nc1PpdmE8+fhcrHlY0/nnVKT8bB+BxFpiP/iP3epFby+5Glu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KeqU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xAe8UA&#10;AADdAAAADwAAAGRycy9kb3ducmV2LnhtbESPQWsCMRSE70L/Q3iF3tyk0tq6bpQiFQRPWj14eyTP&#10;3W03L8smutt/3whCj8PMfMMUy8E14kpdqD1reM4UCGLjbc2lhsPXevwOIkRki41n0vBLAZaLh1GB&#10;ufU97+i6j6VIEA45aqhibHMpg6nIYch8S5y8s+8cxiS7UtoO+wR3jZwoNZUOa04LFba0qsj87C9O&#10;w/dabr1RaI6HY7+xb6fPKTVK66fH4WMOItIQ/8P39sZqeH2ZzO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EB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bdFc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PI5jv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ht0V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DCXM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YwHr0M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QwlzHAAAA3QAAAA8AAAAAAAAAAAAAAAAAmAIAAGRy&#10;cy9kb3ducmV2LnhtbFBLBQYAAAAABAAEAPUAAACMAwAAAAA=&#10;" fillcolor="black" stroked="f"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6mKs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eLhfL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/qY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jQ8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4v5tO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140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60ABD" w:rsidRDefault="00D60ABD" w:rsidP="00D60AB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</w:p>
    <w:p w:rsidR="00D60ABD" w:rsidRPr="00062C82" w:rsidRDefault="00D60ABD" w:rsidP="00D60ABD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proofErr w:type="spellStart"/>
      <w:r>
        <w:rPr>
          <w:rFonts w:ascii="Times New Roman" w:hAnsi="Times New Roman" w:cs="Times New Roman"/>
          <w:b/>
        </w:rPr>
        <w:t>Мандзиняк</w:t>
      </w:r>
      <w:proofErr w:type="spellEnd"/>
      <w:r>
        <w:rPr>
          <w:rFonts w:ascii="Times New Roman" w:hAnsi="Times New Roman" w:cs="Times New Roman"/>
          <w:b/>
        </w:rPr>
        <w:t xml:space="preserve"> В.В.</w:t>
      </w: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</w:p>
    <w:p w:rsidR="00D60ABD" w:rsidRPr="00062C82" w:rsidRDefault="00D60ABD" w:rsidP="00D60ABD">
      <w:pPr>
        <w:tabs>
          <w:tab w:val="left" w:pos="4424"/>
        </w:tabs>
        <w:rPr>
          <w:rFonts w:ascii="Times New Roman" w:hAnsi="Times New Roman" w:cs="Times New Roman"/>
        </w:rPr>
      </w:pP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Мандзиняк</w:t>
      </w:r>
      <w:proofErr w:type="spellEnd"/>
      <w:r>
        <w:rPr>
          <w:rFonts w:ascii="Times New Roman" w:hAnsi="Times New Roman" w:cs="Times New Roman"/>
        </w:rPr>
        <w:t xml:space="preserve"> В.В.,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D60ABD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proofErr w:type="spellStart"/>
      <w:r>
        <w:rPr>
          <w:rFonts w:ascii="Times New Roman" w:hAnsi="Times New Roman" w:cs="Times New Roman"/>
        </w:rPr>
        <w:t>Мандзиняк</w:t>
      </w:r>
      <w:proofErr w:type="spellEnd"/>
      <w:r>
        <w:rPr>
          <w:rFonts w:ascii="Times New Roman" w:hAnsi="Times New Roman" w:cs="Times New Roman"/>
        </w:rPr>
        <w:t xml:space="preserve"> Вірі Василівні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за адресою: </w:t>
      </w:r>
      <w:r w:rsidR="000B04BA" w:rsidRPr="000B04BA">
        <w:rPr>
          <w:rFonts w:ascii="Times New Roman" w:hAnsi="Times New Roman" w:cs="Times New Roman"/>
        </w:rPr>
        <w:t>_____________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0B04BA" w:rsidRPr="000B04BA">
        <w:rPr>
          <w:rFonts w:ascii="Times New Roman" w:hAnsi="Times New Roman" w:cs="Times New Roman"/>
        </w:rPr>
        <w:t>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2500га, (кадастровий номер: 68239840</w:t>
      </w:r>
      <w:r w:rsidRPr="00062C82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1:018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17</w:t>
      </w:r>
      <w:r w:rsidRPr="00062C82">
        <w:rPr>
          <w:rFonts w:ascii="Times New Roman" w:hAnsi="Times New Roman" w:cs="Times New Roman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062C82">
        <w:rPr>
          <w:rFonts w:ascii="Times New Roman" w:hAnsi="Times New Roman" w:cs="Times New Roman"/>
        </w:rPr>
        <w:t>Славутський</w:t>
      </w:r>
      <w:proofErr w:type="spellEnd"/>
      <w:r w:rsidRPr="00062C82">
        <w:rPr>
          <w:rFonts w:ascii="Times New Roman" w:hAnsi="Times New Roman" w:cs="Times New Roman"/>
        </w:rPr>
        <w:t xml:space="preserve">  район, </w:t>
      </w:r>
      <w:proofErr w:type="spellStart"/>
      <w:r w:rsidRPr="00062C82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Крупець</w:t>
      </w:r>
      <w:proofErr w:type="spellEnd"/>
      <w:r>
        <w:rPr>
          <w:rFonts w:ascii="Times New Roman" w:hAnsi="Times New Roman" w:cs="Times New Roman"/>
        </w:rPr>
        <w:t>, вулиця Шевченка, 52.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proofErr w:type="spellStart"/>
      <w:r>
        <w:rPr>
          <w:rFonts w:ascii="Times New Roman" w:hAnsi="Times New Roman" w:cs="Times New Roman"/>
          <w:color w:val="auto"/>
        </w:rPr>
        <w:t>Мандзиняк</w:t>
      </w:r>
      <w:proofErr w:type="spellEnd"/>
      <w:r>
        <w:rPr>
          <w:rFonts w:ascii="Times New Roman" w:hAnsi="Times New Roman" w:cs="Times New Roman"/>
          <w:color w:val="auto"/>
        </w:rPr>
        <w:t xml:space="preserve">  В.В.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D60ABD" w:rsidRPr="00D60ABD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D60ABD" w:rsidRPr="00062C82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E01738" w:rsidRPr="00D60ABD" w:rsidRDefault="00D60ABD" w:rsidP="00D60ABD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E01738" w:rsidRPr="00D60ABD" w:rsidSect="00E017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60ABD"/>
    <w:rsid w:val="000B04BA"/>
    <w:rsid w:val="00171A2E"/>
    <w:rsid w:val="00304C90"/>
    <w:rsid w:val="003444B1"/>
    <w:rsid w:val="0035372A"/>
    <w:rsid w:val="00505B6D"/>
    <w:rsid w:val="006D3977"/>
    <w:rsid w:val="007D6C18"/>
    <w:rsid w:val="00D1641A"/>
    <w:rsid w:val="00D60ABD"/>
    <w:rsid w:val="00E01738"/>
    <w:rsid w:val="00E71F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0AB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CA5F23-C2D5-41AA-9288-3D38FCCE9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271</Words>
  <Characters>1545</Characters>
  <Application>Microsoft Office Word</Application>
  <DocSecurity>0</DocSecurity>
  <Lines>12</Lines>
  <Paragraphs>3</Paragraphs>
  <ScaleCrop>false</ScaleCrop>
  <Company>Microsoft</Company>
  <LinksUpToDate>false</LinksUpToDate>
  <CharactersWithSpaces>1813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2020-02-13T11:13:00Z</dcterms:created>
  <dcterms:modified xsi:type="dcterms:W3CDTF">2020-02-13T12:00:00Z</dcterms:modified>
</cp:coreProperties>
</file>