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BB8" w:rsidRPr="000A4F3E" w:rsidRDefault="002D6BB8" w:rsidP="002D6BB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BB8" w:rsidRDefault="002D6BB8" w:rsidP="002D6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D6BB8" w:rsidRDefault="002D6BB8" w:rsidP="002D6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D6BB8" w:rsidRPr="000A4F3E" w:rsidRDefault="002D6BB8" w:rsidP="002D6BB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6BB8" w:rsidRPr="000A4F3E" w:rsidRDefault="002D6BB8" w:rsidP="002D6BB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6BB8" w:rsidRPr="000A4F3E" w:rsidRDefault="002D6BB8" w:rsidP="002D6BB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6BB8" w:rsidRPr="000A4F3E" w:rsidRDefault="002D6BB8" w:rsidP="002D6BB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6BB8" w:rsidRPr="000A4F3E" w:rsidRDefault="002D6BB8" w:rsidP="002D6BB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D6BB8" w:rsidRPr="000A4F3E" w:rsidRDefault="002D6BB8" w:rsidP="002D6BB8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D6BB8" w:rsidRPr="000A4F3E" w:rsidRDefault="002D6BB8" w:rsidP="002D6BB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D6BB8" w:rsidRPr="000A4F3E" w:rsidRDefault="002D6BB8" w:rsidP="002D6BB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D6BB8" w:rsidRPr="000A4F3E" w:rsidRDefault="002D6BB8" w:rsidP="002D6BB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6BB8" w:rsidRPr="000A4F3E" w:rsidRDefault="002D6BB8" w:rsidP="002D6BB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D6BB8" w:rsidRPr="000A4F3E" w:rsidRDefault="002D6BB8" w:rsidP="002D6BB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6BB8" w:rsidRPr="000A4F3E" w:rsidRDefault="002D6BB8" w:rsidP="002D6BB8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D6BB8" w:rsidRPr="000A4F3E" w:rsidRDefault="002D6BB8" w:rsidP="002D6BB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D6BB8" w:rsidRPr="000A4F3E" w:rsidRDefault="002D6BB8" w:rsidP="002D6BB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2D6BB8" w:rsidRDefault="002D6BB8" w:rsidP="002D6BB8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2D6BB8" w:rsidRPr="0059239A" w:rsidRDefault="002D6BB8" w:rsidP="002D6BB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2D6BB8" w:rsidRPr="0059239A" w:rsidRDefault="002D6BB8" w:rsidP="002D6BB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2D6BB8" w:rsidRPr="0059239A" w:rsidRDefault="002D6BB8" w:rsidP="002D6BB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2D6BB8" w:rsidRPr="0059239A" w:rsidRDefault="002D6BB8" w:rsidP="002D6BB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Пасічника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В.І.</w:t>
      </w:r>
    </w:p>
    <w:p w:rsidR="002D6BB8" w:rsidRPr="0059239A" w:rsidRDefault="002D6BB8" w:rsidP="002D6BB8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D6BB8" w:rsidRDefault="002D6BB8" w:rsidP="002D6BB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Пасічника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В.І.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2D6BB8" w:rsidRPr="0059239A" w:rsidRDefault="002D6BB8" w:rsidP="002D6BB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2D6BB8" w:rsidRPr="0059239A" w:rsidRDefault="002D6BB8" w:rsidP="002D6BB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Пасічнику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Віктору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Івановичу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 w:rsidRPr="0059239A">
        <w:rPr>
          <w:rFonts w:ascii="Times New Roman" w:hAnsi="Times New Roman"/>
          <w:sz w:val="24"/>
        </w:rPr>
        <w:t xml:space="preserve"> за </w:t>
      </w:r>
      <w:proofErr w:type="spellStart"/>
      <w:r w:rsidRPr="0059239A">
        <w:rPr>
          <w:rFonts w:ascii="Times New Roman" w:hAnsi="Times New Roman"/>
          <w:sz w:val="24"/>
        </w:rPr>
        <w:t>адр</w:t>
      </w:r>
      <w:r>
        <w:rPr>
          <w:rFonts w:ascii="Times New Roman" w:hAnsi="Times New Roman"/>
          <w:sz w:val="24"/>
        </w:rPr>
        <w:t>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DC1853">
        <w:rPr>
          <w:rFonts w:ascii="Times New Roman" w:hAnsi="Times New Roman"/>
          <w:sz w:val="24"/>
          <w:lang w:val="en-US"/>
        </w:rPr>
        <w:t>_________________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DC1853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</w:t>
      </w:r>
      <w:bookmarkStart w:id="0" w:name="_GoBack"/>
      <w:bookmarkEnd w:id="0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0,2500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6823984700:01:008:0011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обслуговування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житлового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будинку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господарських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споруд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Лисиче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Шкільна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 57.</w:t>
      </w: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</w:t>
      </w:r>
    </w:p>
    <w:p w:rsidR="002D6BB8" w:rsidRPr="0059239A" w:rsidRDefault="002D6BB8" w:rsidP="002D6BB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Пасічнику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В.І.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2D6BB8" w:rsidRPr="0059239A" w:rsidRDefault="002D6BB8" w:rsidP="002D6BB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2D6BB8" w:rsidRPr="0059239A" w:rsidRDefault="002D6BB8" w:rsidP="002D6BB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2D6BB8" w:rsidRDefault="002D6BB8" w:rsidP="002D6BB8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2D6BB8" w:rsidRDefault="002D6BB8" w:rsidP="002D6BB8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2D6BB8" w:rsidRDefault="002D6BB8" w:rsidP="002D6BB8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9F4219" w:rsidRPr="002D6BB8" w:rsidRDefault="002D6BB8" w:rsidP="002D6BB8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голова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МИХАЛЮК</w:t>
      </w:r>
    </w:p>
    <w:sectPr w:rsidR="009F4219" w:rsidRPr="002D6BB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B8"/>
    <w:rsid w:val="00171A2E"/>
    <w:rsid w:val="002D6BB8"/>
    <w:rsid w:val="00304C90"/>
    <w:rsid w:val="00505B6D"/>
    <w:rsid w:val="006D3977"/>
    <w:rsid w:val="007D6C18"/>
    <w:rsid w:val="009F4219"/>
    <w:rsid w:val="00D1641A"/>
    <w:rsid w:val="00DC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261</Words>
  <Characters>1490</Characters>
  <Application>Microsoft Office Word</Application>
  <DocSecurity>0</DocSecurity>
  <Lines>12</Lines>
  <Paragraphs>3</Paragraphs>
  <ScaleCrop>false</ScaleCrop>
  <Company>Microsoft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2020-08-20T14:08:00Z</dcterms:created>
  <dcterms:modified xsi:type="dcterms:W3CDTF">2020-08-20T15:42:00Z</dcterms:modified>
</cp:coreProperties>
</file>