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BD8" w:rsidRPr="00B623A8" w:rsidRDefault="002C101A" w:rsidP="00D97BD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NUIt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04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cCbrpBP5Qz3XDscplevEtxfXtTjsqKTIFWCuyAYwSNnOwD1gkSI+&#10;GLhCbNHqRYXGZ1Bsi/s+k869vrLano8zrkVAUx8rHOn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srsMA&#10;AADdAAAADwAAAGRycy9kb3ducmV2LnhtbESPzarCMBSE9xd8h3AEd9fUH3qlGkVExYUg9er+0Bzb&#10;YnNSmqj17Y0guBxm5htmtmhNJe7UuNKygkE/AkGcWV1yruD0v/mdgHAeWWNlmRQ8ycFi3vmZYaLt&#10;g1O6H30uAoRdggoK7+tESpcVZND1bU0cvIttDPogm1zqBh8Bbio5jKJYGiw5LBRY06qg7Hq8GQV2&#10;tN3tz/kwHa35z/PyMLmc271SvW67nILw1Ppv+NPeaQXjOB7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ssr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9218gA&#10;AADdAAAADwAAAGRycy9kb3ducmV2LnhtbESPT2sCMRTE7wW/Q3hCL1KzlbKtW6OIsPbPoaAVen1s&#10;XjdbNy9LEnXrpzdCocdhZn7DzBa9bcWRfGgcK7gfZyCIK6cbrhXsPsu7JxAhImtsHZOCXwqwmA9u&#10;Zlhod+INHbexFgnCoUAFJsaukDJUhiyGseuIk/ftvMWYpK+l9nhKcNvKSZbl0mLDacFgRytD1X57&#10;sAp+yg/ztXo8r/1ouqHzqHx/ad9ypW6H/fIZRKQ+/of/2q9awUOeT+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33b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xM8MA&#10;AADdAAAADwAAAGRycy9kb3ducmV2LnhtbESP3YrCMBCF7wXfIYywN7Kmu0pZqlFk0UW8kaoPMDRj&#10;U2wmpYm2+/ZGELw8nJ+Ps1j1thZ3an3lWMHXJAFBXDhdcangfNp+/oDwAVlj7ZgU/JOH1XI4WGCm&#10;Xcc53Y+hFHGEfYYKTAhNJqUvDFn0E9cQR+/iWoshyraUusUujttafidJKi1WHAkGG/o1VFyPNxsh&#10;hyke9pfutP3rscPN3vB4nSv1MerXcxCB+vAOv9o7rWCWplN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uxM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85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V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fz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6M3MMA&#10;AADdAAAADwAAAGRycy9kb3ducmV2LnhtbESP3YrCMBCF7wXfIYywN6Kpu1qkGkVkXcQb8ecBhmZs&#10;is2kNNF2336zIHh5OD8fZ7nubCWe1PjSsYLJOAFBnDtdcqHgetmN5iB8QNZYOSYFv+Rhver3lphp&#10;1/KJnudQiDjCPkMFJoQ6k9Lnhiz6sauJo3dzjcUQZVNI3WAbx20lP5MklRZLjgSDNW0N5ffzw0bI&#10;8QuPh1t72f102OL3wfBwc1LqY9BtFiACdeEdfrX3WsE0TW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6M3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HC8UA&#10;AADdAAAADwAAAGRycy9kb3ducmV2LnhtbESPQUsDMRSE74L/ITzBm81aapS1aZGqIIKHVqH09ti8&#10;7i5uXkLy7K7/3giCx2FmvmGW68kP6kQp94EtXM8qUMRNcD23Fj7en6/uQGVBdjgEJgvflGG9Oj9b&#10;Yu3CyFs67aRVBcK5RgudSKy1zk1HHvMsROLiHUPyKEWmVruEY4H7Qc+rymiPPZeFDiNtOmo+d1/e&#10;wtv4FF9vzc0xHtJirvOjk/1GrL28mB7uQQlN8h/+a784CwtjDP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8c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vC7scA&#10;AADdAAAADwAAAGRycy9kb3ducmV2LnhtbESPUUvDMBSF34X9h3AHvsiWOl0nddnYhOBAYWwTfL00&#10;d22xuSlJXOu/XwTBx8M55zuc5XqwrbiQD41jBffTDARx6UzDlYKPk548gQgR2WDrmBT8UID1anSz&#10;xMK4ng90OcZKJAiHAhXUMXaFlKGsyWKYuo44eWfnLcYkfSWNxz7BbStnWZZLiw2nhRo7eqmp/Dp+&#10;WwXbfV89+LtyO7i38+vnXGuj37VSt+Nh8wwi0hD/w3/tnVHwmOcL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Lwu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M2cAA&#10;AADdAAAADwAAAGRycy9kb3ducmV2LnhtbERPzYrCMBC+C75DGGFvmipapBpFlMKyeFl3H2Boxqba&#10;TEoSa317c1jY48f3v90PthU9+dA4VjCfZSCIK6cbrhX8/pTTNYgQkTW2jknBiwLsd+PRFgvtnvxN&#10;/SXWIoVwKFCBibErpAyVIYth5jrixF2dtxgT9LXUHp8p3LZykWW5tNhwajDY0dFQdb88rILya3Hu&#10;7w/tS3cYlpZW5rY+GaU+JsNhAyLSEP/Ff+5PrWCZ52luep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wM2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jzB8cA&#10;AADdAAAADwAAAGRycy9kb3ducmV2LnhtbESPUUvDMBSF34X9h3AHvsiWOl2ZddnYhOBAYWwTfL00&#10;d22xuSlJXOu/XwTBx8M55zuc5XqwrbiQD41jBffTDARx6UzDlYKPk54sQISIbLB1TAp+KMB6NbpZ&#10;YmFczwe6HGMlEoRDgQrqGLtCylDWZDFMXUecvLPzFmOSvpLGY5/gtpWzLMulxYbTQo0dvdRUfh2/&#10;rYLtvq8e/F25Hdzb+fVzrrXR71qp2/GweQYRaYj/4b/2zih4zPMn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Y8w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WAsAA&#10;AADdAAAADwAAAGRycy9kb3ducmV2LnhtbERPy4rCMBTdC/5DuMLsNFV80TGKzFAYxI2PD7g0d5pq&#10;c1OSWDt/P1kILg/nvdn1thEd+VA7VjCdZCCIS6drrhRcL8V4DSJEZI2NY1LwRwF22+Fgg7l2Tz5R&#10;d46VSCEcclRgYmxzKUNpyGKYuJY4cb/OW4wJ+kpqj88Ubhs5y7KltFhzajDY0peh8n5+WAXFYXbs&#10;7g/tC7fv55YW5rb+Nkp9jPr9J4hIfXyLX+4frWC+XKX9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OWA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pv8MA&#10;AADdAAAADwAAAGRycy9kb3ducmV2LnhtbESP0WrCQBRE3wv+w3KFvjWbtDVKdJVSiNTHRj/gkr0m&#10;wezdmN0m8e9dQejjMHNmmM1uMq0YqHeNZQVJFIMgLq1uuFJwOuZvKxDOI2tsLZOCGznYbWcvG8y0&#10;HfmXhsJXIpSwy1BB7X2XSenKmgy6yHbEwTvb3qAPsq+k7nEM5aaV73GcSoMNh4UaO/quqbwUf0bB&#10;523cX4vFJc61oeTw0R3YlwulXufT1xqEp8n/h5/0jw5cukzg8SY8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opv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qu1MQA&#10;AADdAAAADwAAAGRycy9kb3ducmV2LnhtbESPT4vCMBTE7wt+h/AEb2tqka5Wo4iiyJ7W+uf8aJ5t&#10;sXkpTdT67c3Cwh6HmfkNM192phYPal1lWcFoGIEgzq2uuFBwOm4/JyCcR9ZYWyYFL3KwXPQ+5phq&#10;++QDPTJfiABhl6KC0vsmldLlJRl0Q9sQB+9qW4M+yLaQusVngJtaxlGUSIMVh4USG1qXlN+yu1Fw&#10;Ty7xia/f+ifbvHbTzXbl5LlQatDvVjMQnjr/H/5r77WCcfIVw+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Krt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0SMgA&#10;AADdAAAADwAAAGRycy9kb3ducmV2LnhtbESPQWvCQBSE70L/w/IK3nTTKtFGV7EFoe1BMdpDb6/Z&#10;Z5KafRuzW03/vSsIHoeZ+YaZzltTiRM1rrSs4KkfgSDOrC45V7DbLntjEM4ja6wsk4J/cjCfPXSm&#10;mGh75g2dUp+LAGGXoILC+zqR0mUFGXR9WxMHb28bgz7IJpe6wXOAm0o+R1EsDZYcFgqs6a2g7JD+&#10;GQVf63H8sn79GP5+rn5wYPTxW5exUt3HdjEB4an19/Ct/a4VDOPRA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ZXR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uz8YA&#10;AADdAAAADwAAAGRycy9kb3ducmV2LnhtbESPT2vCQBTE7wW/w/KE3uqmNqQSsxH/UCuerBW8PrLP&#10;JDT7NmS3GvvpXUHocZiZ3zDZrDeNOFPnassKXkcRCOLC6ppLBYfvj5cJCOeRNTaWScGVHMzywVOG&#10;qbYX/qLz3pciQNilqKDyvk2ldEVFBt3ItsTBO9nOoA+yK6Xu8BLgppHjKEqkwZrDQoUtLSsqfva/&#10;RsFfcsSd+xwvVm/a0zWerO12t1bqedjPpyA89f4//GhvtII4eY/h/iY8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Quz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Y7MUA&#10;AADdAAAADwAAAGRycy9kb3ducmV2LnhtbESP0WrCQBRE34X+w3ILfTObSrQas0oRC32rpv2AS/a6&#10;CcnejdlV0359tyD0cZiZM0yxHW0nrjT4xrGC5yQFQVw53bBR8PX5Nl2C8AFZY+eYFHyTh+3mYVJg&#10;rt2Nj3QtgxERwj5HBXUIfS6lr2qy6BPXE0fv5AaLIcrBSD3gLcJtJ2dpupAWG44LNfa0q6lqy4tV&#10;cHazuR7LPX60+9WhMSY7/xwzpZ4ex9c1iEBj+A/f2+9aQbZ4mcP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Nj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M88UA&#10;AADdAAAADwAAAGRycy9kb3ducmV2LnhtbESPwW7CMBBE75X6D9ZW4lacFggQMKggIXGF9sBxsZck&#10;EK/T2EDg6zFSpR5HM/NGM523thIXanzpWMFHNwFBrJ0pOVfw8716H4HwAdlg5ZgU3MjDfPb6MsXM&#10;uCtv6LINuYgQ9hkqKEKoMym9Lsii77qaOHoH11gMUTa5NA1eI9xW8jNJUmmx5LhQYE3LgvRpe7YK&#10;1uWeBqk+jO1ooTe7+2/oDY9Gqc5b+zUBEagN/+G/9too6KfDFJ5v4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8z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anMIA&#10;AADdAAAADwAAAGRycy9kb3ducmV2LnhtbERPXWvCMBR9F/Yfwh3sTVNl1K0aRQeDjakwJ/p6aa5N&#10;sbkpTVbbf78MBB/PN2e+7GwlWmp86VjBeJSAIM6dLrlQcPh5H76A8AFZY+WYFPTkYbl4GMwx0+7K&#10;39TuQyFiCfsMFZgQ6kxKnxuy6EeuJo7a2TUWQ4RNIXWD11huKzlJklRaLDkuGKzpzVB+2f9aBS3u&#10;+uRk1tvXz3KTT3br45eOvHp67FYzEIG6cDff0h9awXM6ncL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pq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wjsIA&#10;AADdAAAADwAAAGRycy9kb3ducmV2LnhtbERPPU/DMBDdkfofrKvERp1GqKBQt6oqFTFC6MB4xNc4&#10;bXwX2aYJ/Ho8IDE+ve/1dvK9ulKInbCB5aIARdyI7bg1cHw/3D2CignZYi9MBr4pwnYzu1ljZWXk&#10;N7rWqVU5hGOFBlxKQ6V1bBx5jAsZiDN3kuAxZRhabQOOOdz3uiyKlfbYcW5wONDeUXOpv7yB8bn5&#10;PJenD+t+wiCH+lXOZS/G3M6n3ROoRFP6F/+5X6yB+9VD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crC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TsscA&#10;AADdAAAADwAAAGRycy9kb3ducmV2LnhtbESPW2sCMRSE3wv9D+EUfKvZSvGyGsVqhSKKeHs/bk53&#10;t01Olk2q6783BcHHYWa+YUaTxhpxptqXjhW8tRMQxJnTJecKDvvFax+ED8gajWNScCUPk/Hz0whT&#10;7S68pfMu5CJC2KeooAihSqX0WUEWfdtVxNH7drXFEGWdS13jJcKtkZ0k6UqLJceFAiuaFZT97v6s&#10;gsVmbn466+30KMPss3cy/eXHfKVU66WZDkEEasIjfG9/aQXv3d4A/t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VU7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HscMA&#10;AADdAAAADwAAAGRycy9kb3ducmV2LnhtbERPy4rCMBTdC/5DuANuRFNnVErHKCIMKij4gtlemztt&#10;sbkpTaydvzcLweXhvGeL1pSiodoVlhWMhhEI4tTqgjMFl/PPIAbhPLLG0jIp+CcHi3m3M8NE2wcf&#10;qTn5TIQQdgkqyL2vEildmpNBN7QVceD+bG3QB1hnUtf4COGmlJ9RNJUGCw4NOVa0yim9ne5GQXPY&#10;XbNN46rtLe67ydd1vd7rX6V6H+3yG4Sn1r/FL/dGKxhP47A/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1Hs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Ce48cA&#10;AADdAAAADwAAAGRycy9kb3ducmV2LnhtbESPT2sCMRTE7wW/Q3iCt5pVrGy3RtFCwYvgv0O9PTev&#10;u4ublzWJuvXTG6HQ4zAzv2Ems9bU4krOV5YVDPoJCOLc6ooLBfvd12sKwgdkjbVlUvBLHmbTzssE&#10;M21vvKHrNhQiQthnqKAMocmk9HlJBn3fNsTR+7HOYIjSFVI7vEW4qeUwScbSYMVxocSGPkvKT9uL&#10;UbB4Txfn9YhX983xQIfv4+lt6BKlet12/gEiUBv+w3/tpVYwGqcDeL6JT0B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wnuPHAAAA3QAAAA8AAAAAAAAAAAAAAAAAmAIAAGRy&#10;cy9kb3ducmV2LnhtbFBLBQYAAAAABAAEAPUAAACMAwAAAAA=&#10;" fillcolor="black" stroked="f"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DmscA&#10;AADdAAAADwAAAGRycy9kb3ducmV2LnhtbESPQWvCQBSE74X+h+UVvNVNgw0hukptKxSqB7WHHp/Z&#10;12RJ9m3Irhr99d1CweMwM98ws8VgW3Gi3hvHCp7GCQji0mnDlYKv/eoxB+EDssbWMSm4kIfF/P5u&#10;hoV2Z97SaRcqESHsC1RQh9AVUvqyJot+7Dri6P243mKIsq+k7vEc4baVaZJk0qLhuFBjR681lc3u&#10;aBV8f2Ym3xpKD+vr8l2vn5vl5q1RavQwvExBBBrCLfzf/tAKJlmewt+b+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Lw5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YtM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l4n+Rh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JYt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9lcsYA&#10;AADdAAAADwAAAGRycy9kb3ducmV2LnhtbESPUWvCQBCE3wv+h2MLfSl6UURt6ikiFAqVgtEfsM1t&#10;k9C7vZDbauyv94SCj8PMfMMs17136kRdbAIbGI8yUMRlsA1XBo6Ht+ECVBRkiy4wGbhQhPVq8LDE&#10;3IYz7+lUSKUShGOOBmqRNtc6ljV5jKPQEifvO3QeJcmu0rbDc4J7pydZNtMeG04LNba0ran8KX69&#10;ATf5ci8f87iTy1Hvsj8v++dPa8zTY795BSXUyz383363BqazxRRub9IT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9lc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/PrcYA&#10;AADdAAAADwAAAGRycy9kb3ducmV2LnhtbESPQWsCMRSE74X+h/AKvdVspYqsRrEVYS8e3Fq8PjfP&#10;zWLysmxSXf31plDwOMzMN8xs0TsrztSFxrOC90EGgrjyuuFawe57/TYBESKyRuuZFFwpwGL+/DTD&#10;XPsLb+lcxlokCIccFZgY21zKUBlyGAa+JU7e0XcOY5JdLXWHlwR3Vg6zbCwdNpwWDLb0Zag6lb9O&#10;waps7XBXmM+w/9kcDra4rWm/Uur1pV9OQUTq4yP83y60go/xZAR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/Pr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oea8QA&#10;AADdAAAADwAAAGRycy9kb3ducmV2LnhtbESPzWrDMBCE74G+g9hCb4nUUpzgRjahNBDoKX+H3hZp&#10;YzuxVsZSY/ftq0Agx2FmvmGW5ehacaU+NJ41vM4UCGLjbcOVhsN+PV2ACBHZYuuZNPxRgLJ4miwx&#10;t37gLV13sRIJwiFHDXWMXS5lMDU5DDPfESfv5HuHMcm+krbHIcFdK9+UyqTDhtNCjR191mQuu1+n&#10;4byW394oNMfDcdjY+c9XRq3S+uV5XH2AiDTGR/je3lgN79kig9ub9AR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aHm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8Z3sYA&#10;AADdAAAADwAAAGRycy9kb3ducmV2LnhtbESPQWvCQBSE74L/YXlCb7rRFhuiq6gglJYe1CIen9ln&#10;EpJ9G3ZXTf99tyB4HGbmG2a+7EwjbuR8ZVnBeJSAIM6trrhQ8HPYDlMQPiBrbCyTgl/ysFz0e3PM&#10;tL3zjm77UIgIYZ+hgjKENpPS5yUZ9CPbEkfvYp3BEKUrpHZ4j3DTyEmSTKXBiuNCiS1tSsrr/dUo&#10;OF2/+PL9+rly63C03cHXk3NaK/Uy6FYzEIG68Aw/2h9awds0fYf/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8Z3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3fsUA&#10;AADdAAAADwAAAGRycy9kb3ducmV2LnhtbERPz2vCMBS+C/4P4Qm72XSi0nVNZQ4GXoSpO8zbs3lr&#10;i81Ll2Ra99cvh4HHj+93sRpMJy7kfGtZwWOSgiCurG65VvBxeJtmIHxA1thZJgU38rAqx6MCc22v&#10;vKPLPtQihrDPUUETQp9L6auGDPrE9sSR+7LOYIjQ1VI7vMZw08lZmi6lwZZjQ4M9vTZUnfc/RsH6&#10;KVt/v895+7s7Hen4eTovZi5V6mEyvDyDCDSEu/jfvdEK5ssszo1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jd+xQAAAN0AAAAPAAAAAAAAAAAAAAAAAJgCAABkcnMv&#10;ZG93bnJldi54bWxQSwUGAAAAAAQABAD1AAAAigMAAAAA&#10;" fillcolor="black" stroked="f"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o5MUA&#10;AADdAAAADwAAAGRycy9kb3ducmV2LnhtbESPQUsDMRSE7wX/Q3gFb222KqVum5alIIqnbVV6fd08&#10;N4ublyWJ6frvjSD0OMzMN8xmN9peJPKhc6xgMS9AEDdOd9wqeH97mq1AhIissXdMCn4owG57M9lg&#10;qd2FD5SOsRUZwqFEBSbGoZQyNIYshrkbiLP36bzFmKVvpfZ4yXDby7uiWEqLHecFgwPtDTVfx2+r&#10;IJ33dXWfTskcXn3Velc/f5xrpW6nY7UGEWmM1/B/+0UreFiuH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+mj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3VsMA&#10;AADdAAAADwAAAGRycy9kb3ducmV2LnhtbERPz2vCMBS+D/wfwhN2m6lDyqxGEXGyeZlWQY+P5tkU&#10;m5fSZLXbX28Ogx0/vt/zZW9r0VHrK8cKxqMEBHHhdMWlgtPx/eUNhA/IGmvHpOCHPCwXg6c5Ztrd&#10;+UBdHkoRQ9hnqMCE0GRS+sKQRT9yDXHkrq61GCJsS6lbvMdwW8vXJEmlxYpjg8GG1oaKW/5tFfjx&#10;enPe2d9pd9ka/so/TbovjVLPw341AxGoD//iP/eHVjBJp3F/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63V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97BD8" w:rsidRDefault="00D97BD8" w:rsidP="00D97B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97BD8" w:rsidRDefault="00D97BD8" w:rsidP="00D97BD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7BD8" w:rsidRDefault="00D97BD8" w:rsidP="00D97B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97BD8" w:rsidRDefault="00D97BD8" w:rsidP="00D97B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97BD8" w:rsidRPr="006E3F23" w:rsidRDefault="00D97BD8" w:rsidP="00D97B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№59</w:t>
      </w:r>
    </w:p>
    <w:p w:rsidR="00D97BD8" w:rsidRDefault="00D97BD8" w:rsidP="00D97BD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Павлюку</w:t>
      </w:r>
      <w:proofErr w:type="spellEnd"/>
      <w:r>
        <w:rPr>
          <w:rFonts w:ascii="Times New Roman" w:hAnsi="Times New Roman"/>
          <w:b/>
          <w:sz w:val="24"/>
        </w:rPr>
        <w:t xml:space="preserve"> С.С.</w:t>
      </w: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Павлюк</w:t>
      </w:r>
      <w:proofErr w:type="spellEnd"/>
      <w:r>
        <w:rPr>
          <w:rFonts w:ascii="Times New Roman" w:hAnsi="Times New Roman"/>
          <w:sz w:val="24"/>
        </w:rPr>
        <w:t xml:space="preserve"> С.С.,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D97BD8" w:rsidRPr="00637663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Сергійовичу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C101A">
        <w:rPr>
          <w:rFonts w:ascii="Times New Roman" w:hAnsi="Times New Roman"/>
          <w:sz w:val="24"/>
        </w:rPr>
        <w:t>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0,1200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К</w:t>
      </w:r>
      <w:proofErr w:type="gramEnd"/>
      <w:r>
        <w:rPr>
          <w:rFonts w:ascii="Times New Roman" w:hAnsi="Times New Roman"/>
          <w:sz w:val="24"/>
        </w:rPr>
        <w:t>олом’є</w:t>
      </w:r>
      <w:proofErr w:type="spellEnd"/>
      <w:r>
        <w:rPr>
          <w:rFonts w:ascii="Times New Roman" w:hAnsi="Times New Roman"/>
          <w:sz w:val="24"/>
        </w:rPr>
        <w:t>.</w:t>
      </w: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С.С.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D97BD8" w:rsidRPr="008E2C07" w:rsidRDefault="00D97BD8" w:rsidP="00D97BD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97BD8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97BD8" w:rsidRPr="008E2C07" w:rsidRDefault="00D97BD8" w:rsidP="00D97BD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97BD8" w:rsidRDefault="00D97BD8" w:rsidP="00D97BD8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992C97" w:rsidRDefault="00992C97"/>
    <w:sectPr w:rsidR="00992C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97BD8"/>
    <w:rsid w:val="00171A2E"/>
    <w:rsid w:val="002C101A"/>
    <w:rsid w:val="00304C90"/>
    <w:rsid w:val="00505B6D"/>
    <w:rsid w:val="006D3977"/>
    <w:rsid w:val="007D6C18"/>
    <w:rsid w:val="00992C97"/>
    <w:rsid w:val="00D1641A"/>
    <w:rsid w:val="00D9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BD8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97BD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97BD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97BD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2020-12-01T06:19:00Z</dcterms:created>
  <dcterms:modified xsi:type="dcterms:W3CDTF">2020-12-01T07:25:00Z</dcterms:modified>
</cp:coreProperties>
</file>