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26" w:rsidRPr="00154EFF" w:rsidRDefault="00110A26" w:rsidP="00110A2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26" w:rsidRDefault="00110A26" w:rsidP="00110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0A26" w:rsidRDefault="00110A26" w:rsidP="00110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0A26" w:rsidRDefault="00110A26" w:rsidP="00110A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10A26" w:rsidRDefault="00110A26" w:rsidP="00110A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0A26" w:rsidRDefault="00110A26" w:rsidP="00110A2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№67</w:t>
      </w:r>
    </w:p>
    <w:p w:rsidR="00110A26" w:rsidRDefault="00110A26" w:rsidP="00110A2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Каранюк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Г.В.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10A26" w:rsidRPr="003B50D1" w:rsidRDefault="00110A26" w:rsidP="0011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Каранюк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110A26" w:rsidRPr="003B50D1" w:rsidRDefault="00110A26" w:rsidP="0011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10A26" w:rsidRPr="003B50D1" w:rsidRDefault="00110A26" w:rsidP="0011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Каранюк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Василівні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12C7C">
        <w:rPr>
          <w:rFonts w:ascii="Times New Roman" w:eastAsia="Calibri" w:hAnsi="Times New Roman" w:cs="Times New Roman"/>
          <w:sz w:val="24"/>
        </w:rPr>
        <w:t>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512C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0,1019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6823984000:02:001:0058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вулиця </w:t>
      </w:r>
      <w:proofErr w:type="spellStart"/>
      <w:r>
        <w:rPr>
          <w:rFonts w:ascii="Times New Roman" w:eastAsia="Calibri" w:hAnsi="Times New Roman" w:cs="Times New Roman"/>
          <w:sz w:val="24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</w:rPr>
        <w:t>, 30А.</w:t>
      </w:r>
    </w:p>
    <w:p w:rsidR="00110A26" w:rsidRPr="003B50D1" w:rsidRDefault="00110A26" w:rsidP="0011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Каранюк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110A26" w:rsidRPr="003B50D1" w:rsidRDefault="00110A26" w:rsidP="0011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0A26" w:rsidRPr="003B50D1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00567" w:rsidRPr="00110A26" w:rsidRDefault="00110A26" w:rsidP="00110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100567" w:rsidRPr="00110A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26"/>
    <w:rsid w:val="00100567"/>
    <w:rsid w:val="00110A26"/>
    <w:rsid w:val="0051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10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10A26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10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10A26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2022-02-08T06:50:00Z</dcterms:created>
  <dcterms:modified xsi:type="dcterms:W3CDTF">2022-02-08T11:27:00Z</dcterms:modified>
</cp:coreProperties>
</file>