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49" w:rsidRPr="000E0D80" w:rsidRDefault="00393749" w:rsidP="0039374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393749" w:rsidRPr="001869AA" w:rsidRDefault="00393749" w:rsidP="0039374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640" name="Группа 12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6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5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0H8AA&#10;AADeAAAADwAAAGRycy9kb3ducmV2LnhtbERPy6rCMBDdC/5DGMGdplZRqUYRuYoLQXzth2Zsi82k&#10;NLla/94Igrs5nOfMl40pxYNqV1hWMOhHIIhTqwvOFFzOm94UhPPIGkvLpOBFDpaLdmuOibZPPtLj&#10;5DMRQtglqCD3vkqkdGlOBl3fVsSBu9naoA+wzqSu8RnCTSnjKBpLgwWHhhwrWueU3k//RoEdbnf7&#10;axYfh3888bw6TG/XZq9Ut9OsZiA8Nf4n/rp3OsyPx6MBfN4JN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U0H8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MYy8cA&#10;AADeAAAADwAAAGRycy9kb3ducmV2LnhtbERP30vDMBB+F/wfwgm+DJdapGq3bMig0/kgbAp7PZpb&#10;09lcSpJtdX+9EQa+3cf386bzwXbiSD60jhXcjzMQxLXTLTcKvj6ruycQISJr7ByTgh8KMJ9dX02x&#10;1O7EazpuYiNSCIcSFZgY+1LKUBuyGMauJ07cznmLMUHfSO3xlMJtJ/MsK6TFllODwZ4WhurvzcEq&#10;2FcfZrt4PC/96HlN51H1/tqtCqVub4aXCYhIQ/wXX9xvOs3Pi4cc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TGM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ZUc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/X7y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wZU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GUH8QA&#10;AADeAAAADwAAAGRycy9kb3ducmV2LnhtbERPTUvDQBC9C/6HZQRvdmOIUWK3RaqCCB5ahdLbkJ0m&#10;wezssjs28d+7guBtHu9zluvZjepEMQ2eDVwvClDErbcDdwY+3p+v7kAlQbY4eiYD35RgvTo/W2Jj&#10;/cRbOu2kUzmEU4MGepHQaJ3anhymhQ/EmTv66FAyjJ22Eacc7kZdFkWtHQ6cG3oMtOmp/dx9OQNv&#10;01N4va1vjuEQq1KnRyv7jRhzeTE/3IMSmuVf/Od+sXl+WVcV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hlB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kvsUA&#10;AADeAAAADwAAAGRycy9kb3ducmV2LnhtbESP3YrCMBCF74V9hzAL3oim6x9SjSLLuog3xZ8HGJqx&#10;KTaT0mRtffuNIHg3wzlzvjOrTWcrcafGl44VfI0SEMS50yUXCi7n3XABwgdkjZVjUvAgD5v1R2+F&#10;qXYtH+l+CoWIIexTVGBCqFMpfW7Ioh+5mjhqV9dYDHFtCqkbbGO4reQ4SebSYsmRYLCmb0P57fRn&#10;IySbYHa4tufdb4ct/hwMD7ZHpfqf3XYJIlAX3ubX9V7H+uP5dAb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SS+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+v88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slp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/r/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XgcUA&#10;AADeAAAADwAAAGRycy9kb3ducmV2LnhtbERP32vCMBB+H/g/hBvsRWY63Zx0RplCUHAw5ga+Hs3Z&#10;FptLSTJb/3szEPZ2H9/Pmy9724gz+VA7VvA0ykAQF87UXCr4+daPMxAhIhtsHJOCCwVYLgZ3c8yN&#10;6/iLzvtYihTCIUcFVYxtLmUoKrIYRq4lTtzReYsxQV9K47FL4baR4yybSos1p4YKW1pXVJz2v1bB&#10;6rMrJ35YrHq3O24OL1ob/aGVerjv399AROrjv/jm3po0fzx9foW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he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JDMUA&#10;AADeAAAADwAAAGRycy9kb3ducmV2LnhtbESPQWvDMAyF74P9B6PBbqvT0JWS1S2lJTDGLuv2A0Ss&#10;xWljOdhumv776jDYTeI9vfdpvZ18r0aKqQtsYD4rQBE3wXbcGvj5rl9WoFJGttgHJgM3SrDdPD6s&#10;sbLhyl80HnOrJIRThQZczkOldWoceUyzMBCL9huixyxrbLWNeJVw3+uyKJbaY8fS4HCgvaPmfLx4&#10;A/VH+TmeLzbWYTctPL260+rgjHl+mnZvoDJN+d/8d/1uBb9cLoR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ck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maMUA&#10;AADeAAAADwAAAGRycy9kb3ducmV2LnhtbERP32vCMBB+H/g/hBvsRWY63WR2RplCUHAw5ga+Hs3Z&#10;FptLSTJb/3szEPZ2H9/Pmy9724gz+VA7VvA0ykAQF87UXCr4+daPryBCRDbYOCYFFwqwXAzu5pgb&#10;1/EXnfexFCmEQ44KqhjbXMpQVGQxjFxLnLij8xZjgr6UxmOXwm0jx1k2lRZrTg0VtrSuqDjtf62C&#10;1WdXTvywWPVud9wcXrQ2+kMr9XDfv7+BiNTHf/HNvTVp/nj6PIO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SZ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T18UA&#10;AADeAAAADwAAAGRycy9kb3ducmV2LnhtbESPQWvDMAyF74P9B6NBb6vTsJaS1S2lJTDGLuv2A0Ss&#10;xWljOdhumv776TDYTUJP771vs5t8r0aKqQtsYDEvQBE3wXbcGvj+qp/XoFJGttgHJgN3SrDbPj5s&#10;sLLhxp80nnKrxIRThQZczkOldWoceUzzMBDL7SdEj1nW2Gob8SbmvtdlUay0x44lweFAB0fN5XT1&#10;Bur38mO8XG2sw3568bR05/XRGTN7mvavoDJN+V/89/1mpX65Wgq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lP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RopMIA&#10;AADeAAAADwAAAGRycy9kb3ducmV2LnhtbERP22rCQBB9L/gPywi+NZvYJkh0FSlY6mOjHzBkxySY&#10;nY3ZbS5/7xYKfZvDuc7uMJlWDNS7xrKCJIpBEJdWN1wpuF5OrxsQziNrbC2TgpkcHPaLlx3m2o78&#10;TUPhKxFC2OWooPa+y6V0ZU0GXWQ74sDdbG/QB9hXUvc4hnDTynUcZ9Jgw6Ghxo4+airvxY9R8D6P&#10;n48ivccnbSg5v3Vn9mWq1Go5HbcgPE3+X/zn/tJh/jpLE/h9J9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Gi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TgfM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sfJNIb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ZOB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f1+sYA&#10;AADeAAAADwAAAGRycy9kb3ducmV2LnhtbERPS2vCQBC+F/wPywi91U19BJu6ihYK6sGg1oO3aXaa&#10;pM3OptlV03/fFQRv8/E9ZzJrTSXO1LjSsoLnXgSCOLO65FzBx/79aQzCeWSNlWVS8EcOZtPOwwQT&#10;bS+8pfPO5yKEsEtQQeF9nUjpsoIMup6tiQP3ZRuDPsAml7rBSwg3lexHUSwNlhwaCqzpraDsZ3cy&#10;Cg7pOH5JF6vh93rziQOjf4+6jJV67LbzVxCeWn8X39xLHeb349EAru+EG+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f1+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6GsQA&#10;AADeAAAADwAAAGRycy9kb3ducmV2LnhtbERPS2vCQBC+F/oflhF6qxtTGyRmI31QFU+pCl6H7JgE&#10;s7Mhu9XYX+8Khd7m43tOthhMK87Uu8aygsk4AkFcWt1wpWC/+3qegXAeWWNrmRRcycEif3zIMNX2&#10;wt903vpKhBB2KSqove9SKV1Zk0E3th1x4I62N+gD7Cupe7yEcNPKOIoSabDh0FBjRx81laftj1Hw&#10;mxywcKv4/fNFe7pOZ0u7KZZKPY2GtzkIT4P/F/+51zrMj5PXKdzfCT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X+h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I2L8MA&#10;AADeAAAADwAAAGRycy9kb3ducmV2LnhtbERPzYrCMBC+L/gOYQRva2qxslajLIsLe1PrPsDQjGmx&#10;mdQmq3Wf3giCt/n4fme57m0jLtT52rGCyTgBQVw6XbNR8Hv4fv8A4QOyxsYxKbiRh/Vq8LbEXLsr&#10;7+lSBCNiCPscFVQhtLmUvqzIoh+7ljhyR9dZDBF2RuoOrzHcNjJNkpm0WHNsqLClr4rKU/FnFZxd&#10;mum+2OD2tJnvamOm5//9VKnRsP9cgAjUh5f46f7RcX46yzJ4vBN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I2L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zOs8MA&#10;AADeAAAADwAAAGRycy9kb3ducmV2LnhtbERPyW7CMBC9I/UfrKnUGziASNOAQQWpEleWQ49Te0gC&#10;8TiNDQS+vq6ExG2e3jqzRWdrcaHWV44VDAcJCGLtTMWFgv3uq5+B8AHZYO2YFNzIw2L+0pthbtyV&#10;N3TZhkLEEPY5KihDaHIpvS7Joh+4hjhyB9daDBG2hTQtXmO4reUoSVJpseLYUGJDq5L0aXu2CtbV&#10;D01Sffiw2VJvvu+/Yfx+NEq9vXafUxCBuvAUP9xrE+eP0kkK/+/EG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zOs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GS/8YA&#10;AADeAAAADwAAAGRycy9kb3ducmV2LnhtbERP0WrCQBB8L/gPxwp9qxcDWhs9pRYExSrUFn1dcmsu&#10;mNsLuWuMf+8VCr7N7uzM7MwWna1ES40vHSsYDhIQxLnTJRcKfr5XLxMQPiBrrByTght5WMx7TzPM&#10;tLvyF7WHUIhowj5DBSaEOpPS54Ys+oGriSN3do3FEMemkLrBazS3lUyTZCwtlhwTDNb0YSi/HH6t&#10;ghb3t+Rklru3TfmZp/vlcavjXj33u/cpiEBdeBz/q9c6vp+OR6/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GS/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PZF8QA&#10;AADeAAAADwAAAGRycy9kb3ducmV2LnhtbESPQU/DMAyF70j8h8hI3FhKJSZUlk0IaYgjFA4cTeM1&#10;HY1dJWEt/Hp8QOJm6z2/93mzW+JoTpTyIOzgelWBIe7ED9w7eHvdX92CyQXZ4yhMDr4pw257frbB&#10;xsvML3RqS280hHODDkIpU2Nt7gJFzCuZiFU7SIpYdE299QlnDY+jratqbSMOrA0BJ3oI1H22X9HB&#10;/Nh9HOvDuw8/aZJ9+yzHehTnLi+W+zswhZbyb/67fvKKX69vlF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z2R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YcfcQA&#10;AADeAAAADwAAAGRycy9kb3ducmV2LnhtbERPS2sCMRC+C/6HMEJvmnUPKluj+IRSFNHW+7iZ7m5N&#10;Jssm1fXfNwWht/n4njOdt9aIGzW+cqxgOEhAEOdOV1wo+PzY9icgfEDWaByTggd5mM+6nSlm2t35&#10;SLdTKEQMYZ+hgjKEOpPS5yVZ9ANXE0fuyzUWQ4RNIXWD9xhujUyTZCQtVhwbSqxpVVJ+Pf1YBdvD&#10;2nyn++PiLMNqM76YyftyvVPqpdcuXkEEasO/+Ol+03F+Ok6H8PdOv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WHH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fnsUA&#10;AADeAAAADwAAAGRycy9kb3ducmV2LnhtbERPTWvCQBC9F/wPywheSt00RSsxq0hBtKCgtuB1kh2T&#10;YHY2ZLcx/feuUOhtHu9z0mVvatFR6yrLCl7HEQji3OqKCwXfX+uXGQjnkTXWlknBLzlYLgZPKSba&#10;3vhI3ckXIoSwS1BB6X2TSOnykgy6sW2IA3exrUEfYFtI3eIthJtaxlE0lQYrDg0lNvRRUn49/RgF&#10;3WGXFdvONZ/X2bObvGWbzV6flRoN+9UchKfe/4v/3Fsd5sfvcQyPd8IN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l+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KEGMYA&#10;AADeAAAADwAAAGRycy9kb3ducmV2LnhtbERPTWsCMRC9F/ofwhS81Wy3ttrVKFUQvBTUeqi3cTPu&#10;Lm4m2yTq6q83QqG3ebzPGU1aU4sTOV9ZVvDSTUAQ51ZXXCjYfM+fByB8QNZYWyYFF/IwGT8+jDDT&#10;9swrOq1DIWII+wwVlCE0mZQ+L8mg79qGOHJ76wyGCF0htcNzDDe1TJPkXRqsODaU2NCspPywPhoF&#10;04/B9HfZ46/rarel7c/u8Ja6RKnOU/s5BBGoDf/iP/dCx/lpP32F+zvxBj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KEGMYAAADeAAAADwAAAAAAAAAAAAAAAACYAgAAZHJz&#10;L2Rvd25yZXYueG1sUEsFBgAAAAAEAAQA9QAAAIsDAAAAAA==&#10;" fillcolor="black" stroked="f"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gSbMYA&#10;AADeAAAADwAAAGRycy9kb3ducmV2LnhtbERPS2vCQBC+C/6HZYTedGNoVaKraB8gVA8+Dh6n2Wmy&#10;JDsbsluN/fXdQqG3+fies1h1thZXar1xrGA8SkAQ504bLhScT2/DGQgfkDXWjknBnTyslv3eAjPt&#10;bnyg6zEUIoawz1BBGUKTSenzkiz6kWuII/fpWoshwraQusVbDLe1TJNkIi0ajg0lNvRcUl4dv6yC&#10;y/vEzA6G0o/d9+ZV756qzf6lUuph0K3nIAJ14V/8597qOD+dpo/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gSb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baxcUA&#10;AADeAAAADwAAAGRycy9kb3ducmV2LnhtbERPS2sCMRC+F/wPYYTearYLPtgaRSzFXjzUVrwOm+lm&#10;u5vJmkRd/fWNUOhtPr7nzJe9bcWZfKgdK3geZSCIS6drrhR8fb49zUCEiKyxdUwKrhRguRg8zLHQ&#10;7sIfdN7FSqQQDgUqMDF2hZShNGQxjFxHnLhv5y3GBH0ltcdLCretzLNsIi3WnBoMdrQ2VDa7k1Xg&#10;V4fX5sanfZPdttew+emPMzRKPQ771QuISH38F/+533Wan0/zMdzfS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trF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y+cQA&#10;AADeAAAADwAAAGRycy9kb3ducmV2LnhtbERP22rCQBB9F/yHZYS+iG7Mg5fUVUqhUKgUjH7ANDtN&#10;QndnQ3bU2K/vFgp9m8O5znY/eKeu1Mc2sIHFPANFXAXbcm3gfHqZrUFFQbboApOBO0XY78ajLRY2&#10;3PhI11JqlUI4FmigEekKrWPVkMc4Dx1x4j5D71ES7Gtte7ylcO90nmVL7bHl1NBgR88NVV/lxRtw&#10;+YfbvK3iQe5nfci+vRyn79aYh8nw9AhKaJB/8Z/71ab5+Spfwu876Qa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F8v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WOMQA&#10;AADeAAAADwAAAGRycy9kb3ducmV2LnhtbERPPW/CMBDdK/U/WFeJrThkgCpgEBQhZWFoCmI94iOO&#10;sM9R7ELor68rVep2T+/zFqvBWXGjPrSeFUzGGQji2uuWGwWHz93rG4gQkTVaz6TgQQFWy+enBRba&#10;3/mDblVsRArhUKACE2NXSBlqQw7D2HfEibv43mFMsG+k7vGewp2VeZZNpcOWU4PBjt4N1dfqyynY&#10;Vp3ND6XZhNNxfz7b8ntHp61So5dhPQcRaYj/4j93qdP8fJbP4PeddIN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ZFj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wfMYA&#10;AADeAAAADwAAAGRycy9kb3ducmV2LnhtbESPT2vDMAzF74N9B6NBb6u9HNqS1S1jrFDoaf1z6E3Y&#10;WpItlkPsNum3nw6F3iTe03s/LddjaNWV+tREtvA2NaCIXfQNVxaOh83rAlTKyB7byGThRgnWq+en&#10;JZY+DvxN132ulIRwKtFCnXNXap1cTQHTNHbEov3EPmCWta+073GQ8NDqwpiZDtiwNNTY0WdN7m9/&#10;CRZ+N3oXnUF3Op6GrZ+fv2bUGmsnL+PHO6hMY36Y79dbL/jFvBBeeU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Mwf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mgMQA&#10;AADeAAAADwAAAGRycy9kb3ducmV2LnhtbERPTWvCQBC9C/0PyxS86aYR1KauYgsFUTyopfQ4zY5J&#10;SHY27K4a/70rCN7m8T5ntuhMI87kfGVZwdswAUGcW11xoeDn8D2YgvABWWNjmRRcycNi/tKbYabt&#10;hXd03odCxBD2GSooQ2gzKX1ekkE/tC1x5I7WGQwRukJqh5cYbhqZJslYGqw4NpTY0ldJeb0/GQV/&#10;pw0ft6P10n2GX9sdfJ3+T2ul+q/d8gNEoC48xQ/3Ssf56SR9h/s78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nZo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mMsskA&#10;AADeAAAADwAAAGRycy9kb3ducmV2LnhtbESPQU/CQBCF7yb+h82YeJOtFQUqCxETEy4mgBzgNnTH&#10;tqE7W3dXqP5652DCbSbz5r33Tee9a9WJQmw8G7gfZKCIS28brgxsP97uxqBiQrbYeiYDPxRhPru+&#10;mmJh/ZnXdNqkSokJxwIN1Cl1hdaxrMlhHPiOWG6fPjhMsoZK24BnMXetzrPsSTtsWBJq7Oi1pvK4&#10;+XYGFpPx4ms15Pff9WFP+93h+JiHzJjbm/7lGVSiPl3E/99LK/Xz0YMACI7MoG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JmMsskAAADeAAAADwAAAAAAAAAAAAAAAACYAgAA&#10;ZHJzL2Rvd25yZXYueG1sUEsFBgAAAAAEAAQA9QAAAI4DAAAAAA==&#10;" fillcolor="black" stroked="f"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ig8QA&#10;AADeAAAADwAAAGRycy9kb3ducmV2LnhtbERPS0sDMRC+C/0PYQRvNtsWtGyblqVQFE/bh3idbqab&#10;xc1kSWK6/nsjCN7m43vOejvaXiTyoXOsYDYtQBA3TnfcKjif9o9LECEia+wdk4JvCrDdTO7WWGp3&#10;4wOlY2xFDuFQogIT41BKGRpDFsPUDcSZuzpvMWboW6k93nK47eW8KJ6kxY5zg8GBdoaaz+OXVZAu&#10;u7papI9kDm++ar2rX94vtVIP92O1AhFpjP/iP/erzvPnz4s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jIo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4/cUA&#10;AADeAAAADwAAAGRycy9kb3ducmV2LnhtbERPTWvCQBC9C/0PyxS81Y0RrE1dRaQt2os2Cu1xyE6z&#10;wexsyG5j9Nd3CwVv83ifM1/2thYdtb5yrGA8SkAQF05XXCo4Hl4fZiB8QNZYOyYFF/KwXNwN5php&#10;d+YP6vJQihjCPkMFJoQmk9IXhiz6kWuII/ftWoshwraUusVzDLe1TJNkKi1WHBsMNrQ2VJzyH6vA&#10;j9cvn+/2+tR9vRne5Vsz3ZdGqeF9v3oGEagPN/G/e6Pj/PRxks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fj9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3749" w:rsidRPr="000E0D80" w:rsidRDefault="00393749" w:rsidP="00393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93749" w:rsidRPr="001869AA" w:rsidRDefault="00393749" w:rsidP="00393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93749" w:rsidRPr="001869AA" w:rsidRDefault="00393749" w:rsidP="00393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93749" w:rsidRPr="001869AA" w:rsidRDefault="00393749" w:rsidP="003937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93749" w:rsidRPr="000E0D80" w:rsidRDefault="00393749" w:rsidP="00393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393749" w:rsidRPr="001869AA" w:rsidRDefault="00393749" w:rsidP="00393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393749" w:rsidRPr="001869AA" w:rsidRDefault="00393749" w:rsidP="0039374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93749" w:rsidRPr="001869AA" w:rsidRDefault="00393749" w:rsidP="00393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393749" w:rsidRPr="001869AA" w:rsidRDefault="00393749" w:rsidP="0039374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93749" w:rsidRPr="001869AA" w:rsidRDefault="00393749" w:rsidP="003937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749" w:rsidRDefault="00393749" w:rsidP="003937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9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BM9q13cXgAABJZBAAOAAAAAAAA&#10;AAAAAAAAAC4CAABkcnMvZTJvRG9jLnhtbFBLAQItABQABgAIAAAAIQDfzpAw4gAAAA0BAAAPAAAA&#10;AAAAAAAAAAAAAMt6AABkcnMvZG93bnJldi54bWxQSwUGAAAAAAQABADzAAAA2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3749" w:rsidRDefault="00393749" w:rsidP="003937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93749" w:rsidRDefault="00393749" w:rsidP="0039374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393749" w:rsidRPr="001869AA" w:rsidRDefault="00393749" w:rsidP="0039374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93749" w:rsidRDefault="00393749" w:rsidP="0039374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393749" w:rsidRPr="001869AA" w:rsidRDefault="00393749" w:rsidP="00393749">
      <w:pPr>
        <w:spacing w:after="0" w:line="240" w:lineRule="auto"/>
        <w:jc w:val="center"/>
        <w:rPr>
          <w:rFonts w:ascii="Times New Roman" w:hAnsi="Times New Roman"/>
        </w:rPr>
      </w:pPr>
    </w:p>
    <w:p w:rsidR="00393749" w:rsidRDefault="00393749" w:rsidP="0039374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393749" w:rsidRPr="002E4653" w:rsidRDefault="00393749" w:rsidP="0039374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393749" w:rsidRPr="008E2C07" w:rsidRDefault="00393749" w:rsidP="0039374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393749" w:rsidRPr="008E2C07" w:rsidRDefault="00393749" w:rsidP="0039374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393749" w:rsidRPr="008E2C07" w:rsidRDefault="00393749" w:rsidP="0039374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393749" w:rsidRPr="008E2C07" w:rsidRDefault="00393749" w:rsidP="0039374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393749" w:rsidRDefault="00393749" w:rsidP="00393749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Мельничука П.В.</w:t>
      </w:r>
    </w:p>
    <w:p w:rsidR="00393749" w:rsidRPr="008E2C07" w:rsidRDefault="00393749" w:rsidP="0039374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393749" w:rsidRPr="008E2C07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Мельничука П.В.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393749" w:rsidRPr="008E2C07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393749" w:rsidRPr="008E2C07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393749" w:rsidRPr="00A80768" w:rsidRDefault="00393749" w:rsidP="0039374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Мельничуку Петру Васильовичу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адресою: </w:t>
      </w:r>
      <w:r w:rsidR="00D42F1B">
        <w:rPr>
          <w:rFonts w:ascii="Times New Roman" w:hAnsi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4151C9">
        <w:rPr>
          <w:rFonts w:ascii="Times New Roman" w:hAnsi="Times New Roman"/>
          <w:sz w:val="24"/>
        </w:rPr>
        <w:t>,  для</w:t>
      </w:r>
      <w:r>
        <w:rPr>
          <w:rFonts w:ascii="Times New Roman" w:hAnsi="Times New Roman"/>
          <w:sz w:val="24"/>
        </w:rPr>
        <w:t xml:space="preserve"> ведення товарного сільськогосподарського виробництва,  ½  частки 4,87  умовних кадастрових гектарах</w:t>
      </w:r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сертифікат на право  на земельну частку (пай) Серія ХМ №0336967, </w:t>
      </w:r>
      <w:r w:rsidRPr="004151C9">
        <w:rPr>
          <w:rFonts w:ascii="Times New Roman" w:hAnsi="Times New Roman"/>
          <w:sz w:val="24"/>
        </w:rPr>
        <w:t xml:space="preserve"> земельна</w:t>
      </w:r>
      <w:r>
        <w:rPr>
          <w:rFonts w:ascii="Times New Roman" w:hAnsi="Times New Roman"/>
          <w:sz w:val="24"/>
        </w:rPr>
        <w:t xml:space="preserve"> ділянка  розташована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ради.</w:t>
      </w:r>
    </w:p>
    <w:p w:rsidR="00393749" w:rsidRPr="001A3C69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Мельничуку П.В.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93749" w:rsidRPr="008E2C07" w:rsidRDefault="00393749" w:rsidP="003937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93749" w:rsidRPr="004151C9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393749" w:rsidRPr="00917C04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3749" w:rsidRPr="00052E82" w:rsidRDefault="00393749" w:rsidP="003937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3749" w:rsidRPr="00917C04" w:rsidRDefault="00393749" w:rsidP="003937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803281" w:rsidRDefault="00803281"/>
    <w:sectPr w:rsidR="008032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49"/>
    <w:rsid w:val="00171A2E"/>
    <w:rsid w:val="00304C90"/>
    <w:rsid w:val="00393749"/>
    <w:rsid w:val="00505B6D"/>
    <w:rsid w:val="006D3977"/>
    <w:rsid w:val="007D6C18"/>
    <w:rsid w:val="00803281"/>
    <w:rsid w:val="00D1641A"/>
    <w:rsid w:val="00D4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4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4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254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2020-11-17T16:33:00Z</dcterms:created>
  <dcterms:modified xsi:type="dcterms:W3CDTF">2020-11-18T07:12:00Z</dcterms:modified>
</cp:coreProperties>
</file>