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CBD" w:rsidRPr="00B623A8" w:rsidRDefault="00555CBD" w:rsidP="00555CB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CBD" w:rsidRDefault="00555CBD" w:rsidP="00555C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5CBD" w:rsidRDefault="00555CBD" w:rsidP="00555C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5CBD" w:rsidRDefault="00555CBD" w:rsidP="00555CB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CBD" w:rsidRDefault="00555CBD" w:rsidP="00555C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55CBD" w:rsidRDefault="00555CBD" w:rsidP="00555C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5CBD" w:rsidRDefault="00555CBD" w:rsidP="00555C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555CBD" w:rsidRPr="008E2C07" w:rsidRDefault="00555CBD" w:rsidP="00555CBD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Гамолюк</w:t>
      </w:r>
      <w:proofErr w:type="spellEnd"/>
      <w:r>
        <w:rPr>
          <w:rFonts w:ascii="Times New Roman" w:hAnsi="Times New Roman"/>
          <w:b/>
          <w:sz w:val="24"/>
        </w:rPr>
        <w:t xml:space="preserve"> А.А.</w:t>
      </w: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А.А.,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555CBD" w:rsidRDefault="00555CBD" w:rsidP="00555CBD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</w:rPr>
      </w:pP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869B5">
        <w:rPr>
          <w:rFonts w:ascii="Times New Roman" w:hAnsi="Times New Roman"/>
          <w:sz w:val="24"/>
          <w:lang w:val="uk-UA"/>
        </w:rPr>
        <w:t>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0,36</w:t>
      </w:r>
      <w:r w:rsidRPr="008E2C07">
        <w:rPr>
          <w:rFonts w:ascii="Times New Roman" w:hAnsi="Times New Roman"/>
          <w:sz w:val="24"/>
        </w:rPr>
        <w:t xml:space="preserve">00га,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коїсільської</w:t>
      </w:r>
      <w:proofErr w:type="spellEnd"/>
      <w:r>
        <w:rPr>
          <w:rFonts w:ascii="Times New Roman" w:hAnsi="Times New Roman"/>
          <w:sz w:val="24"/>
        </w:rPr>
        <w:t xml:space="preserve"> ради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Л</w:t>
      </w:r>
      <w:proofErr w:type="gramEnd"/>
      <w:r>
        <w:rPr>
          <w:rFonts w:ascii="Times New Roman" w:hAnsi="Times New Roman"/>
          <w:sz w:val="24"/>
        </w:rPr>
        <w:t>исиче</w:t>
      </w:r>
      <w:proofErr w:type="spellEnd"/>
      <w:r>
        <w:rPr>
          <w:rFonts w:ascii="Times New Roman" w:hAnsi="Times New Roman"/>
          <w:sz w:val="24"/>
        </w:rPr>
        <w:t>.</w:t>
      </w: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В.А.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555CBD" w:rsidRPr="008E2C07" w:rsidRDefault="00555CBD" w:rsidP="00555CB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55CBD" w:rsidRPr="008E2C07" w:rsidRDefault="00555CBD" w:rsidP="00555CB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555CBD" w:rsidRPr="008E2C07" w:rsidRDefault="00555CBD" w:rsidP="00555CBD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555CBD" w:rsidRDefault="00555CBD" w:rsidP="00555C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215BD1" w:rsidRDefault="00215BD1"/>
    <w:sectPr w:rsidR="00215B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BD"/>
    <w:rsid w:val="00171A2E"/>
    <w:rsid w:val="00215BD1"/>
    <w:rsid w:val="00304C90"/>
    <w:rsid w:val="00505B6D"/>
    <w:rsid w:val="00555CBD"/>
    <w:rsid w:val="006D3977"/>
    <w:rsid w:val="007D6C18"/>
    <w:rsid w:val="00D1641A"/>
    <w:rsid w:val="00E86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55CB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55C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55CB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55CB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55C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55CBD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11</TotalTime>
  <Pages>1</Pages>
  <Words>224</Words>
  <Characters>1277</Characters>
  <Application>Microsoft Office Word</Application>
  <DocSecurity>0</DocSecurity>
  <Lines>10</Lines>
  <Paragraphs>2</Paragraphs>
  <ScaleCrop>false</ScaleCrop>
  <Company>Microsoft</Company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2020-10-10T15:59:00Z</dcterms:created>
  <dcterms:modified xsi:type="dcterms:W3CDTF">2020-10-10T16:31:00Z</dcterms:modified>
</cp:coreProperties>
</file>