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2B" w:rsidRDefault="00394B2B" w:rsidP="00394B2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94B2B" w:rsidRPr="00B513E2" w:rsidRDefault="00394B2B" w:rsidP="00394B2B">
      <w:pPr>
        <w:rPr>
          <w:rFonts w:ascii="Times New Roman" w:hAnsi="Times New Roman" w:cs="Times New Roman"/>
          <w:color w:val="FF0000"/>
        </w:rPr>
      </w:pPr>
    </w:p>
    <w:p w:rsidR="00394B2B" w:rsidRPr="00B513E2" w:rsidRDefault="00394B2B" w:rsidP="00394B2B">
      <w:pPr>
        <w:rPr>
          <w:rFonts w:ascii="Times New Roman" w:hAnsi="Times New Roman" w:cs="Times New Roman"/>
          <w:color w:val="FF0000"/>
        </w:rPr>
      </w:pPr>
      <w:r w:rsidRPr="00B513E2">
        <w:rPr>
          <w:noProof/>
          <w:color w:val="FF000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9A9BFC" wp14:editId="7D5ED6A7">
                <wp:simplePos x="0" y="0"/>
                <wp:positionH relativeFrom="margin">
                  <wp:posOffset>2830830</wp:posOffset>
                </wp:positionH>
                <wp:positionV relativeFrom="paragraph">
                  <wp:posOffset>276225</wp:posOffset>
                </wp:positionV>
                <wp:extent cx="410210" cy="635635"/>
                <wp:effectExtent l="0" t="0" r="8890" b="0"/>
                <wp:wrapNone/>
                <wp:docPr id="15912" name="Группа 15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B2B" w:rsidRDefault="00394B2B" w:rsidP="00394B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12" o:spid="_x0000_s1026" style="position:absolute;margin-left:222.9pt;margin-top:21.75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O1I8MA&#10;AADeAAAADwAAAGRycy9kb3ducmV2LnhtbERPS4vCMBC+C/6HMMLe1lSLu1qNIrIrHoTFR+9DM31g&#10;MylNVuu/N4LgbT6+5yxWnanFlVpXWVYwGkYgiDOrKy4UnE+/n1MQziNrrC2Tgjs5WC37vQUm2t74&#10;QNejL0QIYZeggtL7JpHSZSUZdEPbEAcut61BH2BbSN3iLYSbWo6j6EsarDg0lNjQpqTscvw3Cmy8&#10;3e3TYnyIf/jb8/pvmqfdXqmPQbeeg/DU+bf45d7pMH8yG8X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O1I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6f9McA&#10;AADeAAAADwAAAGRycy9kb3ducmV2LnhtbERPTWsCMRC9F/ofwhR6kZpVWqtbo4iwtvZQUAu9Dpvp&#10;ZtvNZElSXf31RhB6m8f7nOm8s43Ykw+1YwWDfgaCuHS65krB5654GIMIEVlj45gUHCnAfHZ7M8Vc&#10;uwNvaL+NlUghHHJUYGJscylDachi6LuWOHHfzluMCfpKao+HFG4bOcyykbRYc2ow2NLSUPm7/bMK&#10;fooP87V8Pq18b7KhU694f23WI6Xu77rFC4hIXfwXX91vOs1/mgwe4fJOukH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+n/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GebscA&#10;AADeAAAADwAAAGRycy9kb3ducmV2LnhtbESPzWrDMBCE74W8g9hCLiWRk+LSOJFNCE0pvoT8PMBi&#10;bSxTa2UsNXbePioUettlZueb3RSjbcWNet84VrCYJyCIK6cbrhVczvvZOwgfkDW2jknBnTwU+eRp&#10;g5l2Ax/pdgq1iCHsM1RgQugyKX1lyKKfu444alfXWwxx7WupexxiuG3lMknepMWGI8FgRztD1ffp&#10;x0bI4RUP5XU47z9HHPCjNPyyPSo1fR63axCBxvBv/rv+0rF+ulqk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hnm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cVI8UA&#10;AADeAAAADwAAAGRycy9kb3ducmV2LnhtbERPTUsDMRC9C/0PYQrebLbFrro2LaVVEKEHqyDehs10&#10;d3EzCcnYXf+9EQRv83ifs9qMrldniqnzbGA+K0AR19523Bh4e328ugWVBNli75kMfFOCzXpyscLK&#10;+oFf6HyURuUQThUaaEVCpXWqW3KYZj4QZ+7ko0PJMDbaRhxyuOv1oihK7bDj3NBioF1L9efxyxk4&#10;DA/h+aZcnsJHvF7otLfyvhNjLqfj9h6U0Cj/4j/3k83zl3f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xU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+lgsUA&#10;AADeAAAADwAAAGRycy9kb3ducmV2LnhtbESP3YrCMBCF74V9hzDC3sia6qKr1Sgiq4g34s8DDM3Y&#10;FJtJabK2+/ZGELyb4Zw535n5srWluFPtC8cKBv0EBHHmdMG5gst58zUB4QOyxtIxKfgnD8vFR2eO&#10;qXYNH+l+CrmIIexTVGBCqFIpfWbIou+7ijhqV1dbDHGtc6lrbGK4LeUwScbSYsGRYLCitaHsdvqz&#10;EXL4xsP+2pw32xYb/N0b7q2OSn1229UMRKA2vM2v652O9UfTwQ8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6W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kyscA&#10;AADeAAAADwAAAGRycy9kb3ducmV2LnhtbESPQUsDQQyF74L/YYjgzc622Kprp0WqgggerIJ4Czvp&#10;7uJOZpiJ3fXfm4PgLeG9vPdlvZ3CYI6USx/ZwXxWgSFuou+5dfD+9nhxDaYIsschMjn4oQLbzenJ&#10;GmsfR36l415aoyFcanTQiaTa2tJ0FLDMYiJW7RBzQNE1t9ZnHDU8DHZRVSsbsGdt6DDRrqPma/8d&#10;HLyMD+n5arU8pM98ubDl3svHTpw7P5vubsEITfJv/rt+8oq/vJkr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kJM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2cuMUA&#10;AADeAAAADwAAAGRycy9kb3ducmV2LnhtbERP32vCMBB+F/Y/hBvsZWjqhjI7o6gQJkyQqeDr0Zxt&#10;WXMpSWa7/94MBr7dx/fz5sveNuJKPtSOFYxHGQjiwpmaSwWnox6+gQgR2WDjmBT8UoDl4mEwx9y4&#10;jr/oeoilSCEcclRQxdjmUoaiIoth5FrixF2ctxgT9KU0HrsUbhv5kmVTabHm1FBhS5uKiu/Dj1Ww&#10;3nflq38u1r37vHycJ1obvdNKPT32q3cQkfp4F/+7tybNn8zGM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Zy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1Z8YA&#10;AADeAAAADwAAAGRycy9kb3ducmV2LnhtbESPQWvDMAyF74P+B6NBb6uzsI42q1tKR2CMXdbtB4hY&#10;jbPGcrDdNP3302Gwm4Se3nvfZjf5Xo0UUxfYwOOiAEXcBNtxa+D7q35YgUoZ2WIfmAzcKMFuO7vb&#10;YGXDlT9pPOZWiQmnCg24nIdK69Q48pgWYSCW2ylEj1nW2Gob8SrmvtdlUTxrjx1LgsOBDo6a8/Hi&#10;DdTv5cd4vthYh/305Gnpflavzpj5/bR/AZVpyv/iv+83K/WX61I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u1Z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daA8UA&#10;AADeAAAADwAAAGRycy9kb3ducmV2LnhtbERP32vCMBB+H/g/hBvsRWaq4tiqUXQQJiiMuYGvR3O2&#10;Zc2lJJmt/70RhL3dx/fzFqveNuJMPtSOFYxHGQjiwpmaSwU/3/r5FUSIyAYbx6TgQgFWy8HDAnPj&#10;Ov6i8yGWIoVwyFFBFWObSxmKiiyGkWuJE3dy3mJM0JfSeOxSuG3kJMtepMWaU0OFLb1XVPwe/qyC&#10;zWdXTv2w2PRud/o4zrQ2eq+Venrs13MQkfr4L767tybNn71Nx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91o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WOi8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YtVnsP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Y6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e1+MIA&#10;AADeAAAADwAAAGRycy9kb3ducmV2LnhtbERPzWrCQBC+F/oOywje6iZqpEbXUISIHhv7AEN2TILZ&#10;2TS7TeLbu4VCb/Px/c4+m0wrBupdY1lBvIhAEJdWN1wp+Lrmb+8gnEfW2FomBQ9ykB1eX/aYajvy&#10;Jw2Fr0QIYZeigtr7LpXSlTUZdAvbEQfuZnuDPsC+krrHMYSbVi6jaCMNNhwaauzoWFN5L36MgvVj&#10;PH0XyT3KtaH4suou7MtEqfls+tiB8DT5f/Gf+6zD/GS7XMH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7X4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7I8MA&#10;AADeAAAADwAAAGRycy9kb3ducmV2LnhtbERPS4vCMBC+C/sfwix403TLKrYaRVYU8aT1cR6asS3b&#10;TEoTtf57s7DgbT6+58wWnanFnVpXWVbwNYxAEOdWV1woOB3XgwkI55E11pZJwZMcLOYfvRmm2j74&#10;QPfMFyKEsEtRQel9k0rp8pIMuqFtiAN3ta1BH2BbSN3iI4SbWsZRNJYGKw4NJTb0U1L+m92Mgtv4&#10;Ep/4utP7bPXcJKv10slzoVT/s1tOQXjq/Fv8797qMH+UxN/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w7I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8upcYA&#10;AADeAAAADwAAAGRycy9kb3ducmV2LnhtbERPTWvCQBC9C/6HZYTedFNbg0ZX0UKh7cFQtYfexuw0&#10;iWZnY3ar6b93BaG3ebzPmS1aU4kzNa60rOBxEIEgzqwuOVew2772xyCcR9ZYWSYFf+RgMe92Zpho&#10;e+FPOm98LkIIuwQVFN7XiZQuK8igG9iaOHA/tjHoA2xyqRu8hHBTyWEUxdJgyaGhwJpeCsqOm1+j&#10;4Csdx5N09f58+Fjv8cno07cuY6Ueeu1yCsJT6//Fd/ebDvNHk+EIbu+EG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8up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QnRsUA&#10;AADeAAAADwAAAGRycy9kb3ducmV2LnhtbERPTWvCQBC9C/6HZQRvumlsg8ZspFqq0pO1gtchO01C&#10;s7Mhu9XYX98VCr3N431OtupNIy7UudqygodpBIK4sLrmUsHp43UyB+E8ssbGMim4kYNVPhxkmGp7&#10;5Xe6HH0pQgi7FBVU3replK6oyKCb2pY4cJ+2M+gD7EqpO7yGcNPIOIoSabDm0FBhS5uKiq/jt1Hw&#10;k5zx4Hbx+mWmPd0e51v7dtgqNR71z0sQnnr/L/5z73WY/7SIE7i/E26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Cd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Hrc8MA&#10;AADeAAAADwAAAGRycy9kb3ducmV2LnhtbERPzWrCQBC+F3yHZQRvzcagrUZXKUXBW2v0AYbsuAlm&#10;Z2N21ejTdwuF3ubj+53lureNuFHna8cKxkkKgrh0umaj4HjYvs5A+ICssXFMCh7kYb0avCwx1+7O&#10;e7oVwYgYwj5HBVUIbS6lLyuy6BPXEkfu5DqLIcLOSN3hPYbbRmZp+iYt1hwbKmzps6LyXFytgovL&#10;provNvh13sy/a2Mml+d+otRo2H8sQATqw7/4z73Tcf50nr3D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Hrc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IZ6sYA&#10;AADeAAAADwAAAGRycy9kb3ducmV2LnhtbESPT2/CMAzF70h8h8hIu0EKE/86AtqQJnGF7cDRS0zb&#10;rXFKE6Dbp58PSNxsvef3fl5tOl+rK7WxCmxgPMpAEdvgKi4MfH68DxegYkJ2WAcmA78UYbPu91aY&#10;u3DjPV0PqVASwjFHA2VKTa51tCV5jKPQEIt2Cq3HJGtbaNfiTcJ9rSdZNtMeK5aGEhvalmR/Dhdv&#10;YFd90XRmT0u/eLP74985Pc+/nTFPg+71BVSiLj3M9+udE/zpciK88o7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IZ6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FpsUA&#10;AADeAAAADwAAAGRycy9kb3ducmV2LnhtbERP0WrCQBB8F/oPxxZ800sDFhM9RQuFSlWoLfZ1yW1z&#10;wdxeyJ0x/r0nCH2b3dmZ2Zkve1uLjlpfOVbwMk5AEBdOV1wq+Pl+H01B+ICssXZMCq7kYbl4Gswx&#10;1+7CX9QdQimiCfscFZgQmlxKXxiy6MeuIY7cn2sthji2pdQtXqK5rWWaJK/SYsUxwWBDb4aK0+Fs&#10;FXS4vya/Zr3LNtW2SPfr46eOezV87lczEIH68H/8UH/o+P4kSzO414kY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0W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lfMYA&#10;AADeAAAADwAAAGRycy9kb3ducmV2LnhtbESPQU/DMAyF70j8h8hIu7GUTqDRLZsQ0hBH6Hbg6DVe&#10;09HEVRLWwq/HByRutvz83vvW28n36kIxdRwM3M0LUBQatl1oDRz2u9slqJQxWOw5kIFvSrDdXF+t&#10;sbI8hne61LlVYhJShQZczkOldWoceUxzHijI7cTRY5Y1ttpGHMXc97osigftsQuS4HCgZ0fNZ/3l&#10;DYwvzfFcnj6s+4kD7+o3Ppc9GzO7mZ5WoDJN+V/89/1qpf7940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Gl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Q8MYA&#10;AADeAAAADwAAAGRycy9kb3ducmV2LnhtbERP22oCMRB9L/gPYQTfalalVVejeKkgYhFtfZ9uprvb&#10;JpNlk+r6941Q6NscznWm88YacaHal44V9LoJCOLM6ZJzBe9vm8cRCB+QNRrHpOBGHuaz1sMUU+2u&#10;fKTLKeQihrBPUUERQpVK6bOCLPquq4gj9+lqiyHCOpe6xmsMt0b2k+RZWiw5NhRY0aqg7Pv0YxVs&#10;Dmvz1X89Ls4yrF6GH2a0W673SnXazWICIlAT/sV/7q2O85/Ggx7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UQ8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TE8YA&#10;AADeAAAADwAAAGRycy9kb3ducmV2LnhtbERP32vCMBB+H/g/hBvsZWg6xVGrUWQwVHCwVcHXs7m1&#10;xeZSkqx2/70RBnu7j+/nLVa9aURHzteWFbyMEhDEhdU1lwqOh/dhCsIHZI2NZVLwSx5Wy8HDAjNt&#10;r/xFXR5KEUPYZ6igCqHNpPRFRQb9yLbEkfu2zmCI0JVSO7zGcNPIcZK8SoM1x4YKW3qrqLjkP0ZB&#10;97k/l9vOt7tL+uynk/Nm86FPSj099us5iEB9+Bf/ubc6zp/OJmO4vxNv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FTE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GIlcYA&#10;AADeAAAADwAAAGRycy9kb3ducmV2LnhtbERPS2sCMRC+C/0PYQreNKtW0dUoKhR6KdTHQW/jZtxd&#10;3EzWJNVtf30jFLzNx/ec2aIxlbiR86VlBb1uAoI4s7rkXMF+994Zg/ABWWNlmRT8kIfF/KU1w1Tb&#10;O2/otg25iCHsU1RQhFCnUvqsIIO+a2viyJ2tMxgidLnUDu8x3FSynyQjabDk2FBgTeuCssv22yhY&#10;Tcar69cbf/5uTkc6Hk6XYd8lSrVfm+UURKAmPMX/7g8d5w8ngwE83o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GIlcYAAADeAAAADwAAAAAAAAAAAAAAAACYAgAAZHJz&#10;L2Rvd25yZXYueG1sUEsFBgAAAAAEAAQA9QAAAIsDAAAAAA==&#10;" fillcolor="black" stroked="f"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se4ccA&#10;AADeAAAADwAAAGRycy9kb3ducmV2LnhtbERPS2sCMRC+F/ofwhS81Wytiq5GqdWCUD34OHgcN+Nu&#10;2M1k2aS69dc3hUJv8/E9ZzpvbSWu1HjjWMFLNwFBnDltOFdwPHw8j0D4gKyxckwKvsnDfPb4MMVU&#10;uxvv6LoPuYgh7FNUUIRQp1L6rCCLvutq4shdXGMxRNjkUjd4i+G2kr0kGUqLhmNDgTW9F5SV+y+r&#10;4PQ5NKOdod55c1+s9GZQLrbLUqnOU/s2ARGoDf/iP/dax/mD8Wsfft+JN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7HuH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XWSMQA&#10;AADeAAAADwAAAGRycy9kb3ducmV2LnhtbERPTWsCMRC9C/6HMEJvmq1FsVujiKXUiwdtS6/DZrrZ&#10;7mayTaKu/nojCL3N433OfNnZRhzJh8qxgsdRBoK4cLriUsHnx9twBiJEZI2NY1JwpgDLRb83x1y7&#10;E+/ouI+lSCEcclRgYmxzKUNhyGIYuZY4cT/OW4wJ+lJqj6cUbhs5zrKptFhxajDY0tpQUe8PVoFf&#10;fb/WFz581dllew7vv93fDI1SD4Nu9QIiUhf/xXf3Rqf5k+en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l1k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b+dMQA&#10;AADeAAAADwAAAGRycy9kb3ducmV2LnhtbERP22oCMRB9L/QfwhT6UmpWpbauRhGhICiC1g+Ybqa7&#10;i8lk2Yy69usboeDbHM51pvPOO3WmNtaBDfR7GSjiItiaSwOHr8/XD1BRkC26wGTgShHms8eHKeY2&#10;XHhH572UKoVwzNFAJdLkWseiIo+xFxrixP2E1qMk2JbatnhJ4d7pQZaNtMeaU0OFDS0rKo77kzfg&#10;Bt9uvH6PG7ke9Cb79bJ72Vpjnp+6xQSUUCd38b97ZdP8t/FwBLd30g1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/n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atcUA&#10;AADeAAAADwAAAGRycy9kb3ducmV2LnhtbERPTU8CMRC9m/gfmjHxJl0xIiwUohKSvXhggXAdtsN2&#10;YzvdbCus/HpqQuJtXt7nzBa9s+JEXWg8K3geZCCIK68brhVsN6unMYgQkTVaz6TglwIs5vd3M8y1&#10;P/OaTmWsRQrhkKMCE2ObSxkqQw7DwLfEiTv6zmFMsKul7vCcwp2VwywbSYcNpwaDLX0aqr7LH6dg&#10;WbZ2uC3MR9jvvg4HW1xWtF8q9fjQv09BROrjv/jmLnSa/zp5eYO/d9IN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hq1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A88ccA&#10;AADeAAAADwAAAGRycy9kb3ducmV2LnhtbESPT0/DMAzF70h8h8hIu7EE0DZWlk1oYtIkTuzPgZuV&#10;eG2hcaomW7tvPx+QuNl6z+/9vFgNoVEX6lId2cLT2IAidtHXXFo47DePr6BSRvbYRCYLV0qwWt7f&#10;LbDwsecvuuxyqSSEU4EWqpzbQuvkKgqYxrElFu0Uu4BZ1q7UvsNewkOjn42Z6oA1S0OFLa0rcr+7&#10;c7Dws9Gf0Rl0x8Ox3/rZ98eUGmPt6GF4fwOVacj/5r/rrRf8yfxFeOUdmUEv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APPHHAAAA3gAAAA8AAAAAAAAAAAAAAAAAmAIAAGRy&#10;cy9kb3ducmV2LnhtbFBLBQYAAAAABAAEAPUAAACM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qDcQA&#10;AADeAAAADwAAAGRycy9kb3ducmV2LnhtbERPTYvCMBC9C/6HMMLeNFXZRatRVFhYVjysingcm7Et&#10;bSYlidr990ZY2Ns83ufMl62pxZ2cLy0rGA4SEMSZ1SXnCo6Hz/4EhA/IGmvLpOCXPCwX3c4cU20f&#10;/EP3fchFDGGfooIihCaV0mcFGfQD2xBH7mqdwRChy6V2+IjhppajJPmQBkuODQU2tCkoq/Y3o+B8&#10;2/J1N/5euXU42fbgq9FlUin11mtXMxCB2vAv/nN/6Tj/fTqewuude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kag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ln8gA&#10;AADeAAAADwAAAGRycy9kb3ducmV2LnhtbESPQW/CMAyF75P2HyJP2m2kIEBQCGhMmrTLpMF2gJtp&#10;TFvROF2SQeHXzwckbrb8/N775svONepEIdaeDfR7GSjiwtuaSwM/3+8vE1AxIVtsPJOBC0VYLh4f&#10;5phbf+Y1nTapVGLCMUcDVUptrnUsKnIYe74lltvBB4dJ1lBqG/As5q7Rgywba4c1S0KFLb1VVBw3&#10;f87AajpZ/X4N+fO63u9ot90fR4OQGfP81L3OQCXq0l18+/6wUn80HQqA4MgMevE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xWWfyAAAAN4AAAAPAAAAAAAAAAAAAAAAAJgCAABk&#10;cnMvZG93bnJldi54bWxQSwUGAAAAAAQABAD1AAAAjQMAAAAA&#10;" fillcolor="black" stroked="f"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LrsQA&#10;AADeAAAADwAAAGRycy9kb3ducmV2LnhtbERPS0sDMRC+C/0PYQrebLa+0LVpWQqieNpWS6/TzXSz&#10;dDNZkpiu/94IQm/z8T1nsRptLxL50DlWMJ8VIIgbpztuFXx9vt48gQgRWWPvmBT8UIDVcnK1wFK7&#10;M28obWMrcgiHEhWYGIdSytAYshhmbiDO3NF5izFD30rt8ZzDbS9vi+JRWuw4NxgcaG2oOW2/rYJ0&#10;WNfVXdons/nwVetd/bY71EpdT8fqBUSkMV7E/+53nec/PN/P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/y6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R0MUA&#10;AADeAAAADwAAAGRycy9kb3ducmV2LnhtbERPTWvCQBC9C/0PyxS81Y2iUlNXKaJFvWjTQnscstNs&#10;aHY2ZLcx+utdoeBtHu9z5svOVqKlxpeOFQwHCQji3OmSCwWfH5unZxA+IGusHJOCM3lYLh56c0y1&#10;O/E7tVkoRAxhn6ICE0KdSulzQxb9wNXEkftxjcUQYVNI3eAphttKjpJkKi2WHBsM1rQylP9mf1aB&#10;H67WX3t7mbXfb4YP2c5Mj4VRqv/Yvb6ACNSFu/jfvdVx/mQ2HsH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RH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4B2B" w:rsidRDefault="00394B2B" w:rsidP="00394B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4B2B" w:rsidRPr="00B513E2" w:rsidRDefault="00394B2B" w:rsidP="00394B2B">
      <w:pPr>
        <w:rPr>
          <w:rFonts w:ascii="Times New Roman" w:hAnsi="Times New Roman" w:cs="Times New Roman"/>
          <w:color w:val="FF0000"/>
        </w:rPr>
      </w:pPr>
    </w:p>
    <w:p w:rsidR="00394B2B" w:rsidRPr="00B513E2" w:rsidRDefault="00394B2B" w:rsidP="00394B2B">
      <w:pPr>
        <w:rPr>
          <w:rFonts w:ascii="Times New Roman" w:hAnsi="Times New Roman" w:cs="Times New Roman"/>
          <w:color w:val="FF0000"/>
        </w:rPr>
      </w:pPr>
    </w:p>
    <w:p w:rsidR="00394B2B" w:rsidRPr="00B513E2" w:rsidRDefault="00394B2B" w:rsidP="00394B2B">
      <w:pPr>
        <w:rPr>
          <w:rFonts w:ascii="Times New Roman" w:hAnsi="Times New Roman" w:cs="Times New Roman"/>
          <w:color w:val="FF0000"/>
        </w:rPr>
      </w:pP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УКРАЇНА</w:t>
      </w:r>
    </w:p>
    <w:p w:rsidR="00394B2B" w:rsidRPr="00A34B9C" w:rsidRDefault="00394B2B" w:rsidP="00394B2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КРУПЕЦЬКА СІЛЬСЬКА РАДА</w:t>
      </w: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СЛАВУТСЬКОГО РАЙОНУ</w:t>
      </w: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ХМЕЛЬНИЦЬКОЇ ОБЛАСТІ</w:t>
      </w: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 xml:space="preserve"> РІШЕННЯ</w:t>
      </w: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394B2B" w:rsidRPr="00A34B9C" w:rsidRDefault="00394B2B" w:rsidP="00394B2B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>ХІІ</w:t>
      </w:r>
      <w:r w:rsidRPr="00A34B9C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I</w:t>
      </w: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сесії сільської ради  </w:t>
      </w:r>
      <w:r w:rsidRPr="00A34B9C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V</w:t>
      </w: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>ІІІ скликання</w:t>
      </w:r>
    </w:p>
    <w:p w:rsidR="00394B2B" w:rsidRPr="00A34B9C" w:rsidRDefault="00394B2B" w:rsidP="00394B2B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</w:p>
    <w:p w:rsidR="00394B2B" w:rsidRPr="00A34B9C" w:rsidRDefault="00394B2B" w:rsidP="00394B2B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394B2B" w:rsidRPr="00A34B9C" w:rsidRDefault="00394B2B" w:rsidP="00394B2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4B2B" w:rsidRPr="00A34B9C" w:rsidRDefault="00394B2B" w:rsidP="00394B2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надання дозволу на розробку 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проєкту  із землеустрою  щодо 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 земельної  ділянки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Іванюку О.В.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</w:t>
      </w:r>
      <w:r>
        <w:rPr>
          <w:rFonts w:ascii="Times New Roman" w:eastAsia="Calibri" w:hAnsi="Times New Roman" w:cs="Times New Roman"/>
          <w:sz w:val="24"/>
          <w:lang w:val="ru-RU" w:eastAsia="en-US"/>
        </w:rPr>
        <w:t>янувши   заяву   Іванюка О.В</w:t>
      </w: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.  сільська рада 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94B2B" w:rsidRPr="00A34B9C" w:rsidRDefault="00394B2B" w:rsidP="00394B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94B2B" w:rsidRPr="00A24E82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Іванюку Олександру Володимировичу</w:t>
      </w:r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, який зареєстрований за адресою: </w:t>
      </w:r>
      <w:r w:rsidR="00CF2A2E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A34B9C">
        <w:rPr>
          <w:rFonts w:ascii="Times New Roman" w:eastAsia="Calibri" w:hAnsi="Times New Roman" w:cs="Times New Roman"/>
          <w:sz w:val="24"/>
          <w:lang w:eastAsia="en-US"/>
        </w:rPr>
        <w:t>,</w:t>
      </w:r>
      <w:r w:rsidR="00CF2A2E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у наданні дозволу </w:t>
      </w:r>
      <w:r w:rsidRPr="00A34B9C">
        <w:rPr>
          <w:rFonts w:ascii="Times New Roman" w:eastAsia="Calibri" w:hAnsi="Times New Roman" w:cs="Times New Roman"/>
          <w:sz w:val="24"/>
          <w:lang w:eastAsia="en-US"/>
        </w:rPr>
        <w:t>на розробку проєкту із землеустрою щодо відведення земельної ділянки для передачі її у власність, орієнтовною площею 0,2500 га,  для будівництва і обслуговування господарських будівель та споруд (присадибна ділянка),   яка розташована в Хмельницька область,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Шепетівський район,  с.Колом</w:t>
      </w:r>
      <w:r w:rsidRPr="00A24E82">
        <w:rPr>
          <w:rFonts w:ascii="Times New Roman" w:eastAsia="Calibri" w:hAnsi="Times New Roman" w:cs="Times New Roman"/>
          <w:sz w:val="24"/>
          <w:lang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є.</w:t>
      </w:r>
    </w:p>
    <w:p w:rsidR="00394B2B" w:rsidRPr="00A34B9C" w:rsidRDefault="00394B2B" w:rsidP="00394B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94B2B" w:rsidRPr="00A34B9C" w:rsidRDefault="00394B2B" w:rsidP="00394B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94B2B" w:rsidRPr="00A34B9C" w:rsidRDefault="00394B2B" w:rsidP="00394B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94B2B" w:rsidRPr="00394B2B" w:rsidRDefault="00394B2B" w:rsidP="00394B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9F05EB" w:rsidRPr="00394B2B" w:rsidRDefault="00394B2B" w:rsidP="00394B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Валерій   МИХАЛЮК</w:t>
      </w:r>
    </w:p>
    <w:sectPr w:rsidR="009F05EB" w:rsidRPr="00394B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2B"/>
    <w:rsid w:val="00394B2B"/>
    <w:rsid w:val="009F05EB"/>
    <w:rsid w:val="00C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215</Words>
  <Characters>1229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2021-07-19T06:04:00Z</dcterms:created>
  <dcterms:modified xsi:type="dcterms:W3CDTF">2021-07-19T06:39:00Z</dcterms:modified>
</cp:coreProperties>
</file>