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9C" w:rsidRPr="0066767B" w:rsidRDefault="001C629C" w:rsidP="001C629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C629C" w:rsidRPr="0066767B" w:rsidRDefault="001C629C" w:rsidP="001C6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C629C" w:rsidRPr="0066767B" w:rsidRDefault="001C629C" w:rsidP="001C6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69E16D" wp14:editId="25F9C6F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801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8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29C" w:rsidRDefault="001C629C" w:rsidP="001C6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1csMA&#10;AADeAAAADwAAAGRycy9kb3ducmV2LnhtbERPTWvCQBC9F/wPywi91Y0J2BBdRURLDkIxrfchOybB&#10;7GzIrkn677tCobd5vM/Z7CbTioF611hWsFxEIIhLqxuuFHx/nd5SEM4ja2wtk4IfcrDbzl42mGk7&#10;8oWGwlcihLDLUEHtfZdJ6cqaDLqF7YgDd7O9QR9gX0nd4xjCTSvjKFpJgw2Hhho7OtRU3ouHUWCT&#10;j/x8reJLcuR3z/vP9Hadzkq9zqf9GoSnyf+L/9y5DvOXaRTD851wg9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L1c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iSsYA&#10;AADeAAAADwAAAGRycy9kb3ducmV2LnhtbERPTWsCMRC9F/ofwhR6kZq1gtWtUURYrR4KWqHXYTPd&#10;bN1MliTq1l/fFITe5vE+ZzrvbCPO5EPtWMGgn4EgLp2uuVJw+CiexiBCRNbYOCYFPxRgPru/m2Ku&#10;3YV3dN7HSqQQDjkqMDG2uZShNGQx9F1LnLgv5y3GBH0ltcdLCreNfM6ykbRYc2ow2NLSUHncn6yC&#10;7+LdfC5frivfm+zo2iu262YzUurxoVu8gojUxX/xzf2m0/zBOBvC3zvpBj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riS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DeP8YA&#10;AADeAAAADwAAAGRycy9kb3ducmV2LnhtbESPwWrDMBBE74H+g9hCL6GW3ZQQnCghlKaEXIKdfsBi&#10;rS0Ta2Us1Xb/vioUettlZufN7g6z7cRIg28dK8iSFARx5XTLjYLP2+l5A8IHZI2dY1LwTR4O+4fF&#10;DnPtJi5oLEMjYgj7HBWYEPpcSl8ZsugT1xNHrXaDxRDXoZF6wCmG206+pOlaWmw5Egz29Gaoupdf&#10;NkKuK7xe6ul2+phxwveL4eWxUOrpcT5uQQSaw7/57/qsY/1sk77C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DeP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hunsQA&#10;AADeAAAADwAAAGRycy9kb3ducmV2LnhtbERPS0sDMRC+C/0PYQRvNttiH2ybllIVRPDQVpDehs10&#10;d3EzCcnYXf+9EQRv8/E9Z70dXKeuFFPr2cBkXIAirrxtuTbwfnq+X4JKgmyx80wGvinBdjO6WWNp&#10;fc8Huh6lVjmEU4kGGpFQap2qhhymsQ/Embv46FAyjLW2Efsc7jo9LYq5dthybmgw0L6h6vP45Qy8&#10;9U/hdTGfXcI5Pkx1erTysRdj7m6H3QqU0CD/4j/3i83zJ8tiBr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4bp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7l08YA&#10;AADeAAAADwAAAGRycy9kb3ducmV2LnhtbESP3WrCQBCF7wu+wzKCN0U3thAkuopILSU3wZ8HGLJj&#10;NpidDdltEt++WxC8m+GcOd+ZzW60jeip87VjBctFAoK4dLrmSsH1cpyvQPiArLFxTAoe5GG3nbxt&#10;MNNu4BP151CJGMI+QwUmhDaT0peGLPqFa4mjdnOdxRDXrpK6wyGG20Z+JEkqLdYcCQZbOhgq7+df&#10;GyHFJxb5bbgcv0cc8Cs3/L4/KTWbjvs1iEBjeJmf1z861l+ukhT+34kz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7l0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ZVcsUA&#10;AADeAAAADwAAAGRycy9kb3ducmV2LnhtbERPTUsDMRC9C/0PYQRvNtuibdk2LaUqiOChrSC9DZvp&#10;7uJmEpKxu/57Iwi9zeN9zmozuE5dKKbWs4HJuABFXHnbcm3g4/hyvwCVBNli55kM/FCCzXp0s8LS&#10;+p73dDlIrXIIpxINNCKh1DpVDTlMYx+IM3f20aFkGGttI/Y53HV6WhQz7bDl3NBgoF1D1dfh2xl4&#10;75/D23z2eA6n+DDV6cnK506MubsdtktQQoNcxf/uV5vnTxbFHP7eyTf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lVy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c6ccA&#10;AADeAAAADwAAAGRycy9kb3ducmV2LnhtbESPQUsDMRCF74L/IYzgRWy2ilLWpsUKoUKF0ip4HTbT&#10;3cXNZElid/vvO4dCbzO8N+99M1+OvlNHiqkNbGA6KUARV8G1XBv4+baPM1ApIzvsApOBEyVYLm5v&#10;5li6MPCOjvtcKwnhVKKBJue+1DpVDXlMk9ATi3YI0WOWNdbaRRwk3Hf6qShetceWpaHBnj4aqv72&#10;/97AajvUz/GhWo1hc1j/vljr7Jc15v5ufH8DlWnMV/Pl+tMJ/nRWCK+8IzPox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83O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AzjcIA&#10;AADeAAAADwAAAGRycy9kb3ducmV2LnhtbERP3WrCMBS+H/gO4QjezVTZRq1GEUdBxm6mPsChOTbV&#10;5qQksda3N4PB7s7H93tWm8G2oicfGscKZtMMBHHldMO1gtOxfM1BhIissXVMCh4UYLMevayw0O7O&#10;P9QfYi1SCIcCFZgYu0LKUBmyGKauI07c2XmLMUFfS+3xnsJtK+dZ9iEtNpwaDHa0M1RdDzeroPya&#10;f/fXm/al2w5vlt7NJf80Sk3Gw3YJItIQ/8V/7r1O82d5toD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DON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GMscA&#10;AADeAAAADwAAAGRycy9kb3ducmV2LnhtbESPQUvDQBCF70L/wzKCF7GbKJaSdltaYVFQEFuh1yE7&#10;TYLZ2bC7NvHfOwfB2wzz5r33rbeT79WFYuoCGyjnBSjiOriOGwOfR3u3BJUyssM+MBn4oQTbzexq&#10;jZULI3/Q5ZAbJSacKjTQ5jxUWqe6JY9pHgZiuZ1D9JhljY12EUcx972+L4qF9tixJLQ40FNL9dfh&#10;2xvYv4/NQ7yt91N4PT+fHq119s0ac3M97VagMk35X/z3/eKkfrksBUBw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TRjL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+pVsIA&#10;AADeAAAADwAAAGRycy9kb3ducmV2LnhtbERP3WrCMBS+H/gO4Qy8m2lFpXRGEUdhDG/8eYBDc9Z0&#10;NiclibW+vRkMdnc+vt+z3o62EwP50DpWkM8yEMS10y03Ci7n6q0AESKyxs4xKXhQgO1m8rLGUrs7&#10;H2k4xUakEA4lKjAx9qWUoTZkMcxcT5y4b+ctxgR9I7XHewq3nZxn2UpabDk1GOxpb6i+nm5WQfU1&#10;PwzXm/aV240LS0vzU3wYpaav4+4dRKQx/ov/3J86zc+LPIffd9IN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6l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OpycAA&#10;AADeAAAADwAAAGRycy9kb3ducmV2LnhtbERPy6rCMBDdC/cfwly4O5vWF1KNIoKiS6sfMDRjW2wm&#10;tYm2/v2NILibw3nOct2bWjypdZVlBUkUgyDOra64UHA574ZzEM4ja6wtk4IXOVivfgZLTLXt+ETP&#10;zBcihLBLUUHpfZNK6fKSDLrINsSBu9rWoA+wLaRusQvhppajOJ5JgxWHhhIb2paU37KHUTB5dft7&#10;Nr3FO20oOY6bI/t8qtTfb79ZgPDU+6/44z7oMD+ZJyN4vxN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Opy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0a/cQA&#10;AADeAAAADwAAAGRycy9kb3ducmV2LnhtbERPTWuDQBC9B/oflin0lqxaCInJKtKQUnpqTdrz4E5U&#10;4s6Ku4n677uFQm/zeJ+zzyfTiTsNrrWsIF5FIIgrq1uuFZxPx+UGhPPIGjvLpGAmB3n2sNhjqu3I&#10;n3QvfS1CCLsUFTTe96mUrmrIoFvZnjhwFzsY9AEOtdQDjiHcdDKJorU02HJoaLCnl4aqa3kzCm7r&#10;7+TMl3f9UR7m1+3hWDj5VSv19DgVOxCeJv8v/nO/6TA/3sTP8PtOu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9Gv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sylMYA&#10;AADeAAAADwAAAGRycy9kb3ducmV2LnhtbERPTWvCQBC9F/wPywje6iZWQhpdpRYK2oNSbQ+9jdkx&#10;ic3OptlV4793CwVv83ifM513phZnal1lWUE8jEAQ51ZXXCj43L09piCcR9ZYWyYFV3Iwn/Uepphp&#10;e+EPOm99IUIIuwwVlN43mZQuL8mgG9qGOHAH2xr0AbaF1C1eQrip5SiKEmmw4tBQYkOvJeU/25NR&#10;8LVJk+fNYjU+vq/3+GT077euEqUG/e5lAsJT5+/if/dSh/lxGo/h751wg5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syl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4Am8MA&#10;AADeAAAADwAAAGRycy9kb3ducmV2LnhtbERPS2vCQBC+C/0PyxS86Sa+CNFVWkVbPFkVvA7ZMQlm&#10;Z0N21eiv7xaE3ubje85s0ZpK3KhxpWUFcT8CQZxZXXKu4HhY9xIQziNrrCyTggc5WMzfOjNMtb3z&#10;D932PhchhF2KCgrv61RKlxVk0PVtTRy4s20M+gCbXOoG7yHcVHIQRRNpsOTQUGBNy4Kyy/5qFDwn&#10;J9y5r8Hnaqg9PUbJxm53G6W67+3HFISn1v+LX+5vHebHSTyGv3fCD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4Am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3QsQA&#10;AADeAAAADwAAAGRycy9kb3ducmV2LnhtbERPzWrCQBC+F3yHZQre6iaiwaauIiWCN5u0DzBkp5tg&#10;djZmtzH26buFQm/z8f3Odj/ZTow0+NaxgnSRgCCunW7ZKPh4Pz5tQPiArLFzTAru5GG/mz1sMdfu&#10;xiWNVTAihrDPUUETQp9L6euGLPqF64kj9+kGiyHCwUg94C2G204ukySTFluODQ329NpQfam+rIKr&#10;W671VBV4vhTPb60xq+t3uVJq/jgdXkAEmsK/+M990nF+ukkz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l90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0MsMA&#10;AADeAAAADwAAAGRycy9kb3ducmV2LnhtbERPPW/CMBDdkfgP1iF1AydUhTTFIECqxArt0PFqH0kg&#10;PofYQNpfj5GQ2O7pfd5s0dlaXKj1lWMF6SgBQaydqbhQ8P31OcxA+IBssHZMCv7Iw2Le780wN+7K&#10;W7rsQiFiCPscFZQhNLmUXpdk0Y9cQxy5vWsthgjbQpoWrzHc1nKcJBNpseLYUGJD65L0cXe2CjbV&#10;L71N9P7dZiu9/fk/hdfpwSj1MuiWHyACdeEpfrg3Js5Ps3QK93fiD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U0M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tZl8QA&#10;AADeAAAADwAAAGRycy9kb3ducmV2LnhtbERPTWvCQBC9F/oflin0VjfxIDZ1lSoIlaqgLfU6ZMds&#10;aHY2ZLcx/nvnIPQ2877mzWwx+Eb11MU6sIF8lIEiLoOtuTLw/bV+mYKKCdliE5gMXCnCYv74MMPC&#10;hgsfqD+mSkkIxwINuJTaQutYOvIYR6ElFu4cOo9J1q7StsOLhPtGj7Nsoj3WLBcctrRyVP4e/7yB&#10;HvfX7OSWu9dNvS3H++XPpxXcPD8N72+gEg3pX3x3f1ipn09z6SvvyAx6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rWZf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ojlsMA&#10;AADeAAAADwAAAGRycy9kb3ducmV2LnhtbERPPU/DMBDdkfofrKvERp1kQCXUrRBSESMEBsYjvsYp&#10;8V1kmybtr8dISGz39D5vs5v9oE4UYi9soFwVoIhbsT13Bt7f9jdrUDEhWxyEycCZIuy2i6sN1lYm&#10;fqVTkzqVQzjWaMClNNZax9aRx7iSkThzBwkeU4ah0zbglMP9oKuiuNUee84NDkd6dNR+Nd/ewPTU&#10;fh6rw4d1lzDKvnmRYzWIMdfL+eEeVKI5/Yv/3M82zy/X5R3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ojl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RQocgA&#10;AADeAAAADwAAAGRycy9kb3ducmV2LnhtbESPT0/DMAzF70j7DpEncWPpeoCqLJv2h0kIgdAGu3uN&#10;acsSp2rCVr49PiDtZsvP773fbDF4p87UxzawgekkA0VcBdtybeDzY3tXgIoJ2aILTAZ+KcJiPrqZ&#10;YWnDhXd03qdaiQnHEg00KXWl1rFqyGOchI5Ybl+h95hk7Wtte7yIuXc6z7J77bFlSWiwo3VD1Wn/&#10;4w1s3zfuO3/bLQ86rZ8ejq54WW1ejbkdD8tHUImGdBX/fz9bqT8tcgEQHJlBz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BFC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orsUA&#10;AADeAAAADwAAAGRycy9kb3ducmV2LnhtbERPTWvCQBC9C/0PyxS8lLqJxRJiNlIKRQsKmha8jtlp&#10;EszOhuwa03/fFQre5vE+J1uNphUD9a6xrCCeRSCIS6sbrhR8f308JyCcR9bYWiYFv+RglT9MMky1&#10;vfKBhsJXIoSwS1FB7X2XSunKmgy6me2IA/dje4M+wL6SusdrCDetnEfRqzTYcGiosaP3mspzcTEK&#10;hv32VG0G132ekye3eDmt1zt9VGr6OL4tQXga/V38797oMD9O5jHc3gk3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ii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DIxMUA&#10;AADeAAAADwAAAGRycy9kb3ducmV2LnhtbERPTWvCQBC9C/0PyxS86cZgSxpdpQpCLwW1PdTbmB2T&#10;YHY23d1q9Nd3BcHbPN7nTOedacSJnK8tKxgNExDEhdU1lwq+v1aDDIQPyBoby6TgQh7ms6feFHNt&#10;z7yh0zaUIoawz1FBFUKbS+mLigz6oW2JI3ewzmCI0JVSOzzHcNPINElepcGaY0OFLS0rKo7bP6Ng&#10;8ZYtftdj/rxu9jva/eyPL6lLlOo/d+8TEIG68BDf3R86zh9laQq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MjExQAAAN4AAAAPAAAAAAAAAAAAAAAAAJgCAABkcnMv&#10;ZG93bnJldi54bWxQSwUGAAAAAAQABAD1AAAAigMAAAAA&#10;" fillcolor="black" stroked="f"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9jX8YA&#10;AADeAAAADwAAAGRycy9kb3ducmV2LnhtbERPS2vCQBC+C/0Pywi96caUSoiuon1Aofbg4+BxzI7J&#10;kuxsyG417a93C0Jv8/E9Z77sbSMu1HnjWMFknIAgLpw2XCo47N9HGQgfkDU2jknBD3lYLh4Gc8y1&#10;u/KWLrtQihjCPkcFVQhtLqUvKrLox64ljtzZdRZDhF0pdYfXGG4bmSbJVFo0HBsqbOmloqLefVsF&#10;x8+pybaG0tPmd/2mN8/1+uu1Vupx2K9mIAL14V98d3/oOH+SpU/w9068QS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9jX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WGcQA&#10;AADeAAAADwAAAGRycy9kb3ducmV2LnhtbERPTWsCMRC9F/wPYQq91axSyrIaRSqilx5qFa/DZrrZ&#10;7mayJlFXf30jCL3N433OdN7bVpzJh9qxgtEwA0FcOl1zpWD3vXrNQYSIrLF1TAquFGA+GzxNsdDu&#10;wl903sZKpBAOBSowMXaFlKE0ZDEMXUecuB/nLcYEfSW1x0sKt60cZ9m7tFhzajDY0YehstmerAK/&#10;OCybG5/2TXb7vIb1b3/M0Sj18twvJiAi9fFf/HBvdJo/ysdvcH8n3S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0lh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mFycQA&#10;AADeAAAADwAAAGRycy9kb3ducmV2LnhtbERP22rCQBB9L/Qflin0pejGQFuNriJCoaAUtH7AmB2T&#10;4O5syE41+vXdQsG3OZzrzBa9d+pMXWwCGxgNM1DEZbANVwb23x+DMagoyBZdYDJwpQiL+ePDDAsb&#10;Lryl804qlUI4FmigFmkLrWNZk8c4DC1x4o6h8ygJdpW2HV5SuHc6z7I37bHh1FBjS6uaytPuxxtw&#10;+cFN1u9xI9e93mQ3L9uXL2vM81O/nIIS6uUu/nd/2jR/NM5f4e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Jhc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ta5MQA&#10;AADeAAAADwAAAGRycy9kb3ducmV2LnhtbERPTWsCMRC9C/0PYQreNOseRLZG0YqwFw9dLV7HzXSz&#10;NJksm1S3/fWNIHibx/uc5XpwVlypD61nBbNpBoK49rrlRsHpuJ8sQISIrNF6JgW/FGC9ehktsdD+&#10;xh90rWIjUgiHAhWYGLtCylAbchimviNO3JfvHcYE+0bqHm8p3FmZZ9lcOmw5NRjs6N1Q/V39OAW7&#10;qrP5qTTbcP48XC62/NvTeafU+HXYvIGINMSn+OEudZo/W+RzuL+Tbp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LWu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JNScMA&#10;AADeAAAADwAAAGRycy9kb3ducmV2LnhtbERPTWvCQBC9F/wPywi91d3kECV1lSIKQk9aPfQ27I5J&#10;bHY2ZLdJ+u/dQqG3ebzPWW8n14qB+tB41pAtFAhi423DlYbLx+FlBSJEZIutZ9LwQwG2m9nTGkvr&#10;Rz7RcI6VSCEcStRQx9iVUgZTk8Ow8B1x4m6+dxgT7CtpexxTuGtlrlQhHTacGmrsaFeT+Tp/Ow33&#10;g3z3RqG5Xq7j0S4/9wW1Suvn+fT2CiLSFP/Ff+6jTfOzVb6E33fSD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JNS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UqXMcA&#10;AADeAAAADwAAAGRycy9kb3ducmV2LnhtbESPT2vDMAzF74V9B6PBbq3TDEbI6pZuMBgbPfQPZUct&#10;VpOQWA6222bfvjoMepN4T+/9tFiNrlcXCrH1bGA+y0ARV962XBs47D+mBaiYkC32nsnAH0VYLR8m&#10;Cyytv/KWLrtUKwnhWKKBJqWh1DpWDTmMMz8Qi3bywWGSNdTaBrxKuOt1nmUv2mHL0tDgQO8NVd3u&#10;7Az8nL/5tHn+Woe3dPTjPnb5b9EZ8/Q4rl9BJRrT3fx//WkFf17kwivvyAx6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1Kl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RatcUA&#10;AADeAAAADwAAAGRycy9kb3ducmV2LnhtbERPS2vCQBC+F/oflil4qxuDLTG6Si0Uein4OuhtzI5J&#10;MDub7m41+uu7guBtPr7nTGadacSJnK8tKxj0ExDEhdU1lwo266/XDIQPyBoby6TgQh5m0+enCeba&#10;nnlJp1UoRQxhn6OCKoQ2l9IXFRn0fdsSR+5gncEQoSuldniO4aaRaZK8S4M1x4YKW/qsqDiu/oyC&#10;+Sib/y6G/HNd7ne02+6Pb6lLlOq9dB9jEIG68BDf3d86zh9k6Qh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Fq1xQAAAN4AAAAPAAAAAAAAAAAAAAAAAJgCAABkcnMv&#10;ZG93bnJldi54bWxQSwUGAAAAAAQABAD1AAAAigMAAAAA&#10;" fillcolor="black" stroked="f"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uX8YA&#10;AADeAAAADwAAAGRycy9kb3ducmV2LnhtbESPQUsDMRCF74L/IYzgzWZrQcratCwFUTxta8XrdDNu&#10;FjeTJYnp+u+dg+Bthnnz3vs2u9mPqlBMQ2ADy0UFirgLduDewOnt6W4NKmVki2NgMvBDCXbb66sN&#10;1jZc+EDlmHslJpxqNOBynmqtU+fIY1qEiVhunyF6zLLGXtuIFzH3o76vqgftcWBJcDjR3lH3dfz2&#10;Bsp53zar8lHc4TU2fQzt8/u5Neb2Zm4eQWWa87/47/vFSv3leiUAgiMz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FuX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PzcUA&#10;AADeAAAADwAAAGRycy9kb3ducmV2LnhtbERPTWvCQBC9C/6HZYTe6iYtiEZXEbGl7cU2CnocsmM2&#10;mJ0N2W1M++u7QsHbPN7nLFa9rUVHra8cK0jHCQjiwumKSwWH/cvjFIQPyBprx6TghzyslsPBAjPt&#10;rvxFXR5KEUPYZ6jAhNBkUvrCkEU/dg1x5M6utRgibEupW7zGcFvLpySZSIsVxwaDDW0MFZf82yrw&#10;6WZ7/LC/s+70aniXv5vJZ2mUehj16zmIQH24i//dbzrOT6fPKdzeiT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Y/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629C" w:rsidRDefault="001C629C" w:rsidP="001C6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C629C" w:rsidRPr="0066767B" w:rsidRDefault="001C629C" w:rsidP="001C629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C629C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1C629C" w:rsidRPr="0066767B" w:rsidRDefault="001C629C" w:rsidP="001C629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C629C" w:rsidRPr="0066767B" w:rsidRDefault="001C629C" w:rsidP="001C62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1C629C" w:rsidRPr="0066767B" w:rsidRDefault="001C629C" w:rsidP="001C62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1C629C" w:rsidRPr="0066767B" w:rsidRDefault="001C629C" w:rsidP="001C62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1C629C" w:rsidRPr="0066767B" w:rsidRDefault="001C629C" w:rsidP="001C629C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1C629C" w:rsidRPr="0066767B" w:rsidRDefault="001C629C" w:rsidP="001C629C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1C629C" w:rsidRPr="0066767B" w:rsidRDefault="001C629C" w:rsidP="001C62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1C629C" w:rsidRPr="0066767B" w:rsidRDefault="001C629C" w:rsidP="001C62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1C629C" w:rsidRPr="0066767B" w:rsidRDefault="001C629C" w:rsidP="001C629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Козіку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О.В.</w:t>
      </w:r>
    </w:p>
    <w:p w:rsidR="001C629C" w:rsidRPr="0066767B" w:rsidRDefault="001C629C" w:rsidP="001C629C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629C" w:rsidRPr="0066767B" w:rsidRDefault="001C629C" w:rsidP="001C629C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629C" w:rsidRPr="0066767B" w:rsidRDefault="001C629C" w:rsidP="001C62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Козіка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О.В.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1C629C" w:rsidRPr="0066767B" w:rsidRDefault="001C629C" w:rsidP="001C62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1C629C" w:rsidRPr="0066767B" w:rsidRDefault="001C629C" w:rsidP="001C62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629C" w:rsidRPr="0066767B" w:rsidRDefault="001C629C" w:rsidP="001C62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Козіку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Олегу Васильовичу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площею 1,2432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C629C" w:rsidRDefault="001C629C" w:rsidP="001C62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Козіку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Олегу Васильовичу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A94364">
        <w:rPr>
          <w:rFonts w:ascii="Times New Roman" w:eastAsia="Calibri" w:hAnsi="Times New Roman" w:cs="Times New Roman"/>
          <w:sz w:val="24"/>
          <w:lang w:val="en-US"/>
        </w:rPr>
        <w:t>______________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A9436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1,2432 га, кадастровий номер: 6823984000:03:018:0329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рахунок 16.00 землі запасу (земельні ділянки кожної категорії земель, які не надані у  власність або користування громадянам чи юридичним особам)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C629C" w:rsidRPr="0066767B" w:rsidRDefault="001C629C" w:rsidP="001C6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Козіку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О.В.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якому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C629C" w:rsidRPr="0066767B" w:rsidRDefault="001C629C" w:rsidP="001C6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1C629C" w:rsidRDefault="001C629C" w:rsidP="001C62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629C" w:rsidRPr="0066767B" w:rsidRDefault="001C629C" w:rsidP="001C62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629C" w:rsidRDefault="001C629C" w:rsidP="001C629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A4203E" w:rsidRDefault="00A4203E"/>
    <w:sectPr w:rsidR="00A4203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181" w:rsidRDefault="00607181">
      <w:pPr>
        <w:spacing w:after="0" w:line="240" w:lineRule="auto"/>
      </w:pPr>
      <w:r>
        <w:separator/>
      </w:r>
    </w:p>
  </w:endnote>
  <w:endnote w:type="continuationSeparator" w:id="0">
    <w:p w:rsidR="00607181" w:rsidRDefault="00607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181" w:rsidRDefault="00607181">
      <w:pPr>
        <w:spacing w:after="0" w:line="240" w:lineRule="auto"/>
      </w:pPr>
      <w:r>
        <w:separator/>
      </w:r>
    </w:p>
  </w:footnote>
  <w:footnote w:type="continuationSeparator" w:id="0">
    <w:p w:rsidR="00607181" w:rsidRDefault="00607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29C"/>
    <w:rsid w:val="001C629C"/>
    <w:rsid w:val="00607181"/>
    <w:rsid w:val="00A4203E"/>
    <w:rsid w:val="00A94364"/>
    <w:rsid w:val="00D4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9C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9C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2021-01-18T12:02:00Z</dcterms:created>
  <dcterms:modified xsi:type="dcterms:W3CDTF">2021-01-18T12:21:00Z</dcterms:modified>
</cp:coreProperties>
</file>