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0C80" w:rsidRPr="00B623A8" w:rsidRDefault="00340C80" w:rsidP="00340C8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2701BF" wp14:editId="2F7AF76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44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44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5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6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7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0C80" w:rsidRDefault="00340C80" w:rsidP="00340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mhIl3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A3uaEiXdwAAX1kE&#10;AA4AAAAAAAAAAAAAAAAALgIAAGRycy9lMm9Eb2MueG1sUEsBAi0AFAAGAAgAAAAhALIdTJvgAAAA&#10;CgEAAA8AAAAAAAAAAAAAAAAA8XkAAGRycy9kb3ducmV2LnhtbFBLBQYAAAAABAAEAPMAAAD+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M5M8MA&#10;AADeAAAADwAAAGRycy9kb3ducmV2LnhtbERPTWvCQBC9C/6HZYTezKZGVKKriNjiQSiJeh+yYxKa&#10;nQ3ZbZL++26h0Ns83ufsDqNpRE+dqy0reI1iEMSF1TWXCu63t/kGhPPIGhvLpOCbHBz208kOU20H&#10;zqjPfSlCCLsUFVTet6mUrqjIoItsSxy4p+0M+gC7UuoOhxBuGrmI45U0WHNoqLClU0XFZ/5lFNjk&#10;/XJ9lIssOfPa8/Fj83yMV6VeZuNxC8LT6P/Ff+6LDvOT5XIFv++EG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M5M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suC8cA&#10;AADeAAAADwAAAGRycy9kb3ducmV2LnhtbERPS2sCMRC+F/ofwhR6Ec3aitqtUYqwbe1B8AFeh810&#10;s3UzWZJUt/76piD0Nh/fc2aLzjbiRD7UjhUMBxkI4tLpmisF+13Rn4IIEVlj45gU/FCAxfz2Zoa5&#10;dmfe0GkbK5FCOOSowMTY5lKG0pDFMHAtceI+nbcYE/SV1B7PKdw28iHLxtJizanBYEtLQ+Vx+20V&#10;fBVrc1hOLq++97ShS6/4eGtWY6Xu77qXZxCRuvgvvrrfdZr/OBpN4O+ddIO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m7Lg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ceeMQA&#10;AADeAAAADwAAAGRycy9kb3ducmV2LnhtbESP22rCQBCG74W+wzIFb0Q3HhBJXUWkluKNeHiAITtm&#10;Q7OzIbs16dt3LgTvZpj/8M162/taPaiNVWAD00kGirgItuLSwO16GK9AxYRssQ5MBv4ownbzNlhj&#10;bkPHZ3pcUqkkhGOOBlxKTa51LBx5jJPQEMvtHlqPSda21LbFTsJ9rWdZttQeK5YGhw3tHRU/l18v&#10;Jac5no737nr46rHDz6Pj0e5szPC9332AStSnl/jp/raCP18shFfekRn0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3Hn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+u2cUA&#10;AADeAAAADwAAAGRycy9kb3ducmV2LnhtbERPTUsDMRC9C/6HMII3m7Wu1a5NS6kKUvBgFaS3YTPd&#10;XbqZhGTsrv/eCIK3ebzPWaxG16sTxdR5NnA9KUAR19523Bj4eH++ugeVBNli75kMfFOC1fL8bIGV&#10;9QO/0WknjcohnCo00IqESutUt+QwTXwgztzBR4eSYWy0jTjkcNfraVHMtMOOc0OLgTYt1cfdlzPw&#10;OjyF7d3s9hD2sZzq9GjlcyPGXF6M6wdQQqP8i//cLzbPvynL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/67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iEo8YA&#10;AADeAAAADwAAAGRycy9kb3ducmV2LnhtbESPzWrDQAyE74W8w6JALyVep2lLcLIJoTSl5BLy8wDC&#10;K3tNvFrj3cbu21eHQm8SmplPs96OvlV36mMT2MA8y0ERl8E2XBu4XvazJaiYkC22gcnAD0XYbiYP&#10;ayxsGPhE93OqlYRwLNCAS6krtI6lI48xCx2x3KrQe0yy9rW2PQ4S7lv9nOdv2mPDQnDY0buj8nb+&#10;9gI5LvB4qIbL/nPEAT8Ojp92J2Mep+NuBSrRmP7Ff+4vK+8vXl6lgNSRG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iEo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A0AsUA&#10;AADeAAAADwAAAGRycy9kb3ducmV2LnhtbERPTUsDMRC9C/6HMII3m21tq2ybltIqiODBWijehs10&#10;d+lmEpKxu/57Iwje5vE+Z7keXKcuFFPr2cB4VIAirrxtuTZw+Hi+ewSVBNli55kMfFOC9er6aoml&#10;9T2/02UvtcohnEo00IiEUutUNeQwjXwgztzJR4eSYay1jdjncNfpSVHMtcOWc0ODgbYNVef9lzPw&#10;1j+F14f57BQ+43Si087KcSvG3N4MmwUooUH+xX/uF5vn309nY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DQ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e3nMUA&#10;AADeAAAADwAAAGRycy9kb3ducmV2LnhtbERP32vCMBB+H/g/hBP2IjNV5xidUXQQJkwQ3WCvR3O2&#10;Zc2lJJmt/70RhL3dx/fzFqveNuJMPtSOFUzGGQjiwpmaSwXfX/rpFUSIyAYbx6TgQgFWy8HDAnPj&#10;Oj7Q+RhLkUI45KigirHNpQxFRRbD2LXEiTs5bzEm6EtpPHYp3DZymmUv0mLNqaHClt4rKn6Pf1bB&#10;Zt+VMz8qNr37PH38zLU2eqeVehz26zcQkfr4L767tybNnz3Pp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7e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tY+MIA&#10;AADeAAAADwAAAGRycy9kb3ducmV2LnhtbERP24rCMBB9F/Yfwiz4pqlXpGsUUQqL7MuqHzA0s021&#10;mZQk1vr3G2Fh3+ZwrrPe9rYRHflQO1YwGWcgiEuna64UXM7FaAUiRGSNjWNS8KQA283bYI25dg/+&#10;pu4UK5FCOOSowMTY5lKG0pDFMHYtceJ+nLcYE/SV1B4fKdw2cpplS2mx5tRgsKW9ofJ2ulsFxXH6&#10;1d3u2hdu188tLcx1dTBKDd/73QeISH38F/+5P3WaP5svZvB6J90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+1j4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KKc8UA&#10;AADeAAAADwAAAGRycy9kb3ducmV2LnhtbERP22oCMRB9F/oPYQp9KTXrrZStUVQIFRREW+jrsBl3&#10;l24mS5K62783QsG3OZzrzJe9bcSFfKgdKxgNMxDEhTM1lwq+PvXLG4gQkQ02jknBHwVYLh4Gc8yN&#10;6/hIl1MsRQrhkKOCKsY2lzIUFVkMQ9cSJ+7svMWYoC+l8dilcNvIcZa9Sos1p4YKW9pUVPycfq2C&#10;9aErJ/65WPdud/74nmlt9F4r9fTYr95BROrjXfzv3po0fzKdTeH2Trp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op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5lF8IA&#10;AADeAAAADwAAAGRycy9kb3ducmV2LnhtbERP3WrCMBS+H/gO4QjezVRnh1SjiKMgYzdzPsChOTbV&#10;5qQksda3N4PB7s7H93vW28G2oicfGscKZtMMBHHldMO1gtNP+boEESKyxtYxKXhQgO1m9LLGQrs7&#10;f1N/jLVIIRwKVGBi7AopQ2XIYpi6jjhxZ+ctxgR9LbXHewq3rZxn2bu02HBqMNjR3lB1Pd6sgvJz&#10;/tVfb9qXbjcsLOXmsvwwSk3Gw24FItIQ/8V/7oNO898WeQ6/76Qb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XmUX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JliMAA&#10;AADeAAAADwAAAGRycy9kb3ducmV2LnhtbERPzYrCMBC+C75DGMGbpq62SDWKCMp6tPoAQzO2xWZS&#10;m6ytb78RBG/z8f3OetubWjypdZVlBbNpBII4t7riQsH1cpgsQTiPrLG2TApe5GC7GQ7WmGrb8Zme&#10;mS9ECGGXooLS+yaV0uUlGXRT2xAH7mZbgz7AtpC6xS6Em1r+RFEiDVYcGkpsaF9Sfs/+jILFqzs+&#10;svgeHbSh2WnenNjnsVLjUb9bgfDU+6/44/7VYf58ESfwfifcIDf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0Jli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zWvMMA&#10;AADeAAAADwAAAGRycy9kb3ducmV2LnhtbERPS4vCMBC+C/sfwix403R9b9cooiiLJ62P89CMbdlm&#10;Upqo9d+bBcHbfHzPmc4bU4ob1a6wrOCrG4EgTq0uOFNwPKw7ExDOI2ssLZOCBzmYzz5aU4y1vfOe&#10;bonPRAhhF6OC3PsqltKlORl0XVsRB+5ia4M+wDqTusZ7CDel7EXRSBosODTkWNEyp/QvuRoF19G5&#10;d+TLVu+S1WPzvVovnDxlSrU/m8UPCE+Nf4tf7l8d5vcHwzH8vxNukL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zWv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zy08kA&#10;AADeAAAADwAAAGRycy9kb3ducmV2LnhtbESPT0/CQBDF7yZ8h82QeJMt/xqsLARNTJQDRNSDt7E7&#10;tIXubO2uUL+9cyDhNpP35r3fzJedq9WJ2lB5NjAcJKCIc28rLgx8vD/fzUCFiGyx9kwG/ijActG7&#10;mWNm/Znf6LSLhZIQDhkaKGNsMq1DXpLDMPANsWh73zqMsraFti2eJdzVepQkqXZYsTSU2NBTSflx&#10;9+sMfG5n6f328XVyWG++cezsz5etUmNu+93qAVSkLl7Nl+sXK/jjyVR45R2ZQS/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Pzy0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nA3MQA&#10;AADeAAAADwAAAGRycy9kb3ducmV2LnhtbERPS4vCMBC+C/6HMII3TX2suNUoPtAVT6674HVoxrbY&#10;TEoTtfrrzcKCt/n4njOd16YQN6pcbllBrxuBIE6szjlV8Puz6YxBOI+ssbBMCh7kYD5rNqYYa3vn&#10;b7odfSpCCLsYFWTel7GULsnIoOvakjhwZ1sZ9AFWqdQV3kO4KWQ/ikbSYM6hIcOSVhkll+PVKHiO&#10;TnhwX/3leqA9PYbjrd0ftkq1W/ViAsJT7d/if/dOh/mD4ccn/L0Tbp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JwN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bKUsYA&#10;AADeAAAADwAAAGRycy9kb3ducmV2LnhtbESPQW/CMAyF75P2HyJP2m2kYx2CjoCmCaTdGIUfYDVe&#10;WtE4pcmg7NfjAxI3W35+733z5eBbdaI+NoENvI4yUMRVsA07A/vd+mUKKiZki21gMnChCMvF48Mc&#10;CxvOvKVTmZwSE44FGqhT6gqtY1WTxzgKHbHcfkPvMcnaO217PIu5b/U4yybaY8OSUGNHXzVVh/LP&#10;GziG8bsdyhVuDqvZT+Ncfvzf5sY8Pw2fH6ASDekuvn1/W6n/lk8EQHBkBr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bKU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YJIsQA&#10;AADeAAAADwAAAGRycy9kb3ducmV2LnhtbERPPW/CMBDdK/EfrEPqVpxACTTFQW2lSqzQDh0P+0gC&#10;8TnELqT8eoyE1O2e3uctlr1txIk6XztWkI4SEMTamZpLBd9fn09zED4gG2wck4I/8rAsBg8LzI07&#10;85pOm1CKGMI+RwVVCG0updcVWfQj1xJHbuc6iyHCrpSmw3MMt40cJ0kmLdYcGyps6aMifdj8WgWr&#10;ekvTTO9e7Pxdr38uxzCZ7Y1Sj8P+7RVEoD78i+/ulYnzJ89ZCrd34g2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WCS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VugsYA&#10;AADeAAAADwAAAGRycy9kb3ducmV2LnhtbERP0WrCQBB8L/gPxwp9qxdjERs9pRYEpSrUFn1dcmsu&#10;mNsLuWuMf98rCL7N7uzM7MwWna1ES40vHSsYDhIQxLnTJRcKfr5XLxMQPiBrrByTght5WMx7TzPM&#10;tLvyF7WHUIhowj5DBSaEOpPS54Ys+oGriSN3do3FEMemkLrBazS3lUyTZCwtlhwTDNb0YSi/HH6t&#10;ghb3t+Rklru3TbnN0/3y+KnjXj33u/cpiEBdeBzf1Wsd3x+9jlP4rxMx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Vug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QUg8MA&#10;AADeAAAADwAAAGRycy9kb3ducmV2LnhtbERPTUvDQBC9C/0Pywje7MZUSondFilUPGrsoccxO82m&#10;ZmfC7tpEf70rCN7m8T5nvZ18ry4UYids4G5egCJuxHbcGji87W9XoGJCttgLk4EvirDdzK7WWFkZ&#10;+ZUudWpVDuFYoQGX0lBpHRtHHuNcBuLMnSR4TBmGVtuAYw73vS6LYqk9dpwbHA60c9R81J/ewPjU&#10;vJ/L09G67zDIvn6Rc9mLMTfX0+MDqERT+hf/uZ9tnr+4Xy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mQUg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c4MUA&#10;AADeAAAADwAAAGRycy9kb3ducmV2LnhtbERP22oCMRB9L/gPYQq+1WxVVLZGsV6gFKV46fu4GXfX&#10;JpNlk+r690Yo9G0O5zrjaWONuFDtS8cKXjsJCOLM6ZJzBYf96mUEwgdkjcYxKbiRh+mk9TTGVLsr&#10;b+myC7mIIexTVFCEUKVS+qwgi77jKuLInVxtMURY51LXeI3h1shukgykxZJjQ4EVzQvKfna/VsHq&#10;a2HO3c129i3DfDk8mtHn+2KtVPu5mb2BCNSEf/Gf+0PH+b3+oA+Pd+IN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Zz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/k78QA&#10;AADeAAAADwAAAGRycy9kb3ducmV2LnhtbERPTYvCMBC9C/6HMIIX0VRdRbpGEUFUcGFXBa9jM9sW&#10;m0lpYq3/3ggLe5vH+5z5sjGFqKlyuWUFw0EEgjixOudUwfm06c9AOI+ssbBMCp7kYLlot+YYa/vg&#10;H6qPPhUhhF2MCjLvy1hKl2Rk0A1sSRy4X1sZ9AFWqdQVPkK4KeQoiqbSYM6hIcOS1hklt+PdKKi/&#10;D9d0V7tyf5v13GR83W6/9EWpbqdZfYLw1Ph/8Z97p8P88cd0Au93wg1y8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P5O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EEhcYA&#10;AADeAAAADwAAAGRycy9kb3ducmV2LnhtbERPS2sCMRC+F/wPYYTeatZHF12NokKhF6HaHupt3Iy7&#10;i5vJmqS6+utNodDbfHzPmS1aU4sLOV9ZVtDvJSCIc6srLhR8fb69jEH4gKyxtkwKbuRhMe88zTDT&#10;9spbuuxCIWII+wwVlCE0mZQ+L8mg79mGOHJH6wyGCF0htcNrDDe1HCRJKg1WHBtKbGhdUn7a/RgF&#10;q8l4df4Y8ea+Pexp/304vQ5cotRzt11OQQRqw7/4z/2u4/zhKE3h9514g5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EEhcYAAADeAAAADwAAAAAAAAAAAAAAAACYAgAAZHJz&#10;L2Rvd25yZXYueG1sUEsFBgAAAAAEAAQA9QAAAIsDAAAAAA==&#10;" fillcolor="black" stroked="f"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6vHscA&#10;AADeAAAADwAAAGRycy9kb3ducmV2LnhtbERPTU/CQBC9m/AfNkPCTbaCVlJYiIgmJsAB9OBx6I7t&#10;pt3ZprtA4de7Jibc5uV9zmzR2VqcqPXGsYKHYQKCOHfacKHg6/P9fgLCB2SNtWNScCEPi3nvboaZ&#10;dmfe0WkfChFD2GeooAyhyaT0eUkW/dA1xJH7ca3FEGFbSN3iOYbbWo6SJJUWDceGEht6LSmv9ker&#10;4HudmsnO0OiwuS7f9OapWm5XlVKDfvcyBRGoCzfxv/tDx/njx/QZ/t6JN8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+rx7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NWXsgA&#10;AADeAAAADwAAAGRycy9kb3ducmV2LnhtbESPS28CMQyE75X4D5Er9VayfQihLQEhqqq99FAe6tXa&#10;mM2yG2ebBFj49fWhUm+2ZjzzebYYfKdOFFMT2MDDuABFXAXbcG1gu3m7n4JKGdliF5gMXCjBYj66&#10;mWFpw5m/6LTOtZIQTiUacDn3pdapcuQxjUNPLNo+RI9Z1lhrG/Es4b7Tj0Ux0R4blgaHPa0cVe36&#10;6A3E5fdre+Xjri2un5f0fhh+puiMubsdli+gMg353/x3/WEF/+l5Irzyjsy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M1ZeyAAAAN4AAAAPAAAAAAAAAAAAAAAAAJgCAABk&#10;cnMvZG93bnJldi54bWxQSwUGAAAAAAQABAD1AAAAjQ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5FjsQA&#10;AADeAAAADwAAAGRycy9kb3ducmV2LnhtbERP22oCMRB9L/QfwhT6UmpWLbauRhGhICiC1g+Ybqa7&#10;i8lk2Yy69usboeDbHM51pvPOO3WmNtaBDfR7GSjiItiaSwOHr8/XD1BRkC26wGTgShHms8eHKeY2&#10;XHhH572UKoVwzNFAJdLkWseiIo+xFxrixP2E1qMk2JbatnhJ4d7pQZaNtMeaU0OFDS0rKo77kzfg&#10;Bt9uvH6PG7ke9Cb79bJ72Vpjnp+6xQSUUCd38b97ZdP84dtoDLd30g16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ORY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07lMcA&#10;AADeAAAADwAAAGRycy9kb3ducmV2LnhtbESPQU/DMAyF70j8h8hI3FjKQAyVZdPGNKkXDnRDu3qN&#10;aSoSp2rCVvj1+IC0my0/v/e++XIMXp1oSF1kA/eTAhRxE23HrYH9bnv3DCplZIs+Mhn4oQTLxfXV&#10;HEsbz/xOpzq3Skw4lWjA5dyXWqfGUcA0iT2x3D7jEDDLOrTaDngW8+D1tCiedMCOJcFhT6+Omq/6&#10;OxjY1L2f7iu3ToePt+PRV79bOmyMub0ZVy+gMo35Iv7/rqzUf3icCYDgyAx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9O5T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QsOcMA&#10;AADeAAAADwAAAGRycy9kb3ducmV2LnhtbERPTWsCMRC9C/6HMII3TbaKlq1ZkaIgeKrVQ29DMt3d&#10;upksm+hu/31TKPQ2j/c5m+3gGvGgLtSeNWRzBYLYeFtzqeHyfpg9gwgR2WLjmTR8U4BtMR5tMLe+&#10;5zd6nGMpUgiHHDVUMba5lMFU5DDMfUucuE/fOYwJdqW0HfYp3DXySamVdFhzaqiwpdeKzO18dxq+&#10;DvLkjUJzvVz7o11/7FfUKK2nk2H3AiLSEP/Ff+6jTfMXy3UGv++kG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QsO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5BKcQA&#10;AADeAAAADwAAAGRycy9kb3ducmV2LnhtbERPS2vCQBC+F/wPywjedGMsVaKraKEgLT34QDyO2TEJ&#10;yc6G3VXTf98tCL3Nx/ecxaozjbiT85VlBeNRAoI4t7riQsHx8DGcgfABWWNjmRT8kIfVsveywEzb&#10;B+/ovg+FiCHsM1RQhtBmUvq8JIN+ZFviyF2tMxgidIXUDh8x3DQyTZI3abDi2FBiS+8l5fX+ZhSc&#10;b198/Z58rt0mnGx38HV6mdVKDfrdeg4iUBf+xU/3Vsf5k9dpC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OQS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8xwMYA&#10;AADeAAAADwAAAGRycy9kb3ducmV2LnhtbERPS2sCMRC+C/6HMEJvmvVRH1ujaKHgpaDWg97GzXR3&#10;cTPZJqmu/fVNQehtPr7nzJeNqcSVnC8tK+j3EhDEmdUl5woOH2/dKQgfkDVWlknBnTwsF+3WHFNt&#10;b7yj6z7kIoawT1FBEUKdSumzggz6nq2JI/dpncEQoculdniL4aaSgyQZS4Mlx4YCa3otKLvsv42C&#10;9Wy6/tqO+P1ndz7R6Xi+PA9cotRTp1m9gAjUhH/xw73Rcf5wNBnC3zvxBrn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8xwMYAAADeAAAADwAAAAAAAAAAAAAAAACYAgAAZHJz&#10;L2Rvd25yZXYueG1sUEsFBgAAAAAEAAQA9QAAAIsDAAAAAA==&#10;" fillcolor="black" stroked="f"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CiHsQA&#10;AADeAAAADwAAAGRycy9kb3ducmV2LnhtbERPTUsDMRC9C/6HMII3m60tWtamZSmI4mlbW3qdbsbN&#10;0s1kSWK6/nsjCL3N433Ocj3aXiTyoXOsYDopQBA3TnfcKth/vj4sQISIrLF3TAp+KMB6dXuzxFK7&#10;C28p7WIrcgiHEhWYGIdSytAYshgmbiDO3JfzFmOGvpXa4yWH214+FsWTtNhxbjA40MZQc959WwXp&#10;tKmrWToms/3wVetd/XY41Urd343VC4hIY7yK/93vOs+fzZ/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Aoh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BDjMYA&#10;AADeAAAADwAAAGRycy9kb3ducmV2LnhtbERPS0/CQBC+m/gfNmPCDbbIQ60sxBAkyAUtJHqcdMdu&#10;Y3e26S6l+OtZExJv8+V7zmzR2Uq01PjSsYLhIAFBnDtdcqHgsH/tP4LwAVlj5ZgUnMnDYn57M8NU&#10;uxN/UJuFQsQQ9ikqMCHUqZQ+N2TRD1xNHLlv11gMETaF1A2eYrit5H2STKXFkmODwZqWhvKf7GgV&#10;+OFy9bm1v0/t19rwLnsz0/fCKNW7616eQQTqwr/46t7oOH80fpjA3zvxB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BDjM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40C80" w:rsidRDefault="00340C80" w:rsidP="00340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40C80" w:rsidRDefault="00340C80" w:rsidP="00340C8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0C80" w:rsidRDefault="00340C80" w:rsidP="00340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40C80" w:rsidRPr="004A7D10" w:rsidRDefault="00340C80" w:rsidP="00340C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40C80" w:rsidRDefault="00340C80" w:rsidP="00340C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40C80" w:rsidRPr="00CE06DF" w:rsidRDefault="00340C80" w:rsidP="00340C8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№19</w:t>
      </w:r>
    </w:p>
    <w:p w:rsidR="00340C80" w:rsidRPr="0060655C" w:rsidRDefault="00340C80" w:rsidP="00340C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40C80" w:rsidRPr="0060655C" w:rsidRDefault="00340C80" w:rsidP="00340C8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340C80" w:rsidRPr="0060655C" w:rsidRDefault="00340C80" w:rsidP="00340C8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340C80" w:rsidRPr="0060655C" w:rsidRDefault="00340C80" w:rsidP="00340C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оренду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АТ «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Хмельницькобленерго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»</w:t>
      </w:r>
    </w:p>
    <w:p w:rsidR="00340C80" w:rsidRPr="0060655C" w:rsidRDefault="00340C80" w:rsidP="00340C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0C80" w:rsidRPr="0060655C" w:rsidRDefault="00340C80" w:rsidP="00340C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186, та 186-1 Земельного кодексу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оренду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земель»,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клопотання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АТ «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Хмельницькобленерго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340C80" w:rsidRPr="0060655C" w:rsidRDefault="00340C80" w:rsidP="00340C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340C80" w:rsidRPr="0060655C" w:rsidRDefault="00340C80" w:rsidP="00340C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акціонерному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товариству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Хмельницькобленерго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 проект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розміщення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експлуатації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і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об’єктів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електричної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та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теплової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енергії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(для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КТП-374),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0,0013 га, 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gramStart"/>
      <w:r w:rsidRPr="0060655C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gram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Комарівка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40C80" w:rsidRPr="0060655C" w:rsidRDefault="00340C80" w:rsidP="00340C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акціонерному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товариству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Хмельницькобленерго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ЄДРПОУ 22764809,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оренду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0,0013 га,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6823986800:03:005:0144, для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розміщення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експлуатації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і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об’єктів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електричної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та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теплової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енергії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(для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КТП-374),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Комарівка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  <w:proofErr w:type="gramEnd"/>
    </w:p>
    <w:p w:rsidR="00340C80" w:rsidRPr="0060655C" w:rsidRDefault="00340C80" w:rsidP="00340C80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3.Встановити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розмі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орендної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плати 3%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нормативної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грошової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оцінки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строком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3 (три) роки.</w:t>
      </w:r>
    </w:p>
    <w:p w:rsidR="00340C80" w:rsidRPr="0060655C" w:rsidRDefault="00340C80" w:rsidP="00340C8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340C80" w:rsidRPr="0060655C" w:rsidRDefault="00340C80" w:rsidP="00340C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0C80" w:rsidRPr="0060655C" w:rsidRDefault="00340C80" w:rsidP="00340C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0C80" w:rsidRPr="0060655C" w:rsidRDefault="00340C80" w:rsidP="00340C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0C80" w:rsidRDefault="00340C80" w:rsidP="00340C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МИХАЛЮК</w:t>
      </w:r>
    </w:p>
    <w:p w:rsidR="006D73B7" w:rsidRDefault="006D73B7">
      <w:bookmarkStart w:id="0" w:name="_GoBack"/>
      <w:bookmarkEnd w:id="0"/>
    </w:p>
    <w:sectPr w:rsidR="006D73B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4380" w:rsidRDefault="00914380">
      <w:pPr>
        <w:spacing w:after="0" w:line="240" w:lineRule="auto"/>
      </w:pPr>
      <w:r>
        <w:separator/>
      </w:r>
    </w:p>
  </w:endnote>
  <w:endnote w:type="continuationSeparator" w:id="0">
    <w:p w:rsidR="00914380" w:rsidRDefault="009143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4380" w:rsidRDefault="00914380">
      <w:pPr>
        <w:spacing w:after="0" w:line="240" w:lineRule="auto"/>
      </w:pPr>
      <w:r>
        <w:separator/>
      </w:r>
    </w:p>
  </w:footnote>
  <w:footnote w:type="continuationSeparator" w:id="0">
    <w:p w:rsidR="00914380" w:rsidRDefault="009143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0C80"/>
    <w:rsid w:val="00340C80"/>
    <w:rsid w:val="006D73B7"/>
    <w:rsid w:val="0091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40C8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40C8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40C80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40C8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40C8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40C80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2020-12-24T17:08:00Z</dcterms:created>
  <dcterms:modified xsi:type="dcterms:W3CDTF">2020-12-24T17:08:00Z</dcterms:modified>
</cp:coreProperties>
</file>