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38" w:rsidRDefault="00136F38" w:rsidP="00136F3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0A8CA7" wp14:editId="44C2994A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33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33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3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4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5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36F38" w:rsidRDefault="00136F38" w:rsidP="00136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Av5sn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gnMUA&#10;AADdAAAADwAAAGRycy9kb3ducmV2LnhtbESPQWvCQBSE7wX/w/IKvdVNE6qSukoQKzkEJLbeH9ln&#10;Epp9G7Krxn/fFQSPw8x8wyzXo+nEhQbXWlbwMY1AEFdWt1wr+P35fl+AcB5ZY2eZFNzIwXo1eVli&#10;qu2VS7ocfC0ChF2KChrv+1RKVzVk0E1tTxy8kx0M+iCHWuoBrwFuOhlH0UwabDksNNjTpqHq73A2&#10;Cmyyy4tjHZfJluees/3idBwLpd5ex+wLhKfRP8OPdq4VzJLkE+5vwhO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TCC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h65cgA&#10;AADdAAAADwAAAGRycy9kb3ducmV2LnhtbESPS2vDMBCE74X+B7GFXEIitwG3caOEEHBfh0Ie0Oti&#10;bSwn1spISuLm11eFQo/DzHzDzBa9bcWZfGgcK7gfZyCIK6cbrhXstuXoCUSIyBpbx6TgmwIs5rc3&#10;Myy0u/CazptYiwThUKACE2NXSBkqQxbD2HXEyds7bzEm6WupPV4S3LbyIctyabHhtGCwo5Wh6rg5&#10;WQWH8tN8rR6vL344XdN1WH68tu+5UoO7fvkMIlIf/8N/7TetIJ9Mcv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iHr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y9AcQA&#10;AADdAAAADwAAAGRycy9kb3ducmV2LnhtbESPy2rDMBBF94X8g5hCN6WRG0MS3CjGhCQUb0weHzBY&#10;E8vUGhlLjd2/jwqFLi/3cbibfLKduNPgW8cK3ucJCOLa6ZYbBdfL4W0NwgdkjZ1jUvBDHvLt7GmD&#10;mXYjn+h+Do2II+wzVGBC6DMpfW3Iop+7njh6NzdYDFEOjdQDjnHcdnKRJEtpseVIMNjTzlD9df62&#10;EVKlWJW38XI4TjjivjT8WpyUenmeig8QgabwH/5rf2oFyzRdwe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cvQ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j808MA&#10;AADdAAAADwAAAGRycy9kb3ducmV2LnhtbERPTUsDMRC9C/6HMEJvNmura1mbFqktiNCDVSjehs10&#10;d3EzCcm0u/57cxA8Pt73cj26Xl0ops6zgbtpAYq49rbjxsDnx+52ASoJssXeMxn4oQTr1fXVEivr&#10;B36ny0EalUM4VWigFQmV1qluyWGa+kCcuZOPDiXD2Ggbccjhrtezoii1w45zQ4uBNi3V34ezM7Af&#10;tuHtsXw4ha94P9PpxcpxI8ZMbsbnJ1BCo/yL/9yv1kA5n+e5+U1+An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Tj80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+M6MQA&#10;AADdAAAADwAAAGRycy9kb3ducmV2LnhtbESPy2rDMBBF94X8g5hCN6WRG0NI3CjGhCQUb0weHzBY&#10;E8vUGhlLjd2/jwqFLi/3cbibfLKduNPgW8cK3ucJCOLa6ZYbBdfL4W0FwgdkjZ1jUvBDHvLt7GmD&#10;mXYjn+h+Do2II+wzVGBC6DMpfW3Iop+7njh6NzdYDFEOjdQDjnHcdnKRJEtpseVIMNjTzlD9df62&#10;EVKlWJW38XI4TjjivjT8WpyUenmeig8QgabwH/5rf2oFyzRdw+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PjO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iDqMMA&#10;AADdAAAADwAAAGRycy9kb3ducmV2LnhtbERPTUsDMRC9C/6HMEJvNmtb17I2LVIriNCDVSjehs10&#10;d3EzCcm0u/57cxA8Pt73ajO6Xl0ops6zgbtpAYq49rbjxsDnx8vtElQSZIu9ZzLwQwk26+urFVbW&#10;D/xOl4M0KodwqtBAKxIqrVPdksM09YE4cycfHUqGsdE24pDDXa9nRVFqhx3nhhYDbVuqvw9nZ2A/&#10;7MLbQ3l/Cl9xMdPp2cpxK8ZMbsanR1BCo/yL/9yv1kA5X+T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0iDq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SGTcYA&#10;AADdAAAADwAAAGRycy9kb3ducmV2LnhtbESPQWsCMRSE7wX/Q3hCL1Kz1iplaxQVQoUKUlvo9bF5&#10;7i7dvCxJ6q7/3ghCj8PMfMMsVr1txJl8qB0rmIwzEMSFMzWXCr6/9NMriBCRDTaOScGFAqyWg4cF&#10;5sZ1/EnnYyxFgnDIUUEVY5tLGYqKLIaxa4mTd3LeYkzSl9J47BLcNvI5y+bSYs1pocKWthUVv8c/&#10;q2Bz6MqpHxWb3n2c3n9mWhu910o9Dvv1G4hIffwP39s7o2A+fZnA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SGT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5Cf8UA&#10;AADdAAAADwAAAGRycy9kb3ducmV2LnhtbESPwWrDMBBE74H8g9hAb4lcNwnBtRJCgqGUXpL2AxZr&#10;a7m2VkZSHPfvq0Khx2Fm3jDlYbK9GMmH1rGCx1UGgrh2uuVGwcd7tdyBCBFZY++YFHxTgMN+Piux&#10;0O7OFxqvsREJwqFABSbGoZAy1IYshpUbiJP36bzFmKRvpPZ4T3DbyzzLttJiy2nB4EAnQ3V3vVkF&#10;1Wv+NnY37St3nNaWNuZrdzZKPSym4zOISFP8D/+1X7SC7dM6h9836QnI/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7kJ/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q9occA&#10;AADdAAAADwAAAGRycy9kb3ducmV2LnhtbESPzWrDMBCE74W8g9hCLyGRWzchuFFCUhAttFDyA70u&#10;1sY2tVZGUmPn7aNCoMdhZr5hluvBtuJMPjSOFTxOMxDEpTMNVwqOBz1ZgAgR2WDrmBRcKMB6Nbpb&#10;YmFczzs672MlEoRDgQrqGLtCylDWZDFMXUecvJPzFmOSvpLGY5/gtpVPWTaXFhtOCzV29FpT+bP/&#10;tQq2X32V+3G5HdzH6e17prXRn1qph/th8wIi0hD/w7f2u1Ewz59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kava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t/kMQA&#10;AADdAAAADwAAAGRycy9kb3ducmV2LnhtbESPUWvCMBSF3wf+h3AF32aqdiLVKKIUxtjL1B9waa5N&#10;tbkpSazdv18Ggz0ezjnf4Wx2g21FTz40jhXMphkI4srphmsFl3P5ugIRIrLG1jEp+KYAu+3oZYOF&#10;dk/+ov4Ua5EgHApUYGLsCilDZchimLqOOHlX5y3GJH0ttcdngttWzrNsKS02nBYMdnQwVN1PD6ug&#10;/Jh/9veH9qXbD7mlN3NbHY1Sk/GwX4OINMT/8F/7XStYLvI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Lf5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LALcEA&#10;AADdAAAADwAAAGRycy9kb3ducmV2LnhtbESP0YrCMBRE3wX/IVzBN01dbZFqFBGU9dHqB1yaa1ts&#10;bmqTtfXvN4Lg4zAzZ5j1tje1eFLrKssKZtMIBHFudcWFguvlMFmCcB5ZY22ZFLzIwXYzHKwx1bbj&#10;Mz0zX4gAYZeigtL7JpXS5SUZdFPbEAfvZluDPsi2kLrFLsBNLX+iKJEGKw4LJTa0Lym/Z39GweLV&#10;HR9ZfI8O2tDsNG9O7PNYqfGo361AeOr9N/xp/2oFyXwRw/tNeA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CwC3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JHRsUA&#10;AADdAAAADwAAAGRycy9kb3ducmV2LnhtbESPQWvCQBSE7wX/w/KE3urGWIKNriEYLKWnGq3nR/aZ&#10;BLNvQ3bV+O+7hUKPw8x8w6yz0XTiRoNrLSuYzyIQxJXVLdcKjofdyxKE88gaO8uk4EEOss3kaY2p&#10;tnfe0630tQgQdikqaLzvUyld1ZBBN7M9cfDOdjDogxxqqQe8B7jpZBxFiTTYclhosKdtQ9WlvBoF&#10;1+QUH/n8qb/K4vH+VuxyJ79rpZ6nY74C4Wn0/+G/9odWkCxeE/h9E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AkdG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2d2sgA&#10;AADdAAAADwAAAGRycy9kb3ducmV2LnhtbESPQWvCQBSE70L/w/IK3nTTKtFGV7EFoe1BMdpDb6/Z&#10;Z5KafRuzW03/vSsIHoeZ+YaZzltTiRM1rrSs4KkfgSDOrC45V7DbLntjEM4ja6wsk4J/cjCfPXSm&#10;mGh75g2dUp+LAGGXoILC+zqR0mUFGXR9WxMHb28bgz7IJpe6wXOAm0o+R1EsDZYcFgqs6a2g7JD+&#10;GQVf63H8sn79GP5+rn5wYPTxW5exUt3HdjEB4an19/Ct/a4VxIPhCK5vwhOQs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7Z3a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rLW8MA&#10;AADdAAAADwAAAGRycy9kb3ducmV2LnhtbERPy2rCQBTdF/oPwy10VycmEiQ6ig+aiiu1BbeXzG0S&#10;mrkTMqMm/XpnIbg8nPd82ZtGXKlztWUF41EEgriwuuZSwc/358cUhPPIGhvLpGAgB8vF68scM21v&#10;fKTryZcihLDLUEHlfZtJ6YqKDLqRbYkD92s7gz7ArpS6w1sIN42MoyiVBmsODRW2tKmo+DtdjIL/&#10;9IwH9xWvt4n2NEymud0fcqXe3/rVDISn3j/FD/dOK0iTSZgb3oQnI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QrLW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49eMUA&#10;AADdAAAADwAAAGRycy9kb3ducmV2LnhtbESP0WrCQBRE3wv+w3IF3+pGTUNNs4oUhb61xn7AJXu7&#10;Ccnejdmtxn59t1DwcZiZM0yxHW0nLjT4xrGCxTwBQVw53bBR8Hk6PD6D8AFZY+eYFNzIw3YzeSgw&#10;1+7KR7qUwYgIYZ+jgjqEPpfSVzVZ9HPXE0fvyw0WQ5SDkXrAa4TbTi6TJJMWG44LNfb0WlPVlt9W&#10;wdktn/RY7vG93a8/GmPS888xVWo2HXcvIAKN4R7+b79pBdkqXcP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nj14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yIUMIA&#10;AADdAAAADwAAAGRycy9kb3ducmV2LnhtbERPPW/CMBDdK/U/WIfUDRyKSCHgoLZSpaxAB8bDPpJA&#10;fE5jN0n76+sBqePT+97uRtuInjpfO1YwnyUgiLUzNZcKPo8f0xUIH5ANNo5JwQ952OWPD1vMjBt4&#10;T/0hlCKGsM9QQRVCm0npdUUW/cy1xJG7uM5iiLArpelwiOG2kc9JkkqLNceGClt6r0jfDt9WQVGf&#10;aZnqy9qu3vT+9PsVFi9Xo9TTZHzdgAg0hn/x3V0YBeliGffHN/EJ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XIhQ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neP8MA&#10;AADdAAAADwAAAGRycy9kb3ducmV2LnhtbERPW2vCMBR+H/gfwhH2NtM6JlqNZQ4GG3OCF/T10Byb&#10;YnNSmqzWf78MhD1+d75F3ttadNT6yrGCdJSAIC6crrhUcNi/P01B+ICssXZMCm7kIV8OHhaYaXfl&#10;LXW7UIpYwj5DBSaEJpPSF4Ys+pFriKN2dq3FEGFbSt3iNZbbWo6TZCItVhwXDDb0Zqi47H6sgg43&#10;t+RkVt+zz2pdjDer45eOvHoc9q9zEIH68G++pz+0gsnzSwp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RneP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D+KM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tgdXtX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w/i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cdFMYA&#10;AADdAAAADwAAAGRycy9kb3ducmV2LnhtbESPW2sCMRSE3wv+h3AKvtVslapsjeIVSlGKl74fN8fd&#10;1eRk2UTd/ntTKPRxmJlvmNGksUbcqPalYwWvnQQEceZ0ybmCw371MgThA7JG45gU/JCHybj1NMJU&#10;uztv6bYLuYgQ9ikqKEKoUil9VpBF33EVcfROrrYYoqxzqWu8R7g1spskfWmx5LhQYEXzgrLL7moV&#10;rL4W5tzdbKffMsyXg6MZfs4Wa6Xaz830HUSgJvyH/9ofWkG/99aD3zfxCc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cdF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5lI2cYA&#10;AADdAAAADwAAAGRycy9kb3ducmV2LnhtbESPW4vCMBSE3xf8D+EIviyaekWqUUQQXVjBG/h6bI5t&#10;sTkpTbZ2//1mQfBxmJlvmPmyMYWoqXK5ZQX9XgSCOLE651TB5bzpTkE4j6yxsEwKfsnBctH6mGOs&#10;7ZOPVJ98KgKEXYwKMu/LWEqXZGTQ9WxJHLy7rQz6IKtU6gqfAW4KOYiiiTSYc1jIsKR1Rsnj9GMU&#10;1IfvW7qrXfn1mH668fC23e71ValOu1nNQHhq/Dv8au+0gslwPIL/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5lI2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SRi8gA&#10;AADdAAAADwAAAGRycy9kb3ducmV2LnhtbESPT2sCMRTE7wW/Q3hCbzXrnxVdjaJCoReh2h7q7bl5&#10;7i5uXtYk1dVP3xQKPQ4z8xtmvmxNLa7kfGVZQb+XgCDOra64UPD58foyAeEDssbaMim4k4flovM0&#10;x0zbG+/oug+FiBD2GSooQ2gyKX1ekkHfsw1x9E7WGQxRukJqh7cIN7UcJMlYGqw4LpTY0Kak/Lz/&#10;NgrW08n68j7i7WN3PNDh63hOBy5R6rnbrmYgArXhP/zXftMKxsM0hd838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dJGLyAAAAN0AAAAPAAAAAAAAAAAAAAAAAJgCAABk&#10;cnMvZG93bnJldi54bWxQSwUGAAAAAAQABAD1AAAAjQMAAAAA&#10;" fillcolor="black" stroked="f"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/M8scA&#10;AADdAAAADwAAAGRycy9kb3ducmV2LnhtbESPzWvCQBTE70L/h+UVetONFoNEV9F+QEE9+HHw+Mw+&#10;kyXZtyG71bR/fVcoeBxm5jfMbNHZWlyp9caxguEgAUGcO224UHA8fPYnIHxA1lg7JgU/5GExf+rN&#10;MNPuxju67kMhIoR9hgrKEJpMSp+XZNEPXEMcvYtrLYYo20LqFm8Rbms5SpJUWjQcF0ps6K2kvNp/&#10;WwWndWomO0Oj8+Z39aE342q1fa+UennullMQgbrwCP+3v7SC9HWcwv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PzPL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ZX3MYA&#10;AADdAAAADwAAAGRycy9kb3ducmV2LnhtbESPQWsCMRSE74L/ITzBW81a0crWKGIpevFQ29LrY/O6&#10;2e7mZZtEXf31TUHwOMzMN8xi1dlGnMiHyrGC8SgDQVw4XXGp4OP99WEOIkRkjY1jUnChAKtlv7fA&#10;XLszv9HpEEuRIBxyVGBibHMpQ2HIYhi5ljh5385bjEn6UmqP5wS3jXzMspm0WHFaMNjSxlBRH45W&#10;gV9/vdRXPn7W2XV/Cduf7neORqnhoFs/g4jUxXv41t5pBbPJ9A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ZX3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1mHMMA&#10;AADdAAAADwAAAGRycy9kb3ducmV2LnhtbERPzWoCMRC+C32HMIIX0WwttXZrlCIIgiJofYDpZrq7&#10;mEyWzVTXPr05FDx+fP/zZeedulAb68AGnscZKOIi2JpLA6ev9WgGKgqyRReYDNwownLx1JtjbsOV&#10;D3Q5SqlSCMccDVQiTa51LCryGMehIU7cT2g9SoJtqW2L1xTunZ5k2VR7rDk1VNjQqqLifPz1Btzk&#10;271v3+JObie9y/68HIZ7a8yg331+gBLq5CH+d2+sgenLa5qb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+1mHM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3Mw8YA&#10;AADdAAAADwAAAGRycy9kb3ducmV2LnhtbESPQWsCMRSE70L/Q3iF3jSrRamrUdqKsJceulW8PjfP&#10;zWLysmxSXfvrm0LB4zAz3zDLde+suFAXGs8KxqMMBHHldcO1gt3XdvgCIkRkjdYzKbhRgPXqYbDE&#10;XPsrf9KljLVIEA45KjAxtrmUoTLkMIx8S5y8k+8cxiS7WuoOrwnurJxk2Uw6bDgtGGzp3VB1Lr+d&#10;gk3Z2smuMG/hsP84Hm3xs6XDRqmnx/51ASJSH+/h/3ahFcyep3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i3Mw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zgUsAA&#10;AADdAAAADwAAAGRycy9kb3ducmV2LnhtbERPy4rCMBTdC/MP4Q6402QUqnSMMgwjCK58Ldxdkjtt&#10;tbkpTbT1781CcHk478Wqd7W4Uxsqzxq+xgoEsfG24kLD8bAezUGEiGyx9kwaHhRgtfwYLDC3vuMd&#10;3fexECmEQ44ayhibXMpgSnIYxr4hTty/bx3GBNtC2ha7FO5qOVEqkw4rTg0lNvRbkrnub07DZS23&#10;3ig0p+Op29jZ+S+jWmk9/Ox/vkFE6uNb/HJvrIZsmqX96U16An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+zgUs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nn58UA&#10;AADdAAAADwAAAGRycy9kb3ducmV2LnhtbESPT4vCMBTE7wt+h/AEb2uqQpFqFBUWFmUP/kE8Pptn&#10;W9q8lCRq/fYbYWGPw8z8hpkvO9OIBzlfWVYwGiYgiHOrKy4UnI5fn1MQPiBrbCyTghd5WC56H3PM&#10;tH3ynh6HUIgIYZ+hgjKENpPS5yUZ9EPbEkfvZp3BEKUrpHb4jHDTyHGSpNJgxXGhxJY2JeX14W4U&#10;XO47vv1Mtiu3DmfbHX09vk5rpQb9bjUDEagL/+G/9rdWkE7SEbzfx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uefn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HDQscA&#10;AADdAAAADwAAAGRycy9kb3ducmV2LnhtbESPQWvCQBSE70L/w/KE3nRjWoNNXaUWhF4EtT3U2zP7&#10;mgSzb9PdVaO/3hUKPQ4z8w0znXemESdyvrasYDRMQBAXVtdcKvj6XA4mIHxA1thYJgUX8jCfPfSm&#10;mGt75g2dtqEUEcI+RwVVCG0upS8qMuiHtiWO3o91BkOUrpTa4TnCTSPTJMmkwZrjQoUtvVdUHLZH&#10;o2DxMln8rp95dd3sd7T73h/GqUuUeux3b68gAnXhP/zX/tAKsqcshf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xw0LHAAAA3QAAAA8AAAAAAAAAAAAAAAAAmAIAAGRy&#10;cy9kb3ducmV2LnhtbFBLBQYAAAAABAAEAPUAAACMAwAAAAA=&#10;" fillcolor="black" stroked="f"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c2MQA&#10;AADdAAAADwAAAGRycy9kb3ducmV2LnhtbESPUUvDMBSF34X9h3AHvrlUC0XqslEGovjUzY293jXX&#10;ptjclCRm9d8bQfDxcM75Dme9ne0oEvkwOFZwvypAEHdOD9wrOL4/3z2CCBFZ4+iYFHxTgO1mcbPG&#10;Wrsr7ykdYi8yhEONCkyMUy1l6AxZDCs3EWfvw3mLMUvfS+3xmuF2lA9FUUmLA+cFgxPtDHWfhy+r&#10;IF12bVOmczL7N9/03rUvp0ur1O1ybp5ARJrjf/iv/aoVVGVVwu+b/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BnNj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/kXsYA&#10;AADdAAAADwAAAGRycy9kb3ducmV2LnhtbESPQUvDQBSE7wX/w/IEb2bTKsHGbEopKtqLmhbq8ZF9&#10;ZoPZtyG7ptFf7xaEHoeZ+YYpVpPtxEiDbx0rmCcpCOLa6ZYbBfvd4/UdCB+QNXaOScEPeViVF7MC&#10;c+2O/E5jFRoRIexzVGBC6HMpfW3Iok9cTxy9TzdYDFEOjdQDHiPcdnKRppm02HJcMNjTxlD9VX1b&#10;BX6+eThs7e9y/Hgy/Fq9mOytMUpdXU7rexCBpnAO/7eftYLsJruF05v4BGT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6/kX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36F38" w:rsidRDefault="00136F38" w:rsidP="00136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36F38" w:rsidRDefault="00136F38" w:rsidP="00136F3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36F38" w:rsidRDefault="00136F38" w:rsidP="00136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6F38" w:rsidRDefault="00136F38" w:rsidP="00136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6F38" w:rsidRDefault="00136F38" w:rsidP="00136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36F38" w:rsidRDefault="00136F38" w:rsidP="00136F3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36F38" w:rsidRDefault="00136F38" w:rsidP="00136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36F38" w:rsidRDefault="00136F38" w:rsidP="00136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36F38" w:rsidRDefault="00136F38" w:rsidP="00136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6F38" w:rsidRDefault="00136F38" w:rsidP="00136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36F38" w:rsidRDefault="00136F38" w:rsidP="00136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36F38" w:rsidRDefault="00136F38" w:rsidP="00136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36F38" w:rsidRDefault="00136F38" w:rsidP="00136F3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36F38" w:rsidRDefault="00136F38" w:rsidP="00136F3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№36</w:t>
      </w:r>
    </w:p>
    <w:p w:rsidR="00136F38" w:rsidRPr="003937A2" w:rsidRDefault="00136F38" w:rsidP="00136F3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36F38" w:rsidRPr="003937A2" w:rsidRDefault="00136F38" w:rsidP="00136F3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36F38" w:rsidRPr="003937A2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136F38" w:rsidRPr="003937A2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136F38" w:rsidRPr="003937A2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</w:t>
      </w:r>
    </w:p>
    <w:p w:rsidR="00136F38" w:rsidRPr="003937A2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36F38" w:rsidRPr="003937A2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116,118,121,122,186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</w:t>
      </w:r>
      <w:r>
        <w:rPr>
          <w:rFonts w:ascii="Times New Roman" w:eastAsia="Calibri" w:hAnsi="Times New Roman" w:cs="Times New Roman"/>
          <w:sz w:val="24"/>
        </w:rPr>
        <w:t>,</w:t>
      </w:r>
    </w:p>
    <w:p w:rsidR="00136F38" w:rsidRPr="00395EA4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136F38" w:rsidRPr="003937A2" w:rsidRDefault="00136F38" w:rsidP="00136F3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Володимиру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Анатолійовичу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33B6C">
        <w:rPr>
          <w:rFonts w:ascii="Times New Roman" w:eastAsia="Calibri" w:hAnsi="Times New Roman" w:cs="Times New Roman"/>
          <w:sz w:val="24"/>
          <w:lang w:val="uk-UA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0,2500 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тригани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136F38" w:rsidRPr="003937A2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>Климчуку В.А.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136F38" w:rsidRPr="003937A2" w:rsidRDefault="00136F38" w:rsidP="00136F3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136F38" w:rsidRPr="003937A2" w:rsidRDefault="00136F38" w:rsidP="00136F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36F38" w:rsidRPr="003937A2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36F38" w:rsidRPr="003937A2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36F38" w:rsidRPr="003937A2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36F38" w:rsidRPr="003937A2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36F38" w:rsidRPr="003937A2" w:rsidRDefault="00136F38" w:rsidP="00136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F30E9" w:rsidRPr="00136F38" w:rsidRDefault="00136F38" w:rsidP="00136F3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9F30E9" w:rsidRPr="00136F3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38"/>
    <w:rsid w:val="00136F38"/>
    <w:rsid w:val="009F30E9"/>
    <w:rsid w:val="00E3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3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36F3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36F3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36F38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F3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36F3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36F3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36F38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241</Words>
  <Characters>1374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2021-09-13T08:03:00Z</dcterms:created>
  <dcterms:modified xsi:type="dcterms:W3CDTF">2021-09-13T13:18:00Z</dcterms:modified>
</cp:coreProperties>
</file>