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684" w:rsidRDefault="00CF1684" w:rsidP="00CF168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76BBB0" wp14:editId="400B1D8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70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7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1684" w:rsidRDefault="00CF1684" w:rsidP="00CF16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Qjs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F91MAA&#10;AADdAAAADwAAAGRycy9kb3ducmV2LnhtbESPzQrCMBCE74LvEFbwpqkKVqpRRFQ8COLffWnWtths&#10;ShO1vr0RBI/DzHzDzBaNKcWTaldYVjDoRyCIU6sLzhRczpveBITzyBpLy6TgTQ4W83Zrhom2Lz7S&#10;8+QzESDsElSQe18lUro0J4Oubyvi4N1sbdAHWWdS1/gKcFPKYRSNpcGCw0KOFa1ySu+nh1FgR9vd&#10;/poNj6M1x56Xh8nt2uyV6naa5RSEp8b/w7/2TisYx1E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zF91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tqMQA&#10;AADdAAAADwAAAGRycy9kb3ducmV2LnhtbERPz2vCMBS+C/sfwhN2kZm6Q906owyhOj0MdINdH81b&#10;09m8lCRq519vDoLHj+/3bNHbVpzIh8axgsk4A0FcOd1wreD7q3x6AREissbWMSn4pwCL+cNghoV2&#10;Z97RaR9rkUI4FKjAxNgVUobKkMUwdh1x4n6dtxgT9LXUHs8p3LbyOctyabHh1GCwo6Wh6rA/WgV/&#10;5af5WU4vKz963dFlVG7X7SZX6nHYv7+BiNTHu/jm/tAK8mmW5qY36Qn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4La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zqTMMA&#10;AADdAAAADwAAAGRycy9kb3ducmV2LnhtbESP3YrCMBCF7wXfIYywN7KmrqBrNYrIKuJN8ecBhmZs&#10;is2kNFnbffuNIHh5OD8fZ7nubCUe1PjSsYLxKAFBnDtdcqHgetl9foPwAVlj5ZgU/JGH9arfW2Kq&#10;XcsnepxDIeII+xQVmBDqVEqfG7LoR64mjt7NNRZDlE0hdYNtHLeV/EqSqbRYciQYrGlrKL+ff22E&#10;ZBPMjrf2stt32OLP0fBwc1LqY9BtFiACdeEdfrUPWsF0lsz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zqT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QArMMA&#10;AADdAAAADwAAAGRycy9kb3ducmV2LnhtbERPS0sDMRC+C/0PYQRvNtuiW9k2LaUqiOChD5Dehs10&#10;d3EzCcnYXf+9OQgeP773ajO6Xl0pps6zgdm0AEVce9txY+B0fL1/ApUE2WLvmQz8UILNenKzwsr6&#10;gfd0PUijcginCg20IqHSOtUtOUxTH4gzd/HRoWQYG20jDjnc9XpeFKV22HFuaDHQrqX66/DtDHwM&#10;L+F9UT5ewjk+zHV6tvK5E2PubsftEpTQKP/iP/ebNVAuZnl/fpOfgF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3QAr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Nwl8QA&#10;AADdAAAADwAAAGRycy9kb3ducmV2LnhtbESPy2rDMBBF94X8g5hCNqWRnUIS3CjGhCYUb0weHzBY&#10;E8vUGhlLjZ2/rwqFLi/3cbjbfLKduNPgW8cK0kUCgrh2uuVGwfVyeN2A8AFZY+eYFDzIQ76bPW0x&#10;027kE93PoRFxhH2GCkwIfSalrw1Z9AvXE0fv5gaLIcqhkXrAMY7bTi6TZCUtthwJBnvaG6q/zt82&#10;Qqo3rMrbeDkcJxzxozT8UpyUmj9PxTuIQFP4D/+1P7WC1TpN4fdNf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DcJ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7QMYA&#10;AADdAAAADwAAAGRycy9kb3ducmV2LnhtbESPQUvDQBSE70L/w/IEb3bTUFOJ3ZZSK4jgwSqIt0f2&#10;NQlm3y67zyb+e1cQPA4z8w2z3k5uUGeKqfdsYDEvQBE33vbcGnh7fbi+BZUE2eLgmQx8U4LtZnax&#10;xtr6kV/ofJRWZQinGg10IqHWOjUdOUxzH4izd/LRoWQZW20jjhnuBl0WRaUd9pwXOgy076j5PH45&#10;A8/jITytqptT+IjLUqd7K+97MebqctrdgRKa5D/81360BqrVo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o7Q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Y+pcYA&#10;AADdAAAADwAAAGRycy9kb3ducmV2LnhtbESPQWsCMRSE7wX/Q3hCL1KzVmrL1igqhAoVRFvo9bF5&#10;7i7dvCxJ6q7/3ghCj8PMfMPMl71txJl8qB0rmIwzEMSFMzWXCr6/9NMbiBCRDTaOScGFAiwXg4c5&#10;5sZ1fKDzMZYiQTjkqKCKsc2lDEVFFsPYtcTJOzlvMSbpS2k8dgluG/mcZTNpsea0UGFLm4qK3+Of&#10;VbDed+XUj4p17z5PHz8vWhu900o9DvvVO4hIffwP39tbo2D2O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Y+p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f8lMQA&#10;AADdAAAADwAAAGRycy9kb3ducmV2LnhtbESP3WoCMRSE7wXfIZxC7zSr+MfWKGJZkOJN1Qc4bE43&#10;WzcnSxLX9e0bQejlMDPfMOttbxvRkQ+1YwWTcQaCuHS65krB5VyMViBCRNbYOCYFDwqw3QwHa8y1&#10;u/M3dadYiQThkKMCE2ObSxlKQxbD2LXEyftx3mJM0ldSe7wnuG3kNMsW0mLNacFgS3tD5fV0swqK&#10;r+mxu960L9yun1mam9/Vp1Hq/a3ffYCI1Mf/8Kt90AoWy8kMnm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3/J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MDSsYA&#10;AADdAAAADwAAAGRycy9kb3ducmV2LnhtbESPQWsCMRSE7wX/Q3hCL0WztqhlNYoKwUIF0RZ6fWye&#10;u4ublyWJ7vbfN4VCj8PMfMMs171txJ18qB0rmIwzEMSFMzWXCj4/9OgVRIjIBhvHpOCbAqxXg4cl&#10;5sZ1fKL7OZYiQTjkqKCKsc2lDEVFFsPYtcTJuzhvMSbpS2k8dgluG/mcZTNpsea0UGFLu4qK6/lm&#10;FWyPXfnin4pt794v+6+p1kYftFKPw36zABGpj//hv/abUTCbT6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MDS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nHeMQA&#10;AADdAAAADwAAAGRycy9kb3ducmV2LnhtbESPUWvCMBSF34X9h3AHvmmqaJXOKLJRkOHLdD/g0tw1&#10;nc1NSWKt/34RhD0ezjnf4Wx2g21FTz40jhXMphkI4srphmsF3+dysgYRIrLG1jEpuFOA3fZltMFC&#10;uxt/UX+KtUgQDgUqMDF2hZShMmQxTF1HnLwf5y3GJH0ttcdbgttWzrMslxYbTgsGO3o3VF1OV6ug&#10;/Jwf+8tV+9Lth4Wlpfldfxilxq/D/g1EpCH+h5/tg1aQr2Y5PN6kJy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px3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4xcQA&#10;AADdAAAADwAAAGRycy9kb3ducmV2LnhtbESP0WqDQBRE3wv5h+UW+lZX25gUm00oAUt8rMkHXNxb&#10;Fd27xt1E/ftuodDHYWbOMLvDbHpxp9G1lhUkUQyCuLK65VrB5Zw/v4FwHlljb5kULOTgsF897DDT&#10;duIvupe+FgHCLkMFjfdDJqWrGjLoIjsQB+/bjgZ9kGMt9YhTgJtevsTxRhpsOSw0ONCxoaorb0bB&#10;epk+r2Xaxbk2lBSvQ8G+SpV6epw/3kF4mv1/+K990go222QLv2/CE5D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eM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31q8EA&#10;AADdAAAADwAAAGRycy9kb3ducmV2LnhtbERPy4rCMBTdC/5DuII7TXVRnY6piKLIrLSjri/N7YNp&#10;bkoTtf79ZCG4PJz3at2bRjyoc7VlBbNpBII4t7rmUsHldz9ZgnAeWWNjmRS8yME6HQ5WmGj75DM9&#10;Ml+KEMIuQQWV920ipcsrMuimtiUOXGE7gz7ArpS6w2cIN42cR1EsDdYcGipsaVtR/pfdjYJ7fJtf&#10;uPjRp2z3Onzt9hsnr6VS41G/+Qbhqfcf8dt91ArixSzMDW/CE5D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t9av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vN8gA&#10;AADdAAAADwAAAGRycy9kb3ducmV2LnhtbESPQWvCQBSE70L/w/IKvenGtkSNrmILgu1BMdpDb8/s&#10;a5KafRuzW03/vSsIHoeZ+YaZzFpTiRM1rrSsoN+LQBBnVpecK9htF90hCOeRNVaWScE/OZhNHzoT&#10;TLQ984ZOqc9FgLBLUEHhfZ1I6bKCDLqerYmD92Mbgz7IJpe6wXOAm0o+R1EsDZYcFgqs6b2g7JD+&#10;GQVf62E8Wr99vP5+rvb4YvTxW5exUk+P7XwMwlPr7+Fbe6kVxIP+CK5vwhOQ0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Ai83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yO5MIA&#10;AADdAAAADwAAAGRycy9kb3ducmV2LnhtbERPy4rCMBTdD/gP4QqzG1PrUKUaxQej4soXuL0017bY&#10;3JQmo9WvN4uBWR7OezJrTSXu1LjSsoJ+LwJBnFldcq7gfPr5GoFwHlljZZkUPMnBbNr5mGCq7YMP&#10;dD/6XIQQdikqKLyvUyldVpBB17M1ceCutjHoA2xyqRt8hHBTyTiKEmmw5NBQYE3LgrLb8dcoeCUX&#10;3LtNvFgNtKfn92htd/u1Up/ddj4G4an1/+I/91YrSIZx2B/ehCcgp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LI7k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h4x8UA&#10;AADdAAAADwAAAGRycy9kb3ducmV2LnhtbESP3WrCQBSE7wXfYTlC73Rj8KdNs0opFryzpn2AQ/Z0&#10;E5I9G7NbTX16Vyh4OczMN0y+HWwrztT72rGC+SwBQVw6XbNR8P31MX0G4QOyxtYxKfgjD9vNeJRj&#10;pt2Fj3QughERwj5DBVUIXSalLyuy6GeuI47ej+sthih7I3WPlwi3rUyTZCUt1hwXKuzovaKyKX6t&#10;gpNLl3oodnhodi+ftTGL0/W4UOppMry9ggg0hEf4v73XClbrdA73N/EJ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uHj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ts2MYA&#10;AADdAAAADwAAAGRycy9kb3ducmV2LnhtbESPzW7CMBCE75X6DtZW4gZOgwg0jYOgEhJXfg49bu0l&#10;SRuv09iFwNPXlZB6HM3MN5piOdhWnKn3jWMFz5MEBLF2puFKwfGwGS9A+IBssHVMCq7kYVk+PhSY&#10;G3fhHZ33oRIRwj5HBXUIXS6l1zVZ9BPXEUfv5HqLIcq+kqbHS4TbVqZJkkmLDceFGjt6q0l/7X+s&#10;gm3zQbNMn17sYq1377fvMJ1/GqVGT8PqFUSgIfyH7+2tUZDN0xT+3sQnI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ts2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46t8IA&#10;AADdAAAADwAAAGRycy9kb3ducmV2LnhtbERPXWvCMBR9H/gfwhX2NlMrOFeNMgeC4hTmhr5emmtT&#10;bG5Kk9X6781g4OP55swWna1ES40vHSsYDhIQxLnTJRcKfr5XLxMQPiBrrByTght5WMx7TzPMtLvy&#10;F7WHUIhYwj5DBSaEOpPS54Ys+oGriaN2do3FEGFTSN3gNZbbSqZJMpYWS44LBmv6MJRfDr9WQYv7&#10;W3Iyy93bpvzM0/3yuNWRV8/97n0KIlAXHub/9ForGL+mI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Djq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wco8QA&#10;AADdAAAADwAAAGRycy9kb3ducmV2LnhtbESPQUvDQBSE70L/w/IK3uymQarEbkspVDxq9ODxmX3N&#10;pmbfC7vbJvrrXUHwOMzMN8x6O/leXSjETtjAclGAIm7EdtwaeHs93NyDignZYi9MBr4ownYzu1pj&#10;ZWXkF7rUqVUZwrFCAy6lodI6No48xoUMxNk7SvCYsgyttgHHDPe9LotipT12nBccDrR31HzWZ29g&#10;fGw+TuXx3brvMMihfpZT2Ysx1/Np9wAq0ZT+w3/tJ2tgdVfe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cHK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v/n8cA&#10;AADdAAAADwAAAGRycy9kb3ducmV2LnhtbESPW2sCMRSE3wv9D+EUfKvZLnhhNYr1AqW0iLf34+a4&#10;u21ysmyirv++EQo+DjPzDTOettaICzW+cqzgrZuAIM6drrhQsN+tXocgfEDWaByTght5mE6en8aY&#10;aXflDV22oRARwj5DBWUIdSalz0uy6LuuJo7eyTUWQ5RNIXWD1wi3RqZJ0pcWK44LJdY0Lyn/3Z6t&#10;gtV6YX7S783sIMN8OTia4ef74kupzks7G4EI1IZH+L/9oRX0B2kP7m/iE5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7/5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6sUcYA&#10;AADdAAAADwAAAGRycy9kb3ducmV2LnhtbESPQWvCQBSE7wX/w/IEL0U3KqYSXUUKRYUKVgu9PrPP&#10;JJh9G7JrjP/eLQgeh5n5hpkvW1OKhmpXWFYwHEQgiFOrC84U/B6/+lMQziNrLC2Tgjs5WC46b3NM&#10;tL3xDzUHn4kAYZeggtz7KpHSpTkZdANbEQfvbGuDPsg6k7rGW4CbUo6iKJYGCw4LOVb0mVN6OVyN&#10;gmb/fco2jau2l+m7m4xP6/VO/ynV67arGQhPrX+Fn+2NVhB/jGL4fxOe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6sU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N1A8cA&#10;AADdAAAADwAAAGRycy9kb3ducmV2LnhtbESPT2sCMRTE74V+h/AKvdWsi39Xo1RB8CKo7aHenpvn&#10;7uLmZZukuvrpTaHQ4zAzv2Gm89bU4kLOV5YVdDsJCOLc6ooLBZ8fq7cRCB+QNdaWScGNPMxnz09T&#10;zLS98o4u+1CICGGfoYIyhCaT0uclGfQd2xBH72SdwRClK6R2eI1wU8s0SQbSYMVxocSGliXl5/2P&#10;UbAYjxbf2x5v7rvjgQ5fx3M/dYlSry/t+wREoDb8h//aa61gMEyH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jdQPHAAAA3QAAAA8AAAAAAAAAAAAAAAAAmAIAAGRy&#10;cy9kb3ducmV2LnhtbFBLBQYAAAAABAAEAPUAAACMAwAAAAA=&#10;" fillcolor="black" stroked="f"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Uif8QA&#10;AADdAAAADwAAAGRycy9kb3ducmV2LnhtbERPy2rCQBTdF/yH4Qru6sRAU4mOom0FoXbhY+Hymrkm&#10;QzJ3QmbUtF/fWRS6PJz3fNnbRtyp88axgsk4AUFcOG24VHA6bp6nIHxA1tg4JgXf5GG5GDzNMdfu&#10;wXu6H0IpYgj7HBVUIbS5lL6oyKIfu5Y4clfXWQwRdqXUHT5iuG1kmiSZtGg4NlTY0ltFRX24WQXn&#10;z8xM94bSy+5n/aF3L/X6671WajTsVzMQgfrwL/5zb7WC7DWNc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VIn/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5UcYA&#10;AADdAAAADwAAAGRycy9kb3ducmV2LnhtbESPwW7CMBBE70j8g7VI3BqnHICmGISoKnrpodCq11W8&#10;jdPE62AbCHw9rlSJ42hm3mgWq9624kQ+1I4VPGY5COLS6ZorBZ/714c5iBCRNbaOScGFAqyWw8EC&#10;C+3O/EGnXaxEgnAoUIGJsSukDKUhiyFzHXHyfpy3GJP0ldQezwluWznJ86m0WHNaMNjRxlDZ7I5W&#10;gV9/vzRXPn41+fX9Era//WGORqnxqF8/g4jUx3v4v/2mFUxnkyf4e5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y5U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sjo8MA&#10;AADdAAAADwAAAGRycy9kb3ducmV2LnhtbERP22oCMRB9F/yHMEJfpGZrwcvWKEUoCBXBywdMN+Pu&#10;0mSybEZd/frmoeDj4dwXq847daU21oENvI0yUMRFsDWXBk7Hr9cZqCjIFl1gMnCnCKtlv7fA3IYb&#10;7+l6kFKlEI45GqhEmlzrWFTkMY5CQ5y4c2g9SoJtqW2LtxTunR5n2UR7rDk1VNjQuqLi93DxBtz4&#10;x82/p3Er95PeZg8v++HOGvMy6D4/QAl18hT/uzfWwGT6nvanN+kJ6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8sjo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JfMYA&#10;AADdAAAADwAAAGRycy9kb3ducmV2LnhtbESPQWsCMRSE7wX/Q3hCb5rVgpbVKLYi7KUHV4vX5+a5&#10;WUxelk2q2/56Uyj0OMzMN8xy3TsrbtSFxrOCyTgDQVx53XCt4HjYjV5BhIis0XomBd8UYL0aPC0x&#10;1/7Oe7qVsRYJwiFHBSbGNpcyVIYchrFviZN38Z3DmGRXS93hPcGdldMsm0mHDacFgy29G6qu5ZdT&#10;sC1bOz0W5i2cPj/OZ1v87Oi0Vep52G8WICL18T/81y60gtn8ZQK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uJf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5YusQA&#10;AADdAAAADwAAAGRycy9kb3ducmV2LnhtbESPQWsCMRSE7wX/Q3iCt5qosMpqFJEKgqdaPXh7JM/d&#10;1c3Lsknd9d83hUKPw8x8w6w2vavFk9pQedYwGSsQxMbbigsN56/9+wJEiMgWa8+k4UUBNuvB2wpz&#10;6zv+pOcpFiJBOOSooYyxyaUMpiSHYewb4uTdfOswJtkW0rbYJbir5VSpTDqsOC2U2NCuJPM4fTsN&#10;9708eqPQXM6X7mDn14+MaqX1aNhvlyAi9fE//Nc+WA3ZfDaF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OWL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fD8YA&#10;AADdAAAADwAAAGRycy9kb3ducmV2LnhtbESPT4vCMBTE7wv7HcJb2NuaakGlaxQVBNnFg3+QPT6b&#10;Z1vavJQkavfbG0HwOMzMb5jJrDONuJLzlWUF/V4Cgji3uuJCwWG/+hqD8AFZY2OZFPyTh9n0/W2C&#10;mbY33tJ1FwoRIewzVFCG0GZS+rwkg75nW+Lona0zGKJ0hdQObxFuGjlIkqE0WHFcKLGlZUl5vbsY&#10;BX+XXz5v0p+5W4Sj7fa+HpzGtVKfH938G0SgLrzCz/ZaKxiO0hQ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tfD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h9qccA&#10;AADdAAAADwAAAGRycy9kb3ducmV2LnhtbESPT2sCMRTE7wW/Q3iF3mq2/u9qFC0IXgS1HurtuXnu&#10;Lm5e1iTVbT99Iwg9DjPzG2Yya0wlruR8aVnBWzsBQZxZXXKuYP+5fB2B8AFZY2WZFPyQh9m09TTB&#10;VNsbb+m6C7mIEPYpKihCqFMpfVaQQd+2NXH0TtYZDFG6XGqHtwg3lewkyUAaLDkuFFjTR0HZefdt&#10;FCzeR4vLpsfr3+3xQIev47nfcYlSL8/NfAwiUBP+w4/2SisYDLs9u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ofanHAAAA3QAAAA8AAAAAAAAAAAAAAAAAmAIAAGRy&#10;cy9kb3ducmV2LnhtbFBLBQYAAAAABAAEAPUAAACMAwAAAAA=&#10;" fillcolor="black" stroked="f"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giM8UA&#10;AADdAAAADwAAAGRycy9kb3ducmV2LnhtbESPQUsDMRSE70L/Q3gFbzZri7WsTctSKIqnbVV6fd08&#10;N4ublyWJ6frvjSD0OMzMN8x6O9peJPKhc6zgflaAIG6c7rhV8P62v1uBCBFZY++YFPxQgO1mcrPG&#10;UrsLHygdYysyhEOJCkyMQyllaAxZDDM3EGfv03mLMUvfSu3xkuG2l/OiWEqLHecFgwPtDDVfx2+r&#10;IJ13dbVIp2QOr75qvaufP861UrfTsXoCEWmM1/B/+0UrWD4uH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WCI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1cts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Wks2kK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1ct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1684" w:rsidRDefault="00CF1684" w:rsidP="00CF16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1684" w:rsidRDefault="00CF1684" w:rsidP="00CF168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F1684" w:rsidRDefault="00CF1684" w:rsidP="00CF16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1684" w:rsidRDefault="00CF1684" w:rsidP="00CF16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F1684" w:rsidRDefault="00CF1684" w:rsidP="00CF16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F1684" w:rsidRDefault="00CF1684" w:rsidP="00CF16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№24</w:t>
      </w:r>
    </w:p>
    <w:p w:rsidR="00CF1684" w:rsidRDefault="00CF1684" w:rsidP="00CF168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CF1684" w:rsidRPr="003937A2" w:rsidRDefault="00CF1684" w:rsidP="00CF168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Токар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Л.І.</w:t>
      </w:r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</w:t>
      </w:r>
      <w:r>
        <w:rPr>
          <w:rFonts w:ascii="Times New Roman" w:eastAsia="Calibri" w:hAnsi="Times New Roman" w:cs="Times New Roman"/>
          <w:sz w:val="24"/>
        </w:rPr>
        <w:t>раїні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Токар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Л.І.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CF1684" w:rsidRPr="00401D45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CF1684" w:rsidRPr="003937A2" w:rsidRDefault="00CF1684" w:rsidP="00CF168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Токар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Ларисі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Іванівні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14970">
        <w:rPr>
          <w:rFonts w:ascii="Times New Roman" w:eastAsia="Calibri" w:hAnsi="Times New Roman" w:cs="Times New Roman"/>
          <w:sz w:val="24"/>
          <w:lang w:val="uk-UA"/>
        </w:rPr>
        <w:t>_________________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0,3500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2.Токар Л.І.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CF1684" w:rsidRPr="003937A2" w:rsidRDefault="00CF1684" w:rsidP="00CF168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F1684" w:rsidRPr="00CF1684" w:rsidRDefault="00CF1684" w:rsidP="00CF168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F1684" w:rsidRPr="003937A2" w:rsidRDefault="00CF1684" w:rsidP="00CF16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968D8" w:rsidRPr="00CF1684" w:rsidRDefault="00CF1684" w:rsidP="00CF168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968D8" w:rsidRPr="00CF1684" w:rsidSect="00CF1684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684"/>
    <w:rsid w:val="002968D8"/>
    <w:rsid w:val="00914970"/>
    <w:rsid w:val="00CF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8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F168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F168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F168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68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F168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F168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F168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275</Words>
  <Characters>1571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2021-09-13T07:43:00Z</dcterms:created>
  <dcterms:modified xsi:type="dcterms:W3CDTF">2021-09-13T13:05:00Z</dcterms:modified>
</cp:coreProperties>
</file>