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865" w:rsidRDefault="00BA7865" w:rsidP="00BA78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A7865" w:rsidRDefault="00BA7865" w:rsidP="00BA7865"/>
    <w:p w:rsidR="00BA7865" w:rsidRDefault="00BA7865" w:rsidP="00BA7865"/>
    <w:p w:rsidR="00BA7865" w:rsidRDefault="00BA7865" w:rsidP="00BA78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A7865" w:rsidRDefault="00BA7865" w:rsidP="00BA78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A7865" w:rsidRDefault="00BA7865" w:rsidP="00BA78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A7865" w:rsidRDefault="00BA7865" w:rsidP="00BA78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A7865" w:rsidRDefault="00BA7865" w:rsidP="00BA78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7865" w:rsidRDefault="00BA7865" w:rsidP="00BA78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A7865" w:rsidRDefault="00BA7865" w:rsidP="00BA78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A7865" w:rsidRDefault="00BA7865" w:rsidP="00BA786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A7865" w:rsidRDefault="00BA7865" w:rsidP="00BA786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A7865" w:rsidRDefault="00BA7865" w:rsidP="00BA7865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BA7865" w:rsidRPr="003E128F" w:rsidRDefault="00BA7865" w:rsidP="00BA78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A7865" w:rsidRPr="003E128F" w:rsidRDefault="00BA7865" w:rsidP="00BA78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3E128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BA7865" w:rsidRPr="003E128F" w:rsidRDefault="00BA7865" w:rsidP="00BA78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BA7865" w:rsidRPr="00033478" w:rsidRDefault="00BA7865" w:rsidP="00BA786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="00033478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="00033478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="00033478">
        <w:rPr>
          <w:rFonts w:ascii="Times New Roman" w:hAnsi="Times New Roman" w:cs="Times New Roman"/>
          <w:b/>
          <w:sz w:val="24"/>
          <w:szCs w:val="24"/>
        </w:rPr>
        <w:t>Мирончуку</w:t>
      </w:r>
      <w:proofErr w:type="spellEnd"/>
      <w:r w:rsidR="00033478">
        <w:rPr>
          <w:rFonts w:ascii="Times New Roman" w:hAnsi="Times New Roman" w:cs="Times New Roman"/>
          <w:b/>
          <w:sz w:val="24"/>
          <w:szCs w:val="24"/>
        </w:rPr>
        <w:t xml:space="preserve"> В.К.</w:t>
      </w:r>
    </w:p>
    <w:bookmarkEnd w:id="0"/>
    <w:p w:rsidR="00BA7865" w:rsidRPr="003E128F" w:rsidRDefault="00BA7865" w:rsidP="00BA7865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BA7865" w:rsidRPr="003E128F" w:rsidRDefault="00BA7865" w:rsidP="00BA786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3E128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Мирончука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В.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 xml:space="preserve">К.,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BA7865" w:rsidRPr="003E128F" w:rsidRDefault="00BA7865" w:rsidP="00BA786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BA7865" w:rsidRPr="003E128F" w:rsidRDefault="00BA7865" w:rsidP="00BA786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Мирончуку</w:t>
      </w:r>
      <w:proofErr w:type="spellEnd"/>
      <w:proofErr w:type="gramStart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>іктору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Калениковичу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0,1887 га, яка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>.</w:t>
      </w:r>
    </w:p>
    <w:p w:rsidR="00BA7865" w:rsidRPr="003E128F" w:rsidRDefault="00BA7865" w:rsidP="00BA78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Мирончуку</w:t>
      </w:r>
      <w:proofErr w:type="spellEnd"/>
      <w:proofErr w:type="gramStart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>іктору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Калениковичу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: </w:t>
      </w:r>
      <w:r w:rsidR="00AC50CD">
        <w:rPr>
          <w:rFonts w:ascii="Times New Roman" w:hAnsi="Times New Roman" w:cs="Times New Roman"/>
          <w:sz w:val="24"/>
          <w:szCs w:val="24"/>
          <w:lang w:val="en-US"/>
        </w:rPr>
        <w:t>________________</w:t>
      </w:r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C50CD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r w:rsidRPr="003E128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0,1887 га,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номер: 6823984700:01:017:0018, для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>.</w:t>
      </w:r>
    </w:p>
    <w:p w:rsidR="00BA7865" w:rsidRPr="003E128F" w:rsidRDefault="00BA7865" w:rsidP="00BA78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Мирончуку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В.К.,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128F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BA7865" w:rsidRPr="003E128F" w:rsidRDefault="00BA7865" w:rsidP="00BA78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E128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BA7865" w:rsidRPr="00BA7865" w:rsidRDefault="00BA7865" w:rsidP="00BA7865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733F4" w:rsidRPr="00BA7865" w:rsidRDefault="00BA7865" w:rsidP="00BA7865">
      <w:pPr>
        <w:tabs>
          <w:tab w:val="left" w:pos="2160"/>
        </w:tabs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733F4" w:rsidRPr="00BA7865" w:rsidSect="00BA7865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65"/>
    <w:rsid w:val="00033478"/>
    <w:rsid w:val="00171A2E"/>
    <w:rsid w:val="00304C90"/>
    <w:rsid w:val="00505B6D"/>
    <w:rsid w:val="006D3977"/>
    <w:rsid w:val="007733F4"/>
    <w:rsid w:val="007D6C18"/>
    <w:rsid w:val="00AC50CD"/>
    <w:rsid w:val="00BA786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10</TotalTime>
  <Pages>1</Pages>
  <Words>282</Words>
  <Characters>1610</Characters>
  <Application>Microsoft Office Word</Application>
  <DocSecurity>0</DocSecurity>
  <Lines>13</Lines>
  <Paragraphs>3</Paragraphs>
  <ScaleCrop>false</ScaleCrop>
  <Company>Microsoft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5</cp:revision>
  <dcterms:created xsi:type="dcterms:W3CDTF">2020-06-23T13:00:00Z</dcterms:created>
  <dcterms:modified xsi:type="dcterms:W3CDTF">2020-06-23T16:03:00Z</dcterms:modified>
</cp:coreProperties>
</file>