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F0C" w:rsidRDefault="00B05F0C" w:rsidP="00B05F0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B05F0C" w:rsidRDefault="00B05F0C" w:rsidP="00B05F0C"/>
    <w:p w:rsidR="00B05F0C" w:rsidRDefault="00B05F0C" w:rsidP="00B05F0C"/>
    <w:p w:rsidR="00B05F0C" w:rsidRDefault="00B05F0C" w:rsidP="00B05F0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05F0C" w:rsidRDefault="00B05F0C" w:rsidP="00B05F0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05F0C" w:rsidRDefault="00B05F0C" w:rsidP="00B05F0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05F0C" w:rsidRDefault="00B05F0C" w:rsidP="00B05F0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05F0C" w:rsidRDefault="00B05F0C" w:rsidP="00B05F0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5F0C" w:rsidRDefault="00B05F0C" w:rsidP="00B05F0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05F0C" w:rsidRDefault="00B05F0C" w:rsidP="00B05F0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05F0C" w:rsidRDefault="00B05F0C" w:rsidP="00B05F0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B05F0C" w:rsidRDefault="00B05F0C" w:rsidP="00B05F0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05F0C" w:rsidRPr="009F302A" w:rsidRDefault="00B05F0C" w:rsidP="00B05F0C">
      <w:pPr>
        <w:tabs>
          <w:tab w:val="left" w:pos="2160"/>
        </w:tabs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52</w:t>
      </w:r>
    </w:p>
    <w:p w:rsidR="00B05F0C" w:rsidRPr="005D7985" w:rsidRDefault="00B05F0C" w:rsidP="00B05F0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B05F0C" w:rsidRPr="009F302A" w:rsidRDefault="00B05F0C" w:rsidP="00B05F0C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B05F0C" w:rsidRPr="009F302A" w:rsidRDefault="00B05F0C" w:rsidP="00B05F0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B05F0C" w:rsidRPr="009F302A" w:rsidRDefault="00B05F0C" w:rsidP="00B05F0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B05F0C" w:rsidRPr="009F302A" w:rsidRDefault="00B05F0C" w:rsidP="00B05F0C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Болдаревій</w:t>
      </w:r>
      <w:proofErr w:type="spellEnd"/>
      <w:r w:rsidRPr="009F302A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О.О.</w:t>
      </w:r>
    </w:p>
    <w:p w:rsidR="00B05F0C" w:rsidRPr="009F302A" w:rsidRDefault="00B05F0C" w:rsidP="00B05F0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05F0C" w:rsidRPr="009F302A" w:rsidRDefault="00B05F0C" w:rsidP="00B05F0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»,</w:t>
      </w:r>
      <w:r w:rsidRPr="005D798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Болдаревої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О.О,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F302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9F302A"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та благоустрою, </w:t>
      </w: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B05F0C" w:rsidRPr="009F302A" w:rsidRDefault="00B05F0C" w:rsidP="00B05F0C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B05F0C" w:rsidRPr="009F302A" w:rsidRDefault="00B05F0C" w:rsidP="00B05F0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Перенести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заяви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чергове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засідання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Болдаревої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Оксани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Олександрівни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27030F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___________________</w:t>
      </w:r>
      <w:bookmarkStart w:id="0" w:name="_GoBack"/>
      <w:bookmarkEnd w:id="0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дозволу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smartTag w:uri="urn:schemas-microsoft-com:office:smarttags" w:element="metricconverter">
        <w:smartTagPr>
          <w:attr w:name="ProductID" w:val="0,1511 га"/>
        </w:smartTagPr>
        <w:r w:rsidRPr="009F302A">
          <w:rPr>
            <w:rFonts w:ascii="Times New Roman" w:eastAsia="Times New Roman" w:hAnsi="Times New Roman" w:cs="Times New Roman"/>
            <w:sz w:val="24"/>
            <w:szCs w:val="24"/>
            <w:lang w:eastAsia="en-US"/>
          </w:rPr>
          <w:t>0,1511 га</w:t>
        </w:r>
      </w:smartTag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для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, за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за</w:t>
      </w:r>
      <w:proofErr w:type="gram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межами села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6823984000:03:018:0321), для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факту права на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бажану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ділянку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B05F0C" w:rsidRPr="009F302A" w:rsidRDefault="00B05F0C" w:rsidP="00B05F0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F302A">
        <w:rPr>
          <w:rFonts w:ascii="Times New Roman" w:hAnsi="Times New Roman" w:cs="Times New Roman"/>
          <w:sz w:val="24"/>
          <w:szCs w:val="24"/>
        </w:rPr>
        <w:t xml:space="preserve">      2. Контроль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302A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02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9F302A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B05F0C" w:rsidRPr="00B05F0C" w:rsidRDefault="00B05F0C" w:rsidP="00B05F0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B013A5" w:rsidRPr="00B05F0C" w:rsidRDefault="00B05F0C" w:rsidP="00B05F0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9F302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B013A5" w:rsidRPr="00B05F0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F0C"/>
    <w:rsid w:val="00171A2E"/>
    <w:rsid w:val="0027030F"/>
    <w:rsid w:val="00304C90"/>
    <w:rsid w:val="00505B6D"/>
    <w:rsid w:val="006D3977"/>
    <w:rsid w:val="007D6C18"/>
    <w:rsid w:val="00B013A5"/>
    <w:rsid w:val="00B05F0C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275</Words>
  <Characters>1572</Characters>
  <Application>Microsoft Office Word</Application>
  <DocSecurity>0</DocSecurity>
  <Lines>13</Lines>
  <Paragraphs>3</Paragraphs>
  <ScaleCrop>false</ScaleCrop>
  <Company>Microsoft</Company>
  <LinksUpToDate>false</LinksUpToDate>
  <CharactersWithSpaces>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2020-05-29T14:07:00Z</dcterms:created>
  <dcterms:modified xsi:type="dcterms:W3CDTF">2020-05-29T14:26:00Z</dcterms:modified>
</cp:coreProperties>
</file>