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4DA" w:rsidRDefault="008A14DA" w:rsidP="008A14DA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>ПРОЕКТ</w:t>
      </w:r>
    </w:p>
    <w:p w:rsidR="008A14DA" w:rsidRDefault="008A14DA" w:rsidP="008A14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A14DA" w:rsidRPr="008A14DA" w:rsidRDefault="008A14DA" w:rsidP="008A14D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DA" w:rsidRDefault="008A14DA" w:rsidP="008A14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A14DA" w:rsidRDefault="008A14DA" w:rsidP="008A14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A14DA" w:rsidRDefault="008A14DA" w:rsidP="008A14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4DA" w:rsidRDefault="008A14DA" w:rsidP="008A14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4DA" w:rsidRDefault="008A14DA" w:rsidP="008A14D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4DA" w:rsidRDefault="008A14DA" w:rsidP="008A14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A14DA" w:rsidRDefault="008A14DA" w:rsidP="008A14D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A14DA" w:rsidRDefault="008A14DA" w:rsidP="008A14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A14DA" w:rsidRDefault="008A14DA" w:rsidP="008A14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A14DA" w:rsidRDefault="008A14DA" w:rsidP="008A14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4DA" w:rsidRDefault="008A14DA" w:rsidP="008A14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A14DA" w:rsidRDefault="008A14DA" w:rsidP="008A14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4DA" w:rsidRDefault="008A14DA" w:rsidP="008A14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A14DA" w:rsidRDefault="008A14DA" w:rsidP="008A14D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A14DA" w:rsidRDefault="008A14DA" w:rsidP="008A14D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25.03.2021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</w:t>
      </w:r>
    </w:p>
    <w:p w:rsidR="008A14DA" w:rsidRDefault="008A14DA" w:rsidP="008A14DA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A14DA" w:rsidRDefault="008A14DA" w:rsidP="008A14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8A14DA" w:rsidRDefault="008A14DA" w:rsidP="008A14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8A14DA" w:rsidRDefault="008A14DA" w:rsidP="008A14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8A14DA" w:rsidRDefault="008A14DA" w:rsidP="008A14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8A14DA" w:rsidRDefault="008A14DA" w:rsidP="008A14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А.В.,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Лупеха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Т.В.,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</w:p>
    <w:p w:rsidR="008A14DA" w:rsidRDefault="008A14DA" w:rsidP="008A14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A14DA" w:rsidRDefault="008A14DA" w:rsidP="008A14D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Лупеха</w:t>
      </w:r>
      <w:proofErr w:type="spellEnd"/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рада </w:t>
      </w:r>
    </w:p>
    <w:p w:rsidR="008A14DA" w:rsidRDefault="008A14DA" w:rsidP="008A14D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8A14DA" w:rsidRDefault="008A14DA" w:rsidP="008A14D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1.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Андрію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E485C">
        <w:rPr>
          <w:rFonts w:ascii="Times New Roman" w:eastAsia="Calibri" w:hAnsi="Times New Roman" w:cs="Times New Roman"/>
          <w:sz w:val="24"/>
        </w:rPr>
        <w:t>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 </w:t>
      </w:r>
      <w:r w:rsidR="00EE485C">
        <w:rPr>
          <w:rFonts w:ascii="Times New Roman" w:eastAsia="Arial Unicode MS" w:hAnsi="Times New Roman" w:cs="Times New Roman"/>
          <w:sz w:val="24"/>
          <w:szCs w:val="24"/>
        </w:rPr>
        <w:t>________</w:t>
      </w:r>
      <w:r>
        <w:rPr>
          <w:rFonts w:ascii="Times New Roman" w:eastAsia="Calibri" w:hAnsi="Times New Roman" w:cs="Times New Roman"/>
          <w:sz w:val="24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</w:rPr>
        <w:t>Лупеха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Тетяні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E485C">
        <w:rPr>
          <w:rFonts w:ascii="Times New Roman" w:eastAsia="Calibri" w:hAnsi="Times New Roman" w:cs="Times New Roman"/>
          <w:sz w:val="24"/>
        </w:rPr>
        <w:t>___________</w:t>
      </w:r>
      <w:r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 </w:t>
      </w:r>
      <w:r w:rsidR="00EE485C">
        <w:rPr>
          <w:rFonts w:ascii="Times New Roman" w:eastAsia="Arial Unicode MS" w:hAnsi="Times New Roman" w:cs="Times New Roman"/>
          <w:sz w:val="24"/>
          <w:szCs w:val="24"/>
        </w:rPr>
        <w:t>_________</w:t>
      </w:r>
      <w:r>
        <w:rPr>
          <w:rFonts w:ascii="Times New Roman" w:eastAsia="Calibri" w:hAnsi="Times New Roman" w:cs="Times New Roman"/>
          <w:sz w:val="24"/>
        </w:rPr>
        <w:t xml:space="preserve">; 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Володимиру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E485C">
        <w:rPr>
          <w:rFonts w:ascii="Times New Roman" w:eastAsia="Calibri" w:hAnsi="Times New Roman" w:cs="Times New Roman"/>
          <w:sz w:val="24"/>
        </w:rPr>
        <w:t>__________</w:t>
      </w:r>
      <w:r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 </w:t>
      </w:r>
      <w:r w:rsidR="00EE485C">
        <w:rPr>
          <w:rFonts w:ascii="Times New Roman" w:eastAsia="Arial Unicode MS" w:hAnsi="Times New Roman" w:cs="Times New Roman"/>
          <w:sz w:val="24"/>
          <w:szCs w:val="24"/>
        </w:rPr>
        <w:t>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sz w:val="24"/>
          <w:szCs w:val="24"/>
        </w:rPr>
        <w:t>,</w:t>
      </w:r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 xml:space="preserve">ічну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Андрію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Васильовичу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4/6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частки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</w:rPr>
        <w:t>Лупеха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Тетяні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1/6 </w:t>
      </w:r>
      <w:proofErr w:type="spellStart"/>
      <w:r>
        <w:rPr>
          <w:rFonts w:ascii="Times New Roman" w:eastAsia="Calibri" w:hAnsi="Times New Roman" w:cs="Times New Roman"/>
          <w:sz w:val="24"/>
        </w:rPr>
        <w:t>частки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Володимиру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1/6 </w:t>
      </w:r>
      <w:proofErr w:type="spellStart"/>
      <w:r>
        <w:rPr>
          <w:rFonts w:ascii="Times New Roman" w:eastAsia="Calibri" w:hAnsi="Times New Roman" w:cs="Times New Roman"/>
          <w:sz w:val="24"/>
        </w:rPr>
        <w:t>частки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4,3305 га,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номер: 6823984000:03:002:0123, 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яка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область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(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)  район, за межами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пункту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8A14DA" w:rsidRDefault="008A14DA" w:rsidP="008A14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Нікітчука А.В.,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Лупеха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законом  порядку.</w:t>
      </w:r>
    </w:p>
    <w:p w:rsidR="008A14DA" w:rsidRDefault="008A14DA" w:rsidP="008A14D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A14DA" w:rsidRDefault="008A14DA" w:rsidP="008A14D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A14DA" w:rsidRDefault="008A14DA" w:rsidP="008A14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A14DA" w:rsidRDefault="008A14DA" w:rsidP="008A14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1D33E1" w:rsidRDefault="001D33E1"/>
    <w:sectPr w:rsidR="001D33E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DA"/>
    <w:rsid w:val="00171A2E"/>
    <w:rsid w:val="001D33E1"/>
    <w:rsid w:val="00304C90"/>
    <w:rsid w:val="00505B6D"/>
    <w:rsid w:val="006D3977"/>
    <w:rsid w:val="007D6C18"/>
    <w:rsid w:val="008A14DA"/>
    <w:rsid w:val="00D1641A"/>
    <w:rsid w:val="00EE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8A14DA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8A14D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8A14DA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8A14DA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8A14D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8A14DA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345</Words>
  <Characters>1972</Characters>
  <Application>Microsoft Office Word</Application>
  <DocSecurity>0</DocSecurity>
  <Lines>16</Lines>
  <Paragraphs>4</Paragraphs>
  <ScaleCrop>false</ScaleCrop>
  <Company>Microsoft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2021-03-18T06:17:00Z</dcterms:created>
  <dcterms:modified xsi:type="dcterms:W3CDTF">2021-03-18T06:22:00Z</dcterms:modified>
</cp:coreProperties>
</file>