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35B72">
        <w:rPr>
          <w:noProof/>
        </w:rPr>
        <w:pict>
          <v:group id="_x0000_s1026" style="position:absolute;left:0;text-align:left;margin-left:225.45pt;margin-top:3.5pt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">
            <v:shape id="Freeform 12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XBc8EA&#10;AADcAAAADwAAAGRycy9kb3ducmV2LnhtbERPz2vCMBS+C/4P4Qm7aWpkTqpRRNkYeJpO8fhonm2x&#10;eSlJVrv/fjkIO358v1eb3jaiIx9qxxqmkwwEceFMzaWG79P7eAEiRGSDjWPS8EsBNuvhYIW5cQ/+&#10;ou4YS5FCOOSooYqxzaUMRUUWw8S1xIm7OW8xJuhLaTw+UrhtpMqyubRYc2qosKVdRcX9+GM1HDo1&#10;v1w/9vY0K9WbL2bnvaobrV9G/XYJIlIf/8VP96fRoF7T/HQmHQG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FwXP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3dvMQA&#10;AADcAAAADwAAAGRycy9kb3ducmV2LnhtbESP3YrCMBSE7wXfIRzBG9G0gj9Uo4iwoCssWAVvD82x&#10;rTYnpclq9+2NsODlMDPfMMt1ayrxoMaVlhXEowgEcWZ1ybmC8+lrOAfhPLLGyjIp+CMH61W3s8RE&#10;2ycf6ZH6XAQIuwQVFN7XiZQuK8igG9maOHhX2xj0QTa51A0+A9xUchxFU2mw5LBQYE3bgrJ7+msU&#10;yFO69/tZaQbx9+Wnje1te8huSvV77WYBwlPrP+H/9k4rGE9ieJ8JR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93bz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4U8cA&#10;AADcAAAADwAAAGRycy9kb3ducmV2LnhtbESPT2sCMRTE74V+h/CEXopmXWrR1Si1YBEPQv1zf26e&#10;u6ubl22S6rafvikIHoeZ+Q0zmbWmFhdyvrKsoN9LQBDnVldcKNhtF90hCB+QNdaWScEPeZhNHx8m&#10;mGl75U+6bEIhIoR9hgrKEJpMSp+XZND3bEMcvaN1BkOUrpDa4TXCTS3TJHmVBiuOCyU29F5Sft58&#10;GwWLJZ1H++br4+XXDYrh6bBezbfPSj112rcxiEBtuIdv7aVWkA5S+D8Tj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weFP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wwMUA&#10;AADcAAAADwAAAGRycy9kb3ducmV2LnhtbESPQWvCQBSE74L/YXmF3szGFCVEN6FYUgo9VcVeX7PP&#10;JJp9G7Jbk/77bqHgcZiZb5htMZlO3GhwrWUFyygGQVxZ3XKt4HgoFykI55E1dpZJwQ85KPL5bIuZ&#10;tiN/0G3vaxEg7DJU0HjfZ1K6qiGDLrI9cfDOdjDogxxqqQccA9x0MonjtTTYclhosKddQ9V1/20U&#10;xO+r7ut84in9fHmtrpex5LFdKvX4MD1vQHia/D38337TCpLVE/ydC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zDA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FvMYA&#10;AADcAAAADwAAAGRycy9kb3ducmV2LnhtbESPQWsCMRSE74X+h/AKXkrNVrTYrVGqoIgHQW3vr5vn&#10;7urmZU2irv56Iwg9DjPzDTMYNaYSJ3K+tKzgvZ2AIM6sLjlX8LOZvvVB+ICssbJMCi7kYTR8fhpg&#10;qu2ZV3Rah1xECPsUFRQh1KmUPivIoG/bmjh6W+sMhihdLrXDc4SbSnaS5EMaLDkuFFjTpKBsvz4a&#10;BdM57T9/68Ose3W9vL/7Wy7Gm1elWi/N9xeIQE34Dz/ac62g0+vC/Uw8AnJ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VFvMYAAADc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NL8QA&#10;AADcAAAADwAAAGRycy9kb3ducmV2LnhtbESPQWvCQBSE74X+h+UVvNVNApGQukqpKIIn09Jen9ln&#10;Es2+DdnVxH/vCkKPw8x8w8yXo2nFlXrXWFYQTyMQxKXVDVcKfr7X7xkI55E1tpZJwY0cLBevL3PM&#10;tR14T9fCVyJA2OWooPa+y6V0ZU0G3dR2xME72t6gD7KvpO5xCHDTyiSKZtJgw2Ghxo6+airPxcUo&#10;iHZpezj+8pj9rTbl+TSseWhipSZv4+cHCE+j/w8/21utIElT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DS/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s8cQA&#10;AADcAAAADwAAAGRycy9kb3ducmV2LnhtbESPQWvCQBSE74X+h+UVvNVNI4pNXUWigldteujtNftM&#10;QrJvQ3aN0V/vCkKPw8x8wyxWg2lET52rLCv4GEcgiHOrKy4UZN+79zkI55E1NpZJwZUcrJavLwtM&#10;tL3wgfqjL0SAsEtQQel9m0jp8pIMurFtiYN3sp1BH2RXSN3hJcBNI+MomkmDFYeFEltKS8rr49ko&#10;+NnU9eSTo8ntt0/nLv3Lsvi0VWr0Nqy/QHga/H/42d5rBfF0Bo8z4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0bP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tCsgA&#10;AADcAAAADwAAAGRycy9kb3ducmV2LnhtbESPQWvCQBSE70L/w/IKvYjZKFpL6ioiLSjoobZUe3tk&#10;n0lo9m3MbmP017uC0OMwM98wk1lrStFQ7QrLCvpRDII4tbrgTMHX53vvBYTzyBpLy6TgTA5m04fO&#10;BBNtT/xBzdZnIkDYJagg975KpHRpTgZdZCvi4B1sbdAHWWdS13gKcFPKQRw/S4MFh4UcK1rklP5u&#10;/4yCITX7+frys/neH9+8PXR3K9ffKfX02M5fQXhq/X/43l5qBYPRGG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6u0K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ddGMEA&#10;AADcAAAADwAAAGRycy9kb3ducmV2LnhtbERPPW/CMBDdK/EfrENiKw5BVBAwCKUgdYWmA9sRH0mU&#10;+BzFbgj99XhA6vj0vje7wTSip85VlhXMphEI4tzqigsF2ffxfQnCeWSNjWVS8CAHu+3obYOJtnc+&#10;UX/2hQgh7BJUUHrfJlK6vCSDbmpb4sDdbGfQB9gVUnd4D+GmkXEUfUiDFYeGEltKS8rr869R8PNZ&#10;1/MVR/O/S58uXXrNsvh2UGoyHvZrEJ4G/y9+ub+0gngR1oYz4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nXRj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c48gA&#10;AADcAAAADwAAAGRycy9kb3ducmV2LnhtbESPQWvCQBSE70L/w/IKvYjZKFps6ioiLSjoobZUe3tk&#10;n0lo9m3MbmP017uC0OMwM98wk1lrStFQ7QrLCvpRDII4tbrgTMHX53tvDMJ5ZI2lZVJwJgez6UNn&#10;gom2J/6gZuszESDsElSQe18lUro0J4MushVx8A62NuiDrDOpazwFuCnlII6fpcGCw0KOFS1ySn+3&#10;f0bBkJr9fH352Xzvj2/eHrq7levvlHp6bOevIDy1/j98by+1gsHoBW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Odzj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1Y2sQA&#10;AADcAAAADwAAAGRycy9kb3ducmV2LnhtbERPXWvCMBR9F/Yfwh3sTdO54aQaZTi2CQPBKvp6aa5N&#10;tbnpmmirv948DPZ4ON/TeWcrcaHGl44VPA8SEMS50yUXCrabz/4YhA/IGivHpOBKHuazh94UU+1a&#10;XtMlC4WIIexTVGBCqFMpfW7Ioh+4mjhyB9dYDBE2hdQNtjHcVnKYJCNpseTYYLCmhaH8lJ2tgv3r&#10;y8qZ78yd24+v22n9+3bcLX6Uenrs3icgAnXhX/znXmoFw1GcH8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9WNr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jIsMMA&#10;AADcAAAADwAAAGRycy9kb3ducmV2LnhtbESPQYvCMBSE78L+h/AWvGmqiyLVKK6oiJ501/ujebbF&#10;5qXbZGv890YQPA4z8w0zWwRTiZYaV1pWMOgnIIgzq0vOFfz+bHoTEM4ja6wsk4I7OVjMPzozTLW9&#10;8ZHak89FhLBLUUHhfZ1K6bKCDLq+rYmjd7GNQR9lk0vd4C3CTSWHSTKWBkuOCwXWtCoou57+jYKv&#10;/ehvq7/zdVtNtu6wu2xCGc5KdT/DcgrCU/Dv8Ku90wqG4wE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jIsMMAAADc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c6zsQA&#10;AADcAAAADwAAAGRycy9kb3ducmV2LnhtbESPwWrDMBBE74X8g9hAbo0cH9zGiWJMSsBQeqjbQ46L&#10;tbFMrJWxVMf5+6hQ6HGYmTfMvphtLyYafedYwWadgCBunO64VfD9dXp+BeEDssbeMSm4k4fisHja&#10;Y67djT9pqkMrIoR9jgpMCEMupW8MWfRrNxBH7+JGiyHKsZV6xFuE216mSZJJix3HBYMDHQ011/rH&#10;KjhvP7ab2bwl79NLWYWGEa9TptRqOZc7EIHm8B/+a1daQZql8HsmHgF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XOs7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/zTsYA&#10;AADcAAAADwAAAGRycy9kb3ducmV2LnhtbESPT2vCQBTE74LfYXlCb83GCKFGVxFB8dJD/dN6fGRf&#10;k9Ts25jdavTTu4WCx2FmfsNM552pxYVaV1lWMIxiEMS51RUXCva71esbCOeRNdaWScGNHMxn/d4U&#10;M22v/EGXrS9EgLDLUEHpfZNJ6fKSDLrINsTB+7atQR9kW0jd4jXATS2TOE6lwYrDQokNLUvKT9tf&#10;o+Br+H4fN6PukBz9efOTrM/56jNV6mXQLSYgPHX+Gf5vb7SCJB3B3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/zTs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gMBsIA&#10;AADcAAAADwAAAGRycy9kb3ducmV2LnhtbESPUWvCMBSF3wf+h3AHvs10IlWqUYpDcOzJ6g+4NHdt&#10;XXMTkszWf28GAx8P55zvcDa70fTiRj50lhW8zzIQxLXVHTcKLufD2wpEiMgae8uk4E4BdtvJywYL&#10;bQc+0a2KjUgQDgUqaGN0hZShbslgmFlHnLxv6w3GJH0jtcchwU0v51mWS4Mdp4UWHe1bqn+qX6MA&#10;vVt+uEoOp/z6hcfrZ0kLWyo1fR3LNYhIY3yG/9tHrWCeL+DvTDoC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qAwG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76OscA&#10;AADcAAAADwAAAGRycy9kb3ducmV2LnhtbESPzWvCQBTE70L/h+UJ3nSjUiupq/jRgGgufh28PbKv&#10;SWj2bciumvav7xaEHoeZ+Q0zW7SmEndqXGlZwXAQgSDOrC45V3A+Jf0pCOeRNVaWScE3OVjMXzoz&#10;jLV98IHuR5+LAGEXo4LC+zqW0mUFGXQDWxMH79M2Bn2QTS51g48AN5UcRdFEGiw5LBRY07qg7Ot4&#10;MwrSJK3TPX9Mr5vbanzd/lzeeJco1eu2y3cQnlr/H362t1rBaPIK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e+jr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8FwcYA&#10;AADcAAAADwAAAGRycy9kb3ducmV2LnhtbESPT2vCQBTE74V+h+UVequbegga3YQiiBbagn/AHl+z&#10;r0lo9m3cXWP89l1B8DjMzG+YeTGYVvTkfGNZwesoAUFcWt1wpWC/W75MQPiArLG1TAou5KHIHx/m&#10;mGl75g3121CJCGGfoYI6hC6T0pc1GfQj2xFH79c6gyFKV0nt8BzhppXjJEmlwYbjQo0dLWoq/7Yn&#10;o+DrmJ4++sP36scNy+7Yvi8+9bRR6vlpeJuBCDSEe/jWXmsF4zSF65l4BGT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n8Fw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MP8UA&#10;AADcAAAADwAAAGRycy9kb3ducmV2LnhtbESP0WrCQBRE34X+w3ILvummQhOJrlIKtiUUxJgPuGRv&#10;s6HZuyG7mtiv7xYKPg4zc4bZ7ifbiSsNvnWs4GmZgCCunW65UVCdD4s1CB+QNXaOScGNPOx3D7Mt&#10;5tqNfKJrGRoRIexzVGBC6HMpfW3Iol+6njh6X26wGKIcGqkHHCPcdnKVJKm02HJcMNjTq6H6u7xY&#10;BZzIw/Gz7rR8+6my4t2UxfOlVGr+OL1sQASawj383/7QClZpBn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tkw/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q8cIA&#10;AADcAAAADwAAAGRycy9kb3ducmV2LnhtbERPTYvCMBC9C/6HMII3TdVd0WoUdVdwvVkF8TY0Y1ts&#10;JqXJavXXm8PCHh/ve75sTCnuVLvCsoJBPwJBnFpdcKbgdNz2JiCcR9ZYWiYFT3KwXLRbc4y1ffCB&#10;7onPRAhhF6OC3PsqltKlORl0fVsRB+5qa4M+wDqTusZHCDelHEbRWBosODTkWNEmp/SW/BoFyfVy&#10;0Wv+/viZfLrNfj96Tc/bL6W6nWY1A+Gp8f/iP/dOKxiOw9pwJh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2irx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4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1b7sMA&#10;AADcAAAADwAAAGRycy9kb3ducmV2LnhtbESP3YrCMBSE74V9h3AWvLOpCuJ2G0XEBS+88O8BDs2x&#10;aW1Ouk3U+vZmYcHLYeabYfJlbxtxp85XjhWMkxQEceF0xaWC8+lnNAfhA7LGxjEpeJKH5eJjkGOm&#10;3YMPdD+GUsQS9hkqMCG0mZS+MGTRJ64ljt7FdRZDlF0pdYePWG4bOUnTmbRYcVww2NLaUHE93qyC&#10;yXlVry/76a7+naa8sabf3A5GqeFnv/oGEagP7/A/vdWRm33B35l4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1b7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47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/>
            <v:shape id="Freeform 14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lSJMYA&#10;AADcAAAADwAAAGRycy9kb3ducmV2LnhtbESPT2vCQBTE7wW/w/IEL8VsIkVDmo2IVLC9iH8KPT6y&#10;r0kw+zZktzF++26h4HGYmd8w+Xo0rRiod41lBUkUgyAurW64UnA57+YpCOeRNbaWScGdHKyLyVOO&#10;mbY3PtJw8pUIEHYZKqi97zIpXVmTQRfZjjh437Y36IPsK6l7vAW4aeUijpfSYMNhocaOtjWV19OP&#10;UfAhy+H5/YWSQzV8Xd8O6adZHhOlZtNx8wrC0+gf4f/2XitYrBL4OxOO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lSJM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4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7nLMQA&#10;AADcAAAADwAAAGRycy9kb3ducmV2LnhtbESP3WrCQBSE7wu+w3KE3tWNAa1GV5HSQoVC8ecBDrvH&#10;JJg9G7JHk/bpu4VCL4eZb4ZZbwffqDt1sQ5sYDrJQBHb4GouDZxPb08LUFGQHTaBycAXRdhuRg9r&#10;LFzo+UD3o5QqlXAs0EAl0hZaR1uRxzgJLXHyLqHzKEl2pXYd9qncNzrPsrn2WHNaqLCll4rs9Xjz&#10;BvKbFeuX+++P17PMPk9tn80WO2Mex8NuBUpokP/wH/3uEvecw++Zd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O5yz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5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6L8YA&#10;AADcAAAADwAAAGRycy9kb3ducmV2LnhtbESPQWsCMRSE74X+h/AKvdVsV7CyNUopVSpsFbUXb4/k&#10;uVncvCybqOu/N4WCx2FmvmEms9414kxdqD0reB1kIIi1NzVXCn5385cxiBCRDTaeScGVAsymjw8T&#10;LIy/8IbO21iJBOFQoAIbY1tIGbQlh2HgW+LkHXznMCbZVdJ0eElw18g8y0bSYc1pwWJLn5b0cXty&#10;CvRiWH4ty73Vp3z9U9Wrdek2B6Wen/qPdxCR+ngP/7e/jYL8bQh/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c6L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5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DiMMA&#10;AADcAAAADwAAAGRycy9kb3ducmV2LnhtbESPQYvCMBSE74L/ITxhb5paFpVqFBEWdi8LakWPj+bZ&#10;FpuX0mTbrr/eCILHYWa+YVab3lSipcaVlhVMJxEI4szqknMF6fFrvADhPLLGyjIp+CcHm/VwsMJE&#10;24731B58LgKEXYIKCu/rREqXFWTQTWxNHLyrbQz6IJtc6ga7ADeVjKNoJg2WHBYKrGlXUHY7/BkF&#10;tbmf0svPbxtNzxjrbsfdbcZKfYz67RKEp96/w6/2t1YQzz/h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VDiM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5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cWAsYA&#10;AADcAAAADwAAAGRycy9kb3ducmV2LnhtbESPQWvCQBSE74L/YXlCb7pRbGtTVxEhJSehRkh7e2Sf&#10;STD7NmQ3Ju2v7xYKPQ4z8w2z3Y+mEXfqXG1ZwXIRgSAurK65VHDJkvkGhPPIGhvLpOCLHOx308kW&#10;Y20Hfqf72ZciQNjFqKDyvo2ldEVFBt3CtsTBu9rOoA+yK6XucAhw08hVFD1JgzWHhQpbOlZU3M69&#10;UbD+eDlkOX1+3/I3m8s0O9lT0iv1MBsPryA8jf4//NdOtYLV8yP8nglH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cWAs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5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tPMYA&#10;AADcAAAADwAAAGRycy9kb3ducmV2LnhtbESP3WrCQBSE7wu+w3IE7+rGCKmkriJKoVIo+AO9PWZP&#10;kzTZs3F3q/Htu0LBy2FmvmHmy9604kLO15YVTMYJCOLC6ppLBcfD2/MMhA/IGlvLpOBGHpaLwdMc&#10;c22vvKPLPpQiQtjnqKAKocul9EVFBv3YdsTR+7bOYIjSlVI7vEa4aWWaJJk0WHNcqLCjdUVFs/81&#10;Cs7TTfPpTl8/p4/t7JY1xTmV20yp0bBfvYII1IdH+L/9rhWkLxnc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FtPM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54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/>
            <v:shape id="Freeform 15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vz8IA&#10;AADcAAAADwAAAGRycy9kb3ducmV2LnhtbERP3WrCMBS+H/gO4Qi7GZquF9usRhGZMFmhTH2AY3Ns&#10;i8lJSaLWt18uBrv8+P4Xq8EacSMfOscKXqcZCOLa6Y4bBcfDdvIBIkRkjcYxKXhQgNVy9LTAQrs7&#10;/9BtHxuRQjgUqKCNsS+kDHVLFsPU9cSJOztvMSboG6k93lO4NTLPsjdpsePU0GJPm5bqy/5qFXzm&#10;J1+d8NvU2aEx5a4qX2ZVqdTzeFjPQUQa4r/4z/2lFeTvaW06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K/P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5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Xc7MUA&#10;AADcAAAADwAAAGRycy9kb3ducmV2LnhtbESPT2sCMRTE74V+h/CE3jSrBVtXo1hhQRD81x56fG6e&#10;m8XNy7qJun57UxB6HGbmN8xk1tpKXKnxpWMF/V4Cgjh3uuRCwc931v0E4QOyxsoxKbiTh9n09WWC&#10;qXY33tF1HwoRIexTVGBCqFMpfW7Iou+5mjh6R9dYDFE2hdQN3iLcVnKQJENpseS4YLCmhaH8tL9Y&#10;BVbi76EYZvl6/r7arEbl1/acGaXeOu18DCJQG/7Dz/ZSKxh8jOD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dzs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61312" w:rsidRDefault="00461312" w:rsidP="0046131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61312" w:rsidRDefault="00461312" w:rsidP="0046131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РІШЕННЯ</w:t>
      </w:r>
    </w:p>
    <w:p w:rsidR="00461312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1312" w:rsidRPr="00FF50B8" w:rsidRDefault="00461312" w:rsidP="0046131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61312" w:rsidRDefault="00461312" w:rsidP="0046131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1312" w:rsidRPr="00D923FF" w:rsidRDefault="00461312" w:rsidP="0046131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капітальний ремонт (внутрішнє опорядження) будівлі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фельдшерського пункту за адресою: вул. Шевченка, 13 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Колом'є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Славутського району, Хмельницької області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1312" w:rsidRPr="006A0974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</w:t>
      </w:r>
      <w:r>
        <w:rPr>
          <w:rFonts w:ascii="Times New Roman" w:hAnsi="Times New Roman" w:cs="Times New Roman"/>
          <w:sz w:val="24"/>
          <w:szCs w:val="24"/>
        </w:rPr>
        <w:t xml:space="preserve">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</w:t>
      </w:r>
      <w:r w:rsidRPr="006A0974">
        <w:rPr>
          <w:rFonts w:ascii="Times New Roman" w:hAnsi="Times New Roman" w:cs="Times New Roman"/>
          <w:sz w:val="24"/>
          <w:szCs w:val="24"/>
        </w:rPr>
        <w:t>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 xml:space="preserve">- 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опорядження)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37A">
        <w:rPr>
          <w:rFonts w:ascii="Times New Roman" w:hAnsi="Times New Roman" w:cs="Times New Roman"/>
          <w:sz w:val="24"/>
          <w:szCs w:val="24"/>
        </w:rPr>
        <w:t>будівлі фельдшерського пункту за адресою: ву</w:t>
      </w:r>
      <w:r>
        <w:rPr>
          <w:rFonts w:ascii="Times New Roman" w:hAnsi="Times New Roman" w:cs="Times New Roman"/>
          <w:sz w:val="24"/>
          <w:szCs w:val="24"/>
        </w:rPr>
        <w:t>л.</w:t>
      </w:r>
      <w:r w:rsidRPr="00192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B33">
        <w:rPr>
          <w:rFonts w:ascii="Times New Roman" w:hAnsi="Times New Roman" w:cs="Times New Roman"/>
          <w:sz w:val="24"/>
          <w:szCs w:val="24"/>
        </w:rPr>
        <w:t xml:space="preserve">Шевченка, 13 с. </w:t>
      </w:r>
      <w:proofErr w:type="spellStart"/>
      <w:r w:rsidRPr="00192B33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A2E">
        <w:rPr>
          <w:rFonts w:ascii="Times New Roman" w:hAnsi="Times New Roman" w:cs="Times New Roman"/>
          <w:sz w:val="24"/>
          <w:szCs w:val="24"/>
        </w:rPr>
        <w:t>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та керуючись п.23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частини 1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ст.26 Закону України «Про місцеве самоврядування в Україні » сільська рада </w:t>
      </w:r>
    </w:p>
    <w:p w:rsidR="00461312" w:rsidRDefault="00461312" w:rsidP="004613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</w:t>
      </w:r>
      <w:r>
        <w:rPr>
          <w:rFonts w:ascii="Times New Roman" w:hAnsi="Times New Roman" w:cs="Times New Roman"/>
          <w:sz w:val="24"/>
          <w:szCs w:val="24"/>
        </w:rPr>
        <w:t xml:space="preserve">рядження </w:t>
      </w:r>
      <w:r w:rsidRPr="00B743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37A">
        <w:rPr>
          <w:rFonts w:ascii="Times New Roman" w:hAnsi="Times New Roman" w:cs="Times New Roman"/>
          <w:sz w:val="24"/>
          <w:szCs w:val="24"/>
        </w:rPr>
        <w:t xml:space="preserve">будівлі фельдшерського пункту за адресою: </w:t>
      </w:r>
      <w:r w:rsidRPr="00DB5B96">
        <w:rPr>
          <w:rFonts w:ascii="Times New Roman" w:hAnsi="Times New Roman" w:cs="Times New Roman"/>
          <w:sz w:val="24"/>
          <w:szCs w:val="24"/>
        </w:rPr>
        <w:t xml:space="preserve">вул. Шевченка, 13 с. </w:t>
      </w:r>
      <w:proofErr w:type="spellStart"/>
      <w:r w:rsidRPr="00DB5B96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DB5B96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312" w:rsidRDefault="00461312" w:rsidP="0046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</w:t>
      </w:r>
      <w:r>
        <w:rPr>
          <w:rFonts w:ascii="Times New Roman" w:hAnsi="Times New Roman" w:cs="Times New Roman"/>
          <w:sz w:val="24"/>
          <w:szCs w:val="24"/>
        </w:rPr>
        <w:t xml:space="preserve">рядження </w:t>
      </w:r>
      <w:r w:rsidRPr="00B743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37A">
        <w:rPr>
          <w:rFonts w:ascii="Times New Roman" w:hAnsi="Times New Roman" w:cs="Times New Roman"/>
          <w:sz w:val="24"/>
          <w:szCs w:val="24"/>
        </w:rPr>
        <w:t xml:space="preserve">будівлі фельдшерського пункту за адресою: </w:t>
      </w:r>
      <w:r w:rsidRPr="00DB5B96">
        <w:rPr>
          <w:rFonts w:ascii="Times New Roman" w:hAnsi="Times New Roman" w:cs="Times New Roman"/>
          <w:sz w:val="24"/>
          <w:szCs w:val="24"/>
        </w:rPr>
        <w:t xml:space="preserve">вул. Шевченка, 13 с. </w:t>
      </w:r>
      <w:proofErr w:type="spellStart"/>
      <w:r w:rsidRPr="00DB5B96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DB5B96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312" w:rsidRDefault="00461312" w:rsidP="004613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461312" w:rsidRDefault="00461312" w:rsidP="004613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61312" w:rsidRPr="00461312" w:rsidRDefault="00461312" w:rsidP="00461312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A6DC8" w:rsidRPr="00461312" w:rsidRDefault="00461312" w:rsidP="004613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9A6DC8" w:rsidRPr="00461312" w:rsidSect="009A6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61312"/>
    <w:rsid w:val="00171A2E"/>
    <w:rsid w:val="00304C90"/>
    <w:rsid w:val="00461312"/>
    <w:rsid w:val="00505B6D"/>
    <w:rsid w:val="006D3977"/>
    <w:rsid w:val="007D6C18"/>
    <w:rsid w:val="009A6DC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1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rsid w:val="00461312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2019-12-17T13:32:00Z</dcterms:created>
  <dcterms:modified xsi:type="dcterms:W3CDTF">2019-12-17T13:32:00Z</dcterms:modified>
</cp:coreProperties>
</file>