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D9F" w:rsidRDefault="00960D9F" w:rsidP="00960D9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C20421" wp14:editId="3A255A8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24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24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D9F" w:rsidRDefault="00960D9F" w:rsidP="00960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LECMMA&#10;AADdAAAADwAAAGRycy9kb3ducmV2LnhtbESPzarCMBSE94LvEM4Fd5reKiq9RhFRcSFI/dkfmmNb&#10;bnNSmqj17Y0guBxm5htmtmhNJe7UuNKygt9BBII4s7rkXMH5tOlPQTiPrLGyTAqe5GAx73ZmmGj7&#10;4JTuR5+LAGGXoILC+zqR0mUFGXQDWxMH72obgz7IJpe6wUeAm0rGUTSWBksOCwXWtCoo+z/ejAI7&#10;3O72lzxOh2ueeF4eptdLu1eq99Mu/0B4av03/GnvtIJxPIrh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LEC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ilncgA&#10;AADdAAAADwAAAGRycy9kb3ducmV2LnhtbESPQUsDMRSE74L/ITzBS7HZtrLq2rSUwrbWg7BV8PrY&#10;PDerm5clie3aX98IgsdhZr5h5svBduJAPrSOFUzGGQji2umWGwVvr+XNPYgQkTV2jknBDwVYLi4v&#10;5lhod+SKDvvYiAThUKACE2NfSBlqQxbD2PXEyftw3mJM0jdSezwmuO3kNMtyabHltGCwp7Wh+mv/&#10;bRV8li/mfX132vjRQ0WnUfm87Xa5UtdXw+oRRKQh/of/2k9aQT69ncHvm/QE5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GKWd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lflsQA&#10;AADdAAAADwAAAGRycy9kb3ducmV2LnhtbESP32rCMBTG7we+QziCN0PTuSKjGksRleFNUfcAh+bY&#10;FJuT0mS2vv0yGOzy4/vz49vko23Fg3rfOFbwtkhAEFdON1wr+Loe5h8gfEDW2DomBU/ykG8nLxvM&#10;tBv4TI9LqEUcYZ+hAhNCl0npK0MW/cJ1xNG7ud5iiLKvpe5xiOO2lcskWUmLDUeCwY52hqr75dtG&#10;SPmO5ek2XA/HEQfcnwy/FmelZtOxWIMINIb/8F/7UytYLdMU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pX5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4vrcYA&#10;AADdAAAADwAAAGRycy9kb3ducmV2LnhtbESPQUvDQBSE70L/w/IK3uymoY0Suy1SFUTwYBXE2yP7&#10;moRm3y67zyb+e1cQPA4z8w2z2U1uUGeKqfdsYLkoQBE33vbcGnh/e7y6AZUE2eLgmQx8U4Lddnax&#10;wdr6kV/pfJBWZQinGg10IqHWOjUdOUwLH4izd/TRoWQZW20jjhnuBl0WRaUd9pwXOgy076g5Hb6c&#10;gZfxITxfV+tj+IyrUqd7Kx97MeZyPt3dghKa5D/8136yBqpytYb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4vr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dkesQA&#10;AADdAAAADwAAAGRycy9kb3ducmV2LnhtbESP32rCMBTG7wd7h3AG3gxN7UaRahSROYY3YusDHJpj&#10;U2xOSpO19e2XwWCXH9+fH99mN9lWDNT7xrGC5SIBQVw53XCt4Foe5ysQPiBrbB2Tggd52G2fnzaY&#10;azfyhYYi1CKOsM9RgQmhy6X0lSGLfuE64ujdXG8xRNnXUvc4xnHbyjRJMmmx4Ugw2NHBUHUvvm2E&#10;nN/wfLqN5fFzwhE/ToZf9xelZi/Tfg0i0BT+w3/tL60gS98z+H0Tn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3ZH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AUQcYA&#10;AADdAAAADwAAAGRycy9kb3ducmV2LnhtbESPQUvDQBSE70L/w/IK3uymoaYSuy1SFUTwYBXE2yP7&#10;moRm3y67zyb+e1cQPA4z8w2z2U1uUGeKqfdsYLkoQBE33vbcGnh/e7y6AZUE2eLgmQx8U4Lddnax&#10;wdr6kV/pfJBWZQinGg10IqHWOjUdOUwLH4izd/TRoWQZW20jjhnuBl0WRaUd9pwXOgy076g5Hb6c&#10;gZfxITyvq+tj+IyrUqd7Kx97MeZyPt3dghKa5D/8136yBqpytYb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AUQ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gTcMA&#10;AADdAAAADwAAAGRycy9kb3ducmV2LnhtbERPW2vCMBR+H+w/hDPYy9B0OkWqUeYgTJggXsDXQ3Ns&#10;i81JSTJb/715GOzx47svVr1txI18qB0reB9mIIgLZ2ouFZyOejADESKywcYxKbhTgNXy+WmBuXEd&#10;7+l2iKVIIRxyVFDF2OZShqIii2HoWuLEXZy3GBP0pTQeuxRuGznKsqm0WHNqqLClr4qK6+HXKljv&#10;unLs34p1734u3+eJ1kZvtVKvL/3nHESkPv6L/9wbo2A6+khz05v0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8gT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vfk8QA&#10;AADdAAAADwAAAGRycy9kb3ducmV2LnhtbESPUWvCMBSF3wf+h3CFvc3U4kSrUcRRkLGXqT/g0lyb&#10;anNTkljrv18Ggz0ezjnf4ay3g21FTz40jhVMJxkI4srphmsF51P5tgARIrLG1jEpeFKA7Wb0ssZC&#10;uwd/U3+MtUgQDgUqMDF2hZShMmQxTFxHnLyL8xZjkr6W2uMjwW0r8yybS4sNpwWDHe0NVbfj3Soo&#10;P/Ov/nbXvnS7YWbp3VwXH0ap1/GwW4GINMT/8F/7oBXM89kS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35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C6lsMA&#10;AADdAAAADwAAAGRycy9kb3ducmV2LnhtbERPXWvCMBR9F/wP4Qp7kZnqUEZnFBXChAkyJ/h6aa5t&#10;WXNTkmjrv18eBj4ezvdy3dtG3MmH2rGC6SQDQVw4U3Op4PyjX99BhIhssHFMCh4UYL0aDpaYG9fx&#10;N91PsRQphEOOCqoY21zKUFRkMUxcS5y4q/MWY4K+lMZjl8JtI2dZtpAWa04NFba0q6j4Pd2sgu2x&#10;K9/8uNj27uv6eZlrbfRBK/Uy6jcfICL18Sn+d++NgsVsnvanN+kJ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C6l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RFSMMA&#10;AADdAAAADwAAAGRycy9kb3ducmV2LnhtbESP0YrCMBRE3xf8h3AF39bUoiLVKOJSWJZ90d0PuDTX&#10;ptrclCTW+vdmYcHHYWbOMJvdYFvRkw+NYwWzaQaCuHK64VrB70/5vgIRIrLG1jEpeFCA3Xb0tsFC&#10;uzsfqT/FWiQIhwIVmBi7QspQGbIYpq4jTt7ZeYsxSV9L7fGe4LaVeZYtpcWG04LBjg6GquvpZhWU&#10;X/l3f71pX7r9MLe0MJfVh1FqMh72axCRhvgK/7c/tYJlvpjB35v0BOT2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RFS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PBGcIA&#10;AADdAAAADwAAAGRycy9kb3ducmV2LnhtbESP0YrCMBRE3wX/IVzBN03tWllqoywLLvpo3Q+4NNe2&#10;tLnpNllb/94Igo/DzJxhsv1oWnGj3tWWFayWEQjiwuqaSwW/l8PiE4TzyBpby6TgTg72u+kkw1Tb&#10;gc90y30pAoRdigoq77tUSldUZNAtbUccvKvtDfog+1LqHocAN62Mo2gjDdYcFirs6Luiosn/jYL1&#10;ffj5y5MmOmhDq9NHd2JfJErNZ+PXFoSn0b/Dr/ZRK9jESQzPN+EJ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k8EZ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9nsQA&#10;AADdAAAADwAAAGRycy9kb3ducmV2LnhtbESPT4vCMBTE78J+h/AWvGm6XbZoNYqsKIsnrX/Oj+bZ&#10;lm1eShO1fnsjCB6HmfkNM513phZXal1lWcHXMAJBnFtdcaHgsF8NRiCcR9ZYWyYFd3Iwn330pphq&#10;e+MdXTNfiABhl6KC0vsmldLlJRl0Q9sQB+9sW4M+yLaQusVbgJtaxlGUSIMVh4USG/otKf/PLkbB&#10;JTnFBz5v9DZb3tfj5Wrh5LFQqv/ZLSYgPHX+HX61/7SCJP75hue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NfZ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ea7cgA&#10;AADdAAAADwAAAGRycy9kb3ducmV2LnhtbESPQWvCQBSE74L/YXlCb7qptUGjq2ih0PZgqNWDt2f2&#10;NYlm38bsVtN/7wqFHoeZ+YaZLVpTiQs1rrSs4HEQgSDOrC45V7D9eu2PQTiPrLGyTAp+ycFi3u3M&#10;MNH2yp902fhcBAi7BBUU3teJlC4ryKAb2Jo4eN+2MeiDbHKpG7wGuKnkMIpiabDksFBgTS8FZafN&#10;j1GwS8fxJF29j44f6wM+GX3e6zJW6qHXLqcgPLX+P/zXftMK4uHzCO5vwhOQ8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B5rt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9hcUA&#10;AADdAAAADwAAAGRycy9kb3ducmV2LnhtbESPT2vCQBTE7wW/w/KE3urGWINEV7GVavHkP/D6yD6T&#10;YPZtyG41+uldoeBxmJnfMJNZaypxocaVlhX0exEI4szqknMFh/3PxwiE88gaK8uk4EYOZtPO2wRT&#10;ba+8pcvO5yJA2KWooPC+TqV0WUEGXc/WxME72cagD7LJpW7wGuCmknEUJdJgyWGhwJq+C8rOuz+j&#10;4J4cceNW8ddioD3dPkdLu94slXrvtvMxCE+tf4X/279aQRIPh/B8E5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/2F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kwSsQA&#10;AADdAAAADwAAAGRycy9kb3ducmV2LnhtbESP0WrCQBRE3wv+w3IF3+rGoEGjq5RioW9q9AMu2esm&#10;mL0bs1uN/XpXKPRxmJkzzGrT20bcqPO1YwWTcQKCuHS6ZqPgdPx6n4PwAVlj45gUPMjDZj14W2Gu&#10;3Z0PdCuCERHCPkcFVQhtLqUvK7Lox64ljt7ZdRZDlJ2RusN7hNtGpkmSSYs1x4UKW/qsqLwUP1bB&#10;1aUz3Rdb3F22i31tzPT6e5gqNRr2H0sQgfrwH/5rf2sFWTrL4PUmPg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5ME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fucUA&#10;AADdAAAADwAAAGRycy9kb3ducmV2LnhtbESPzW7CMBCE75V4B2uRuBUHKgIEDKKVkLjyc+C42EsS&#10;iNchdiHw9HWlSj2OZuYbzXzZ2krcqfGlYwWDfgKCWDtTcq7gsF+/T0D4gGywckwKnuRhuei8zTEz&#10;7sFbuu9CLiKEfYYKihDqTEqvC7Lo+64mjt7ZNRZDlE0uTYOPCLeVHCZJKi2WHBcKrOmrIH3dfVsF&#10;m/JEo1Sfp3byqbfH1y18jC9GqV63Xc1ABGrDf/ivvTEK0uFoDL9v4hO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VB+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J4P8YA&#10;AADdAAAADwAAAGRycy9kb3ducmV2LnhtbESPQWvCQBCF70L/wzIFb7ppQGmjq2ih0NJWqIq9Dtlp&#10;NpidDdltjP++cyh4nJk3771vuR58o3rqYh3YwMM0A0VcBltzZeB4eJk8gooJ2WITmAxcKcJ6dTda&#10;YmHDhb+o36dKiQnHAg24lNpC61g68hinoSWW20/oPCYZu0rbDi9i7hudZ9lce6xZEhy29OyoPO9/&#10;vYEed9fs220/n97qjzLfbU/vVvZmfD9sFqASDekm/v9+tQbm+UzqCo2QgF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J4P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VjxMQA&#10;AADdAAAADwAAAGRycy9kb3ducmV2LnhtbESPQUvDQBSE70L/w/IK3uymAYvGbkspVDxq9ODxmX3N&#10;pmbfC7vbJvrrXUHwOMzMN8x6O/leXSjETtjAclGAIm7EdtwaeHs93NyBignZYi9MBr4ownYzu1pj&#10;ZWXkF7rUqVUZwrFCAy6lodI6No48xoUMxNk7SvCYsgyttgHHDPe9LotipT12nBccDrR31HzWZ29g&#10;fGw+TuXx3brvMMihfpZT2Ysx1/Np9wAq0ZT+w3/tJ2tgVd7e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1Y8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hGQ8MA&#10;AADdAAAADwAAAGRycy9kb3ducmV2LnhtbERPy2rCQBTdF/yH4Qru6sQsUkkdxSeItIha99fMbZI6&#10;cydkRk3/vrMouDyc92TWWSPu1PrasYLRMAFBXDhdc6ng67R5HYPwAVmjcUwKfsnDbNp7mWCu3YMP&#10;dD+GUsQQ9jkqqEJocil9UZFFP3QNceS+XWsxRNiWUrf4iOHWyDRJMmmx5thQYUPLiorr8WYVbPYr&#10;85N+HuZnGZbrt4sZ7xarD6UG/W7+DiJQF57if/dWK8jSLO6Pb+ITk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hGQ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MuYccA&#10;AADdAAAADwAAAGRycy9kb3ducmV2LnhtbESPQWvCQBSE70L/w/IKvZRmo8Ug0VWKIEmhgrUFry/Z&#10;1ySYfRuy2xj/vVsoeBxm5htmtRlNKwbqXWNZwTSKQRCXVjdcKfj+2r0sQDiPrLG1TAqu5GCzfpis&#10;MNX2wp80HH0lAoRdigpq77tUSlfWZNBFtiMO3o/tDfog+0rqHi8Bblo5i+NEGmw4LNTY0bam8nz8&#10;NQqGw0dR5YPr3s+LZzd/LbJsr09KPT2Ob0sQnkZ/D/+3c60gmSVT+HsTnoB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jLm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DM38cA&#10;AADdAAAADwAAAGRycy9kb3ducmV2LnhtbESPQWvCQBSE74L/YXlCb7oxtEGjq2ih4EVQ24Pentln&#10;Esy+TXe3mvbXu4VCj8PMfMPMl51pxI2cry0rGI8SEMSF1TWXCj7e34YTED4ga2wsk4Jv8rBc9Htz&#10;zLW9855uh1CKCGGfo4IqhDaX0hcVGfQj2xJH72KdwRClK6V2eI9w08g0STJpsOa4UGFLrxUV18OX&#10;UbCeTtafu2fe/uzPJzodz9eX1CVKPQ261QxEoC78h//aG60gS7MUft/EJ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QzN/HAAAA3QAAAA8AAAAAAAAAAAAAAAAAmAIAAGRy&#10;cy9kb3ducmV2LnhtbFBLBQYAAAAABAAEAPUAAACMAwAAAAA=&#10;" fillcolor="black" stroked="f"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qSscA&#10;AADdAAAADwAAAGRycy9kb3ducmV2LnhtbESPT2vCQBTE74LfYXmF3nTTlAZJXaX+g0L1oPbQ42v2&#10;NVmSfRuyq6b99G5B8DjMzG+Y6by3jThT541jBU/jBARx4bThUsHncTOagPABWWPjmBT8kof5bDiY&#10;Yq7dhfd0PoRSRAj7HBVUIbS5lL6oyKIfu5Y4ej+usxii7EqpO7xEuG1kmiSZtGg4LlTY0rKioj6c&#10;rIKvj8xM9obS7+3fYq23L/Vit6qVenzo315BBOrDPXxrv2sFWZo9w/+b+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1qk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kMi8UA&#10;AADdAAAADwAAAGRycy9kb3ducmV2LnhtbESPQWsCMRSE74L/ITzBW81WyiJbo0iltBcPtUqvj81z&#10;s+7mZU2irv76plDwOMzMN8x82dtWXMiH2rGC50kGgrh0uuZKwe77/WkGIkRkja1jUnCjAMvFcDDH&#10;Qrsrf9FlGyuRIBwKVGBi7AopQ2nIYpi4jjh5B+ctxiR9JbXHa4LbVk6zLJcWa04LBjt6M1Q227NV&#10;4Fc/6+bO532T3Te38HHsTzM0So1H/eoVRKQ+PsL/7U+tIJ/mL/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eQyL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MosYA&#10;AADdAAAADwAAAGRycy9kb3ducmV2LnhtbESPUWvCQBCE34X+h2MLfRG9NNDYpp5ShEKhImj9AWtu&#10;m4Te7YXcqrG/vlcQfBxm5htmvhy8UyfqYxvYwOM0A0VcBdtybWD/9T55BhUF2aILTAYuFGG5uBvN&#10;sbThzFs67aRWCcKxRAONSFdqHauGPMZp6IiT9x16j5JkX2vb4znBvdN5lhXaY8tpocGOVg1VP7uj&#10;N+Dyg3v5nMW1XPZ6nf162Y431piH++HtFZTQILfwtf1hDRR58QT/b9IT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EMo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+dkcUA&#10;AADdAAAADwAAAGRycy9kb3ducmV2LnhtbESPQWvCQBSE7wX/w/IEb3XTHIKkrqIVIZceGi1en9nX&#10;bOju25DdauyvdwsFj8PMfMMs16Oz4kJD6DwreJlnIIgbrztuFRwP++cFiBCRNVrPpOBGAdarydMS&#10;S+2v/EGXOrYiQTiUqMDE2JdShsaQwzD3PXHyvvzgMCY5tFIPeE1wZ2WeZYV02HFaMNjTm6Hmu/5x&#10;CnZ1b/NjZbbh9Pl+Ptvqd0+nnVKz6bh5BRFpjI/wf7vSCoq8KODvTXo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52R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R3u8MA&#10;AADdAAAADwAAAGRycy9kb3ducmV2LnhtbESPT4vCMBTE74LfITxhb5rooUrXKIsoCHvy32Fvj+Rt&#10;293mpTTR1m9vBMHjMDO/YZbr3tXiRm2oPGuYThQIYuNtxYWG82k3XoAIEdli7Zk03CnAejUcLDG3&#10;vuMD3Y6xEAnCIUcNZYxNLmUwJTkME98QJ+/Xtw5jkm0hbYtdgrtazpTKpMOK00KJDW1KMv/Hq9Pw&#10;t5Pf3ig0l/Ol29v5zzajWmn9Meq/PkFE6uM7/GrvrYZsls3h+SY9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R3u8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JB58IA&#10;AADdAAAADwAAAGRycy9kb3ducmV2LnhtbERPy4rCMBTdC/MP4Qqz09QOFOkYRQcEmcGFD2SW1+ba&#10;ljY3JYla/94sBJeH854tetOKGzlfW1YwGScgiAuray4VHA/r0RSED8gaW8uk4EEeFvOPwQxzbe+8&#10;o9s+lCKGsM9RQRVCl0vpi4oM+rHtiCN3sc5giNCVUju8x3DTyjRJMmmw5thQYUc/FRXN/moU/F//&#10;+LL9+l26VTjZ/uCb9DxtlPoc9stvEIH68Ba/3ButIEuzODe+iU9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YkHn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RerscA&#10;AADdAAAADwAAAGRycy9kb3ducmV2LnhtbESPQWvCQBSE74L/YXmF3nTTUINGV9FCoZdC1R7q7Zl9&#10;JsHs23R3q9Ff3xUEj8PMfMPMFp1pxImcry0reBkmIIgLq2suFXxv3wdjED4ga2wsk4ILeVjM+70Z&#10;5tqeeU2nTShFhLDPUUEVQptL6YuKDPqhbYmjd7DOYIjSlVI7PEe4aWSaJJk0WHNcqLClt4qK4+bP&#10;KFhNxqvfr1f+vK73O9r97I+j1CVKPT91yymIQF14hO/tD60gS7MJ3N7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0Xq7HAAAA3QAAAA8AAAAAAAAAAAAAAAAAmAIAAGRy&#10;cy9kb3ducmV2LnhtbFBLBQYAAAAABAAEAPUAAACMAwAAAAA=&#10;" fillcolor="black" stroked="f"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b78IA&#10;AADdAAAADwAAAGRycy9kb3ducmV2LnhtbERPyWrDMBC9F/IPYgK9NXJTSIMbJZhASOnJ2ch1Yk0t&#10;U2tkJFVx/746FHp8vH21GW0vEvnQOVbwPCtAEDdOd9wqOJ92T0sQISJr7B2Tgh8KsFlPHlZYanfn&#10;A6VjbEUO4VCiAhPjUEoZGkMWw8wNxJn7dN5izNC3Unu853Dby3lRLKTFjnODwYG2hpqv47dVkG7b&#10;unpJ12QOH75qvav3l1ut1ON0rN5ARBrjv/jP/a4VLOav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K5vv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DehsYA&#10;AADdAAAADwAAAGRycy9kb3ducmV2LnhtbESPQWvCQBSE74L/YXmF3uomHmKNrlLEltaLbSzU4yP7&#10;mg3Nvg3ZbYz+erdQ8DjMzDfMcj3YRvTU+dqxgnSSgCAuna65UvB5eH54BOEDssbGMSk4k4f1ajxa&#10;Yq7diT+oL0IlIoR9jgpMCG0upS8NWfQT1xJH79t1FkOUXSV1h6cIt42cJkkmLdYcFwy2tDFU/hS/&#10;VoFPN9uvnb3M++OL4X3xZrL3yih1fzc8LUAEGsIt/N9+1Qqy6SyFvzfx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Deh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0D9F" w:rsidRDefault="00960D9F" w:rsidP="00960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0D9F" w:rsidRDefault="00960D9F" w:rsidP="00960D9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960D9F" w:rsidRDefault="00960D9F" w:rsidP="00960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0D9F" w:rsidRDefault="00960D9F" w:rsidP="00960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0D9F" w:rsidRDefault="00960D9F" w:rsidP="00960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60D9F" w:rsidRDefault="00960D9F" w:rsidP="00960D9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60D9F" w:rsidRDefault="00960D9F" w:rsidP="00960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60D9F" w:rsidRDefault="00960D9F" w:rsidP="00960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60D9F" w:rsidRDefault="00960D9F" w:rsidP="00960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0D9F" w:rsidRDefault="00960D9F" w:rsidP="00960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60D9F" w:rsidRDefault="00960D9F" w:rsidP="00960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0D9F" w:rsidRDefault="00960D9F" w:rsidP="00960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60D9F" w:rsidRDefault="00960D9F" w:rsidP="00960D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0D9F" w:rsidRDefault="00960D9F" w:rsidP="00960D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№39</w:t>
      </w:r>
    </w:p>
    <w:p w:rsidR="00960D9F" w:rsidRDefault="00960D9F" w:rsidP="00960D9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960D9F" w:rsidRPr="003937A2" w:rsidRDefault="00960D9F" w:rsidP="00960D9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60D9F" w:rsidRPr="003937A2" w:rsidRDefault="00960D9F" w:rsidP="00960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60D9F" w:rsidRPr="003937A2" w:rsidRDefault="00960D9F" w:rsidP="00960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960D9F" w:rsidRDefault="00960D9F" w:rsidP="00960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Фроловій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Р.Л.</w:t>
      </w:r>
    </w:p>
    <w:p w:rsidR="00960D9F" w:rsidRPr="007D2B97" w:rsidRDefault="00960D9F" w:rsidP="00960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960D9F" w:rsidRPr="003937A2" w:rsidRDefault="00960D9F" w:rsidP="00960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</w:t>
      </w:r>
      <w:r>
        <w:rPr>
          <w:rFonts w:ascii="Times New Roman" w:eastAsia="Calibri" w:hAnsi="Times New Roman" w:cs="Times New Roman"/>
          <w:sz w:val="24"/>
        </w:rPr>
        <w:t>аїні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12,116,118,121,122,186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Фролової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Р.Л.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</w:t>
      </w:r>
      <w:r>
        <w:rPr>
          <w:rFonts w:ascii="Times New Roman" w:eastAsia="Calibri" w:hAnsi="Times New Roman" w:cs="Times New Roman"/>
          <w:sz w:val="24"/>
        </w:rPr>
        <w:t>,</w:t>
      </w:r>
    </w:p>
    <w:p w:rsidR="00960D9F" w:rsidRPr="002B1E57" w:rsidRDefault="00960D9F" w:rsidP="00960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960D9F" w:rsidRPr="003937A2" w:rsidRDefault="00960D9F" w:rsidP="00960D9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Фроловій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Руслані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Леонідівні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82B9D">
        <w:rPr>
          <w:rFonts w:ascii="Times New Roman" w:eastAsia="Calibri" w:hAnsi="Times New Roman" w:cs="Times New Roman"/>
          <w:sz w:val="24"/>
          <w:lang w:val="uk-UA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0,2000 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proofErr w:type="gram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в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60D9F" w:rsidRPr="003937A2" w:rsidRDefault="00960D9F" w:rsidP="00960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>Фроловій Р.Л.</w:t>
      </w:r>
      <w:r w:rsidRPr="003937A2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960D9F" w:rsidRPr="003937A2" w:rsidRDefault="00960D9F" w:rsidP="00960D9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60D9F" w:rsidRPr="003937A2" w:rsidRDefault="00960D9F" w:rsidP="00960D9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60D9F" w:rsidRPr="003937A2" w:rsidRDefault="00960D9F" w:rsidP="00960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60D9F" w:rsidRPr="003937A2" w:rsidRDefault="00960D9F" w:rsidP="00960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60D9F" w:rsidRPr="003937A2" w:rsidRDefault="00960D9F" w:rsidP="00960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60D9F" w:rsidRDefault="00960D9F" w:rsidP="00960D9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A80259" w:rsidRDefault="00A80259"/>
    <w:sectPr w:rsidR="00A802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D9F"/>
    <w:rsid w:val="00382B9D"/>
    <w:rsid w:val="00960D9F"/>
    <w:rsid w:val="00A8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9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60D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60D9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60D9F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9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60D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60D9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60D9F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2021-09-13T08:04:00Z</dcterms:created>
  <dcterms:modified xsi:type="dcterms:W3CDTF">2021-09-13T13:17:00Z</dcterms:modified>
</cp:coreProperties>
</file>