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89C" w:rsidRDefault="004D389C" w:rsidP="004D38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D389C" w:rsidRDefault="004D389C" w:rsidP="004D389C"/>
    <w:p w:rsidR="004D389C" w:rsidRDefault="004D389C" w:rsidP="004D389C"/>
    <w:p w:rsidR="004D389C" w:rsidRDefault="004D389C" w:rsidP="004D38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D389C" w:rsidRDefault="004D389C" w:rsidP="004D38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D389C" w:rsidRDefault="004D389C" w:rsidP="004D38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D389C" w:rsidRDefault="004D389C" w:rsidP="004D38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D389C" w:rsidRDefault="004D389C" w:rsidP="004D389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389C" w:rsidRDefault="004D389C" w:rsidP="004D38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D389C" w:rsidRDefault="004D389C" w:rsidP="004D38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389C" w:rsidRDefault="004D389C" w:rsidP="004D38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D389C" w:rsidRDefault="004D389C" w:rsidP="004D38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389C" w:rsidRPr="0083481C" w:rsidRDefault="004D389C" w:rsidP="004D389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№111</w:t>
      </w:r>
    </w:p>
    <w:p w:rsidR="004D389C" w:rsidRPr="00025D00" w:rsidRDefault="004D389C" w:rsidP="004D389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389C" w:rsidRPr="00025D00" w:rsidRDefault="004D389C" w:rsidP="004D389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025D00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4D389C" w:rsidRPr="00025D00" w:rsidRDefault="004D389C" w:rsidP="004D389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D389C" w:rsidRPr="00025D00" w:rsidRDefault="004D389C" w:rsidP="004D389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4D389C" w:rsidRPr="00025D00" w:rsidRDefault="004D389C" w:rsidP="004D389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25D00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025D00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025D00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025D00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025D00">
        <w:rPr>
          <w:rFonts w:ascii="Times New Roman" w:hAnsi="Times New Roman" w:cs="Times New Roman"/>
          <w:b/>
          <w:sz w:val="24"/>
          <w:szCs w:val="24"/>
        </w:rPr>
        <w:t>)</w:t>
      </w:r>
    </w:p>
    <w:p w:rsidR="004D389C" w:rsidRPr="00794F81" w:rsidRDefault="004D389C" w:rsidP="004D389C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С.В., </w:t>
      </w:r>
      <w:proofErr w:type="spellStart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А.В.</w:t>
      </w:r>
    </w:p>
    <w:p w:rsidR="004D389C" w:rsidRPr="00025D00" w:rsidRDefault="004D389C" w:rsidP="004D389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4D389C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С.В.,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>ВИРІШИЛА:</w:t>
      </w: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B6A1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B6A1E">
        <w:rPr>
          <w:rFonts w:ascii="Times New Roman" w:hAnsi="Times New Roman" w:cs="Times New Roman"/>
          <w:sz w:val="24"/>
          <w:szCs w:val="24"/>
          <w:lang w:val="en-US"/>
        </w:rPr>
        <w:t>_____</w:t>
      </w:r>
      <w:r w:rsidRPr="00025D00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B6A1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025D0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B6A1E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рівни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025D00">
        <w:rPr>
          <w:rFonts w:ascii="Times New Roman" w:hAnsi="Times New Roman" w:cs="Times New Roman"/>
          <w:sz w:val="24"/>
          <w:szCs w:val="24"/>
        </w:rPr>
        <w:t>ках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кожному,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5D00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номер: 6823986800:01:001:0071), для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025D00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>. Вишнева, 18.</w:t>
      </w: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025D00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С.В., </w:t>
      </w:r>
      <w:proofErr w:type="spellStart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025D0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5D00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25D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25D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89C" w:rsidRPr="00025D00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389C" w:rsidRPr="00794F81" w:rsidRDefault="004D389C" w:rsidP="004D389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25D0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025D00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025D0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E009D" w:rsidRDefault="009E009D"/>
    <w:sectPr w:rsidR="009E00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89C"/>
    <w:rsid w:val="00171A2E"/>
    <w:rsid w:val="00304C90"/>
    <w:rsid w:val="004D389C"/>
    <w:rsid w:val="00505B6D"/>
    <w:rsid w:val="006D3977"/>
    <w:rsid w:val="007D6C18"/>
    <w:rsid w:val="009B6A1E"/>
    <w:rsid w:val="009E009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288</Words>
  <Characters>1646</Characters>
  <Application>Microsoft Office Word</Application>
  <DocSecurity>0</DocSecurity>
  <Lines>13</Lines>
  <Paragraphs>3</Paragraphs>
  <ScaleCrop>false</ScaleCrop>
  <Company>Microsoft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2020-07-02T12:12:00Z</dcterms:created>
  <dcterms:modified xsi:type="dcterms:W3CDTF">2020-07-02T13:34:00Z</dcterms:modified>
</cp:coreProperties>
</file>