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CA3" w:rsidRPr="008D31FA" w:rsidRDefault="009B6CA3" w:rsidP="009B6CA3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CA3" w:rsidRDefault="009B6CA3" w:rsidP="009B6C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6CA3" w:rsidRDefault="009B6CA3" w:rsidP="009B6C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6CA3" w:rsidRPr="000A4F3E" w:rsidRDefault="009B6CA3" w:rsidP="009B6CA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CA3" w:rsidRPr="000A4F3E" w:rsidRDefault="009B6CA3" w:rsidP="009B6CA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B6CA3" w:rsidRPr="000A4F3E" w:rsidRDefault="009B6CA3" w:rsidP="009B6CA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6CA3" w:rsidRDefault="009B6CA3" w:rsidP="009B6CA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№48</w:t>
      </w:r>
    </w:p>
    <w:p w:rsidR="009B6CA3" w:rsidRDefault="009B6CA3" w:rsidP="009B6CA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6CA3" w:rsidRPr="00CA5B65" w:rsidRDefault="009B6CA3" w:rsidP="009B6CA3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9B6CA3" w:rsidRPr="00CA5B65" w:rsidRDefault="009B6CA3" w:rsidP="009B6CA3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9B6CA3" w:rsidRPr="00CA5B65" w:rsidRDefault="009B6CA3" w:rsidP="009B6CA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9B6CA3" w:rsidRDefault="009B6CA3" w:rsidP="009B6CA3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9B6CA3" w:rsidRPr="00CA5B65" w:rsidRDefault="009B6CA3" w:rsidP="009B6CA3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Радзивилюку</w:t>
      </w:r>
      <w:proofErr w:type="spellEnd"/>
      <w:r>
        <w:rPr>
          <w:rFonts w:ascii="Times New Roman" w:hAnsi="Times New Roman"/>
          <w:b/>
          <w:sz w:val="24"/>
        </w:rPr>
        <w:t xml:space="preserve"> С.А., </w:t>
      </w:r>
      <w:proofErr w:type="spellStart"/>
      <w:r>
        <w:rPr>
          <w:rFonts w:ascii="Times New Roman" w:hAnsi="Times New Roman"/>
          <w:b/>
          <w:sz w:val="24"/>
        </w:rPr>
        <w:t>Радзивілюку</w:t>
      </w:r>
      <w:proofErr w:type="spellEnd"/>
      <w:r>
        <w:rPr>
          <w:rFonts w:ascii="Times New Roman" w:hAnsi="Times New Roman"/>
          <w:b/>
          <w:sz w:val="24"/>
        </w:rPr>
        <w:t xml:space="preserve"> В.А.</w:t>
      </w:r>
    </w:p>
    <w:p w:rsidR="009B6CA3" w:rsidRPr="00CA5B65" w:rsidRDefault="009B6CA3" w:rsidP="009B6CA3">
      <w:pPr>
        <w:spacing w:after="0"/>
        <w:rPr>
          <w:rFonts w:ascii="Times New Roman" w:hAnsi="Times New Roman"/>
          <w:b/>
          <w:sz w:val="24"/>
        </w:rPr>
      </w:pPr>
    </w:p>
    <w:p w:rsidR="009B6CA3" w:rsidRPr="00CA5B65" w:rsidRDefault="009B6CA3" w:rsidP="009B6CA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ст.13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порядок </w:t>
      </w:r>
      <w:proofErr w:type="spellStart"/>
      <w:r>
        <w:rPr>
          <w:rFonts w:ascii="Times New Roman" w:hAnsi="Times New Roman"/>
          <w:sz w:val="24"/>
        </w:rPr>
        <w:t>виділення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натурі</w:t>
      </w:r>
      <w:proofErr w:type="spellEnd"/>
      <w:r>
        <w:rPr>
          <w:rFonts w:ascii="Times New Roman" w:hAnsi="Times New Roman"/>
          <w:sz w:val="24"/>
        </w:rPr>
        <w:t xml:space="preserve"> ( на </w:t>
      </w:r>
      <w:proofErr w:type="spellStart"/>
      <w:r>
        <w:rPr>
          <w:rFonts w:ascii="Times New Roman" w:hAnsi="Times New Roman"/>
          <w:sz w:val="24"/>
        </w:rPr>
        <w:t>місцевості</w:t>
      </w:r>
      <w:proofErr w:type="spellEnd"/>
      <w:r>
        <w:rPr>
          <w:rFonts w:ascii="Times New Roman" w:hAnsi="Times New Roman"/>
          <w:sz w:val="24"/>
        </w:rPr>
        <w:t xml:space="preserve"> )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ділянок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власникам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часток</w:t>
      </w:r>
      <w:proofErr w:type="spellEnd"/>
      <w:r>
        <w:rPr>
          <w:rFonts w:ascii="Times New Roman" w:hAnsi="Times New Roman"/>
          <w:sz w:val="24"/>
        </w:rPr>
        <w:t xml:space="preserve"> ( </w:t>
      </w:r>
      <w:proofErr w:type="spellStart"/>
      <w:r>
        <w:rPr>
          <w:rFonts w:ascii="Times New Roman" w:hAnsi="Times New Roman"/>
          <w:sz w:val="24"/>
        </w:rPr>
        <w:t>паїв</w:t>
      </w:r>
      <w:proofErr w:type="spellEnd"/>
      <w:r>
        <w:rPr>
          <w:rFonts w:ascii="Times New Roman" w:hAnsi="Times New Roman"/>
          <w:sz w:val="24"/>
        </w:rPr>
        <w:t xml:space="preserve"> ) », </w:t>
      </w:r>
      <w:r w:rsidRPr="00CA5B6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</w:t>
      </w:r>
      <w:r w:rsidRPr="00CA5B65">
        <w:rPr>
          <w:rFonts w:ascii="Times New Roman" w:hAnsi="Times New Roman"/>
          <w:sz w:val="24"/>
        </w:rPr>
        <w:t>,</w:t>
      </w:r>
      <w:proofErr w:type="gramEnd"/>
      <w:r w:rsidRPr="00CA5B65">
        <w:rPr>
          <w:rFonts w:ascii="Times New Roman" w:hAnsi="Times New Roman"/>
          <w:sz w:val="24"/>
        </w:rPr>
        <w:t xml:space="preserve">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Радзивилюка</w:t>
      </w:r>
      <w:proofErr w:type="spellEnd"/>
      <w:r>
        <w:rPr>
          <w:rFonts w:ascii="Times New Roman" w:hAnsi="Times New Roman"/>
          <w:sz w:val="24"/>
        </w:rPr>
        <w:t xml:space="preserve"> С.А., </w:t>
      </w:r>
      <w:proofErr w:type="spellStart"/>
      <w:r>
        <w:rPr>
          <w:rFonts w:ascii="Times New Roman" w:hAnsi="Times New Roman"/>
          <w:sz w:val="24"/>
        </w:rPr>
        <w:t>Радзивілюка</w:t>
      </w:r>
      <w:proofErr w:type="spellEnd"/>
      <w:r w:rsidRPr="00621466">
        <w:rPr>
          <w:rFonts w:ascii="Times New Roman" w:hAnsi="Times New Roman"/>
          <w:sz w:val="24"/>
        </w:rPr>
        <w:t xml:space="preserve"> В.А.</w:t>
      </w:r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9B6CA3" w:rsidRPr="00CA5B65" w:rsidRDefault="009B6CA3" w:rsidP="009B6CA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9B6CA3" w:rsidRPr="00CA5B65" w:rsidRDefault="009B6CA3" w:rsidP="009B6CA3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Радзивилюку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54215">
        <w:rPr>
          <w:rFonts w:ascii="Times New Roman" w:hAnsi="Times New Roman"/>
          <w:sz w:val="24"/>
          <w:lang w:val="en-US"/>
        </w:rPr>
        <w:t>____________</w:t>
      </w:r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Радзивілюку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54215">
        <w:rPr>
          <w:rFonts w:ascii="Times New Roman" w:hAnsi="Times New Roman"/>
          <w:sz w:val="24"/>
          <w:lang w:val="en-US"/>
        </w:rPr>
        <w:t>___________________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2,62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одиницях</w:t>
      </w:r>
      <w:proofErr w:type="spellEnd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пай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№0102610,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об’єднання</w:t>
      </w:r>
      <w:proofErr w:type="spellEnd"/>
      <w:r>
        <w:rPr>
          <w:rFonts w:ascii="Times New Roman" w:hAnsi="Times New Roman"/>
          <w:sz w:val="24"/>
        </w:rPr>
        <w:t>).</w:t>
      </w:r>
    </w:p>
    <w:p w:rsidR="009B6CA3" w:rsidRPr="00CA5B65" w:rsidRDefault="009B6CA3" w:rsidP="009B6CA3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Радзивилюку</w:t>
      </w:r>
      <w:proofErr w:type="spellEnd"/>
      <w:r>
        <w:rPr>
          <w:rFonts w:ascii="Times New Roman" w:hAnsi="Times New Roman"/>
          <w:sz w:val="24"/>
        </w:rPr>
        <w:t xml:space="preserve"> С.А., </w:t>
      </w:r>
      <w:proofErr w:type="spellStart"/>
      <w:r>
        <w:rPr>
          <w:rFonts w:ascii="Times New Roman" w:hAnsi="Times New Roman"/>
          <w:sz w:val="24"/>
        </w:rPr>
        <w:t>Радзивілюку</w:t>
      </w:r>
      <w:proofErr w:type="spellEnd"/>
      <w:r>
        <w:rPr>
          <w:rFonts w:ascii="Times New Roman" w:hAnsi="Times New Roman"/>
          <w:sz w:val="24"/>
        </w:rPr>
        <w:t xml:space="preserve"> В.А.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9B6CA3" w:rsidRPr="00CA5B65" w:rsidRDefault="009B6CA3" w:rsidP="009B6CA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B6CA3" w:rsidRPr="00CA5B65" w:rsidRDefault="009B6CA3" w:rsidP="009B6CA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B6CA3" w:rsidRPr="00CA5B65" w:rsidRDefault="009B6CA3" w:rsidP="009B6CA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B6CA3" w:rsidRDefault="009B6CA3" w:rsidP="009B6CA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6CA3" w:rsidRPr="008D31FA" w:rsidRDefault="009B6CA3" w:rsidP="009B6CA3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8D31FA">
        <w:rPr>
          <w:rFonts w:ascii="Times New Roman" w:hAnsi="Times New Roman"/>
        </w:rPr>
        <w:t xml:space="preserve">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p w:rsidR="00270F70" w:rsidRDefault="00270F70"/>
    <w:sectPr w:rsidR="00270F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A3"/>
    <w:rsid w:val="00171A2E"/>
    <w:rsid w:val="00270F70"/>
    <w:rsid w:val="00304C90"/>
    <w:rsid w:val="00505B6D"/>
    <w:rsid w:val="006D3977"/>
    <w:rsid w:val="007D6C18"/>
    <w:rsid w:val="009B6CA3"/>
    <w:rsid w:val="00D1641A"/>
    <w:rsid w:val="00F5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B6CA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B6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6CA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B6CA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B6C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6CA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294</Words>
  <Characters>1681</Characters>
  <Application>Microsoft Office Word</Application>
  <DocSecurity>0</DocSecurity>
  <Lines>14</Lines>
  <Paragraphs>3</Paragraphs>
  <ScaleCrop>false</ScaleCrop>
  <Company>Microsoft</Company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2020-09-01T14:01:00Z</dcterms:created>
  <dcterms:modified xsi:type="dcterms:W3CDTF">2020-09-01T15:39:00Z</dcterms:modified>
</cp:coreProperties>
</file>