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03A" w:rsidRDefault="00CD403A" w:rsidP="00CD403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3DC62A" wp14:editId="6EE8071B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17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18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03A" w:rsidRDefault="00CD403A" w:rsidP="00CD4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AkAr4A&#10;AADdAAAADwAAAGRycy9kb3ducmV2LnhtbERPvQrCMBDeBd8hnOCmqQpaqlFEVBwEsep+NGdbbC6l&#10;iVrf3gyC48f3v1i1phIvalxpWcFoGIEgzqwuOVdwvewGMQjnkTVWlknBhxyslt3OAhNt33ymV+pz&#10;EULYJaig8L5OpHRZQQbd0NbEgbvbxqAPsMmlbvAdwk0lx1E0lQZLDg0F1rQpKHukT6PATvaH4y0f&#10;nydbnnlen+L7rT0q1e+16zkIT63/i3/ug1YwHcVhf3gTnoBc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tAJAK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Fl8gA&#10;AADdAAAADwAAAGRycy9kb3ducmV2LnhtbESPQUsDMRSE74L/ITzBS2mz28Nat02LFLZaD0JrodfH&#10;5rlZ3bwsSWy3/fVGEDwOM/MNs1gNthMn8qF1rCCfZCCIa6dbbhQc3qvxDESIyBo7x6TgQgFWy9ub&#10;BZbanXlHp31sRIJwKFGBibEvpQy1IYth4nri5H04bzEm6RupPZ4T3HZymmWFtNhyWjDY09pQ/bX/&#10;tgo+qzdzXD9cN370uKPrqHp97raFUvd3w9McRKQh/of/2i9aQZHPcvh9k56AXP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GkWX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C5n8QA&#10;AADdAAAADwAAAGRycy9kb3ducmV2LnhtbESP32rCMBTG74W9QziD3YimdSClayoy1iHeiNYHODTH&#10;pqw5KU1mu7c3g8EuP74/P75iN9te3Gn0nWMF6ToBQdw43XGr4FpXqwyED8gae8ek4Ic87MqnRYG5&#10;dhOf6X4JrYgj7HNUYEIYcil9Y8iiX7uBOHo3N1oMUY6t1CNOcdz2cpMkW2mx40gwONC7oebr8m0j&#10;5PSKp+NtqqvPGSf8OBpe7s9KvTzP+zcQgebwH/5rH7SCbZpt4PdNfAKy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QuZ/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fJpMYA&#10;AADdAAAADwAAAGRycy9kb3ducmV2LnhtbESPQUsDMRSE74L/ITzBm8226lrWpkVqBRF6aCuIt8fm&#10;dXdx8xKS1+76740geBxm5htmsRpdr84UU+fZwHRSgCKuve24MfB+eLmZg0qCbLH3TAa+KcFqeXmx&#10;wMr6gXd03kujMoRThQZakVBpneqWHKaJD8TZO/roULKMjbYRhwx3vZ4VRakddpwXWgy0bqn+2p+c&#10;ge2wCW8P5f0xfMa7mU7PVj7WYsz11fj0CEpolP/wX/vVGiin81v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efJp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WEcMMA&#10;AADdAAAADwAAAGRycy9kb3ducmV2LnhtbESP24rCMBRF3wX/IRxhXkRTL4h0GkUGHcQX8fIBh+a0&#10;KdOclCZjO38/EQQfN/uy2Nm2t7V4UOsrxwpm0wQEce50xaWC++0wWYPwAVlj7ZgU/JGH7WY4yDDV&#10;ruMLPa6hFHGEfYoKTAhNKqXPDVn0U9cQR69wrcUQZVtK3WIXx20t50mykhYrjgSDDX0Zyn+uvzZC&#10;zgs8n4rudvjuscP9yfB4d1HqY9TvPkEE6sM7/GoftYLVbL2E55v4BO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WEc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L0S8YA&#10;AADdAAAADwAAAGRycy9kb3ducmV2LnhtbESPQUsDMRSE70L/Q3iCN5ttadeyNi2lVhDBQ6sg3h6b&#10;193FzUtInt313xtB8DjMzDfMeju6Xl0ops6zgdm0AEVce9txY+Dt9fF2BSoJssXeMxn4pgTbzeRq&#10;jZX1Ax/pcpJGZQinCg20IqHSOtUtOUxTH4izd/bRoWQZG20jDhnuej0vilI77DgvtBho31L9efpy&#10;Bl6GQ3i+K5fn8BEXc50erLzvxZib63F3D0polP/wX/vJGihnqyX8vslP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L0S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DKQsYA&#10;AADdAAAADwAAAGRycy9kb3ducmV2LnhtbESPUWvCMBSF34X9h3AHexkz1bEi1SgqhA0mjDnB10tz&#10;bYvNTUmi7f79MhB8PJxzvsNZrAbbiiv50DhWMBlnIIhLZxquFBx+9MsMRIjIBlvHpOCXAqyWD6MF&#10;Fsb1/E3XfaxEgnAoUEEdY1dIGcqaLIax64iTd3LeYkzSV9J47BPctnKaZbm02HBaqLGjbU3leX+x&#10;CjZfffXqn8vN4D5P78c3rY3eaaWeHof1HESkId7Dt/aHUZBPZjn8v0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xDKQ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1nMUA&#10;AADdAAAADwAAAGRycy9kb3ducmV2LnhtbESPwWrDMBBE74X+g9hCbo2ckKbGtRJCiyGEXpL2AxZr&#10;a7m2VkZSHOfvo0Ihx2Fm3jDldrK9GMmH1rGCxTwDQVw73XKj4Pures5BhIissXdMCq4UYLt5fCix&#10;0O7CRxpPsREJwqFABSbGoZAy1IYshrkbiJP347zFmKRvpPZ4SXDby2WWraXFltOCwYHeDdXd6WwV&#10;VIfl59idta/cblpZejG/+YdRavY07d5ARJriPfzf3msF60X+Cn9v0hO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5DWc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P7q8MA&#10;AADdAAAADwAAAGRycy9kb3ducmV2LnhtbERPW2vCMBR+H/gfwhF8GZrqmEg1ig6Cgw3EC/h6aI5t&#10;sTkpSWbrv18eBnv8+O6rTW8b8SAfascKppMMBHHhTM2lgstZjxcgQkQ22DgmBU8KsFkPXlaYG9fx&#10;kR6nWIoUwiFHBVWMbS5lKCqyGCauJU7czXmLMUFfSuOxS+G2kbMsm0uLNaeGClv6qKi4n36sgt2h&#10;K9/8a7Hr3ddtf33X2uhvrdRo2G+XICL18V/85/40CubTRZqb3qQn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P7q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cEdcQA&#10;AADdAAAADwAAAGRycy9kb3ducmV2LnhtbESPUWvCMBSF3wf+h3AF32aqOKnVKKIUZOxlbj/g0lyb&#10;anNTkljrv18Ggz0ezjnf4Wx2g21FTz40jhXMphkI4srphmsF31/law4iRGSNrWNS8KQAu+3oZYOF&#10;dg/+pP4ca5EgHApUYGLsCilDZchimLqOOHkX5y3GJH0ttcdHgttWzrNsKS02nBYMdnQwVN3Od6ug&#10;fJ9/9Le79qXbDwtLb+aaH41Sk/GwX4OINMT/8F/7pBUsZ/kK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3BH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EhE78A&#10;AADdAAAADwAAAGRycy9kb3ducmV2LnhtbERPzYrCMBC+C75DGMGbpl21aDWKCMp6tPoAQzO2xWZS&#10;m6ytb785CB4/vv/Nrje1eFHrKssK4mkEgji3uuJCwe16nCxBOI+ssbZMCt7kYLcdDjaYatvxhV6Z&#10;L0QIYZeigtL7JpXS5SUZdFPbEAfubluDPsC2kLrFLoSbWv5EUSINVhwaSmzoUFL+yP6Mgvm7Oz2z&#10;xSM6akPxedac2ecLpcajfr8G4an3X/HH/asVJPEq7A9vwhOQ2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kSET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+dlMUA&#10;AADdAAAADwAAAGRycy9kb3ducmV2LnhtbESPS2vDMBCE74X8B7GF3hrZOZjGjRJCQ0LJqXUe58Xa&#10;2KbWyljy699HgUCPw8x8w6w2o6lFT62rLCuI5xEI4tzqigsF59P+/QOE88gaa8ukYCIHm/XsZYWp&#10;tgP/Up/5QgQIuxQVlN43qZQuL8mgm9uGOHg32xr0QbaF1C0OAW5quYiiRBqsOCyU2NBXSflf1hkF&#10;XXJdnPl21D/Zbjosd/utk5dCqbfXcfsJwtPo/8PP9rdWkMTLGB5vwhO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T52U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585MgA&#10;AADdAAAADwAAAGRycy9kb3ducmV2LnhtbESPzWvCQBTE70L/h+UJ3nTjB0FTV6mCUD0ofvTQ22v2&#10;maTNvo3Zrcb/visUPA4z8xtmOm9MKa5Uu8Kygn4vAkGcWl1wpuB0XHXHIJxH1lhaJgV3cjCfvbSm&#10;mGh74z1dDz4TAcIuQQW591UipUtzMuh6tiIO3tnWBn2QdSZ1jbcAN6UcRFEsDRYcFnKsaJlT+nP4&#10;NQo+duN4slusR9+b7RcOjb586iJWqtNu3l5BeGr8M/zfftcK4v5kAI834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Pnzk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objMYA&#10;AADdAAAADwAAAGRycy9kb3ducmV2LnhtbESPT2vCQBTE74V+h+UVvNVNYgmaugn9Q1V6Ulvo9ZF9&#10;JsHs25BdNfrpXUHocZiZ3zDzYjCtOFLvGssK4nEEgri0uuFKwe/P1/MUhPPIGlvLpOBMDor88WGO&#10;mbYn3tBx6ysRIOwyVFB732VSurImg25sO+Lg7Wxv0AfZV1L3eApw08okilJpsOGwUGNHHzWV++3B&#10;KLikf7h2y+T9c6I9nV+mC/u9Xig1ehreXkF4Gvx/+N5eaQVpPJvA7U14AjK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Aobj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vQQMUA&#10;AADdAAAADwAAAGRycy9kb3ducmV2LnhtbESPwWrDMBBE74X8g9hCbrWc4JrajRJCSaC3xm4/YLG2&#10;som1ciw1cfv1VSCQ4zAzb5jVZrK9ONPoO8cKFkkKgrhxumOj4Otz//QCwgdkjb1jUvBLHjbr2cMK&#10;S+0uXNG5DkZECPsSFbQhDKWUvmnJok/cQBy9bzdaDFGORuoRLxFue7lM01xa7DgutDjQW0vNsf6x&#10;Ck5u+ayneocfx11x6IzJTn9VptT8cdq+ggg0hXv41n7XCvJFkcH1TXwC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O9B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b/s8UA&#10;AADdAAAADwAAAGRycy9kb3ducmV2LnhtbESPzW7CMBCE75V4B2uReitOigiQYlBBqsSVn0OPW3tJ&#10;UuJ1iE1I+/QYqVKPo5n5RrNY9bYWHbW+cqwgHSUgiLUzFRcKjoePlxkIH5AN1o5JwQ95WC0HTwvM&#10;jbvxjrp9KESEsM9RQRlCk0vpdUkW/cg1xNE7udZiiLItpGnxFuG2lq9JkkmLFceFEhvalKTP+6tV&#10;sK2+aJLp09zO1nr3+XsJ4+m3Uep52L+/gQjUh//wX3trFGTpfAKPN/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Vv+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2SMMEA&#10;AADdAAAADwAAAGRycy9kb3ducmV2LnhtbERPW2vCMBR+F/wP4Qh701QfyqxGmcJgsil4YXs9NGdN&#10;sTkpTaz13xtB8PG7882Xna1ES40vHSsYjxIQxLnTJRcKTsfP4TsIH5A1Vo5JwY08LBf93hwz7a68&#10;p/YQChFL2GeowIRQZ1L63JBFP3I1cdT+XWMxRNgUUjd4jeW2kpMkSaXFkuOCwZrWhvLz4WIVtLi7&#10;JX9mtZ1uyp98slv9fuvIq7dB9zEDEagLL/Mz/aUVpONpCo838Qn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NkjD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qJy8UA&#10;AADdAAAADwAAAGRycy9kb3ducmV2LnhtbESPwU7DMBBE70j9B2srcaNOcygQ6laoUhFHCD1wXOJt&#10;nBLvRrbbBL4eIyFxHM3MG816O/leXSjETtjAclGAIm7EdtwaOLztb+5AxYRssRcmA18UYbuZXa2x&#10;sjLyK13q1KoM4VihAZfSUGkdG0ce40IG4uwdJXhMWYZW24Bjhvtel0Wx0h47zgsOB9o5aj7rszcw&#10;PjUfp/L4bt13GGRfv8ip7MWY6/n0+AAq0ZT+w3/tZ2tgtby/hd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+onL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5bHsQA&#10;AADdAAAADwAAAGRycy9kb3ducmV2LnhtbERPz0/CMBS+m/g/NI/Em3TsADgpBIckhEjMUO6P9bFN&#10;29dlLTD+e3ow8fjl+z1b9NaIC3W+caxgNExAEJdON1wp+P5aP09B+ICs0TgmBTfysJg/Psww0+7K&#10;BV32oRIxhH2GCuoQ2kxKX9Zk0Q9dSxy5k+sshgi7SuoOrzHcGpkmyVhabDg21NhSXlP5uz9bBevP&#10;lflJd8XyIEP+Pjma6fZt9aHU06BfvoII1Id/8Z97oxWMRy9xbnwTn4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OWx7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UzPMYA&#10;AADdAAAADwAAAGRycy9kb3ducmV2LnhtbESPQYvCMBSE74L/ITzBi6ypiqLVKCKILrig7sJen82z&#10;LTYvpYm1/vuNIOxxmJlvmMWqMYWoqXK5ZQWDfgSCOLE651TBz/f2YwrCeWSNhWVS8CQHq2W7tcBY&#10;2wefqD77VAQIuxgVZN6XsZQuycig69uSOHhXWxn0QVap1BU+AtwUchhFE2kw57CQYUmbjJLb+W4U&#10;1MfDJd3Xrvy8TXtuPLrsdl/6V6lup1nPQXhq/H/43d5rBZPBbAavN+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+UzP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ESk8cA&#10;AADdAAAADwAAAGRycy9kb3ducmV2LnhtbESPT2vCQBTE7wW/w/IKvTWbSis2ZiMqFHop+O9Qb8/s&#10;Mwlm38bdraZ+elco9DjMzG+YfNqbVpzJ+caygpckBUFcWt1wpWC7+Xgeg/ABWWNrmRT8kodpMXjI&#10;MdP2wis6r0MlIoR9hgrqELpMSl/WZNAntiOO3sE6gyFKV0nt8BLhppXDNB1Jgw3HhRo7WtRUHtc/&#10;RsH8fTw/LV/567ra72j3vT++DV2q1NNjP5uACNSH//Bf+1MrGEUk3N/EJy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1REpPHAAAA3QAAAA8AAAAAAAAAAAAAAAAAmAIAAGRy&#10;cy9kb3ducmV2LnhtbFBLBQYAAAAABAAEAPUAAACMAwAAAAA=&#10;" fillcolor="black" stroked="f"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R0BscA&#10;AADdAAAADwAAAGRycy9kb3ducmV2LnhtbESPT2vCQBTE74LfYXlCb7ox0CCpq9Q/hUL1YNpDj6/Z&#10;12RJ9m3Irpr203cFocdhZn7DLNeDbcWFem8cK5jPEhDEpdOGKwUf7y/TBQgfkDW2jknBD3lYr8aj&#10;JebaXflElyJUIkLY56igDqHLpfRlTRb9zHXE0ft2vcUQZV9J3eM1wm0r0yTJpEXDcaHGjrY1lU1x&#10;tgo+3zKzOBlKvw6/m70+PDab465R6mEyPD+BCDSE//C9/aoVZGkyh9ub+ATk6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0dAb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PUxMUA&#10;AADdAAAADwAAAGRycy9kb3ducmV2LnhtbESPQWsCMRSE74X+h/AK3mrSPYhsjSJKaS89qJVeH5vX&#10;zXY3L9sk6uqvN4LQ4zAz3zCzxeA6caQQG88aXsYKBHHlTcO1hq/d2/MUREzIBjvPpOFMERbzx4cZ&#10;lsafeEPHbapFhnAsUYNNqS+ljJUlh3Hse+Ls/fjgMGUZamkCnjLcdbJQaiIdNpwXLPa0slS124PT&#10;EJbf6/bCh32rLp/n+P47/E3Raj16GpavIBIN6T98b38YDZNCFXB7k5+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A9TE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U7cYA&#10;AADdAAAADwAAAGRycy9kb3ducmV2LnhtbESPUUsDMRCE3wX/Q1ihL2KTnlD1bFpKoSBYCq39Aetl&#10;vTtMNsdl21799UYo+DjMzDfMbDEEr07UpzayhcnYgCKuomu5tnD4WD88g0qC7NBHJgsXSrCY397M&#10;sHTxzDs67aVWGcKpRAuNSFdqnaqGAqZx7Iiz9xX7gJJlX2vX4znDg9eFMVMdsOW80GBHq4aq7/0x&#10;WPDFp395f0obuRz0xvwE2d1vnbWju2H5CkpokP/wtf3mLEwL8wh/b/IT0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vU7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5D3cUA&#10;AADdAAAADwAAAGRycy9kb3ducmV2LnhtbESPQWsCMRSE74X+h/AK3mrWRaSsRtGKsBcP3Spen5vn&#10;ZjF5WTaprv31TaHQ4zAz3zCL1eCsuFEfWs8KJuMMBHHtdcuNgsPn7vUNRIjIGq1nUvCgAKvl89MC&#10;C+3v/EG3KjYiQTgUqMDE2BVShtqQwzD2HXHyLr53GJPsG6l7vCe4szLPspl02HJaMNjRu6H6Wn05&#10;Bduqs/mhNJtwOu7PZ1t+7+i0VWr0MqznICIN8T/81y61glmeTeH3TXo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fkPd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Wp98QA&#10;AADdAAAADwAAAGRycy9kb3ducmV2LnhtbESPQWsCMRSE7wX/Q3hCbzVRcC1bo4goCJ6q66G3R/K6&#10;u+3mZdlEd/vvTUHwOMzMN8xyPbhG3KgLtWcN04kCQWy8rbnUUJz3b+8gQkS22HgmDX8UYL0avSwx&#10;t77nT7qdYikShEOOGqoY21zKYCpyGCa+JU7et+8cxiS7UtoO+wR3jZwplUmHNaeFClvaVmR+T1en&#10;4Wcvj94oNJfi0h/s4muXUaO0fh0Pmw8QkYb4DD/aB6shm6k5/L9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lqff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6VrsUA&#10;AADdAAAADwAAAGRycy9kb3ducmV2LnhtbESPQWvCQBSE7wX/w/IEb3VjhCDRVVQQSqWHqojHZ/aZ&#10;hGTfht1V47/vFgo9DjPzDbNY9aYVD3K+tqxgMk5AEBdW11wqOB137zMQPiBrbC2Tghd5WC0HbwvM&#10;tX3yNz0OoRQRwj5HBVUIXS6lLyoy6Me2I47ezTqDIUpXSu3wGeGmlWmSZNJgzXGhwo62FRXN4W4U&#10;XO57vn1NP9duE862P/omvc4apUbDfj0HEagP/+G/9odWkKVJBr9v4hO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bpWu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iK58gA&#10;AADdAAAADwAAAGRycy9kb3ducmV2LnhtbESPQUsDMRSE70L/Q3iCN5u4aG3XTUsrCF4EWz20t7eb&#10;5+7SzcuaxHbtr28KgsdhZr5hisVgO3EgH1rHGu7GCgRx5UzLtYbPj5fbKYgQkQ12jknDLwVYzEdX&#10;BebGHXlNh02sRYJwyFFDE2OfSxmqhiyGseuJk/flvMWYpK+l8XhMcNvJTKmJtNhyWmiwp+eGqv3m&#10;x2pYzaar7/d7fjutyx3ttuX+IfNK65vrYfkEItIQ/8N/7VejYZKpR7i8SU9Az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uIrnyAAAAN0AAAAPAAAAAAAAAAAAAAAAAJgCAABk&#10;cnMvZG93bnJldi54bWxQSwUGAAAAAAQABAD1AAAAjQMAAAAA&#10;" fillcolor="black" stroked="f"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vklMIA&#10;AADdAAAADwAAAGRycy9kb3ducmV2LnhtbERPz2vCMBS+D/Y/hDfYbU3nQKQzShGGY6eqG7s+m2dT&#10;bF5KEmP33y8HwePH93u5nuwgEvnQO1bwWpQgiFune+4UfB8+XhYgQkTWODgmBX8UYL16fFhipd2V&#10;d5T2sRM5hEOFCkyMYyVlaA1ZDIUbiTN3ct5izNB3Unu85nA7yFlZzqXFnnODwZE2htrz/mIVpOOm&#10;qd/SbzK7L1933jXbn2Oj1PPTVL+DiDTFu/jm/tQK5rMyz81v8hO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W+SU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Ch/cYA&#10;AADdAAAADwAAAGRycy9kb3ducmV2LnhtbESPQWvCQBSE70L/w/IKvZmNHoJGVynSluqlmhb0+Mg+&#10;s6HZtyG7jbG/vlsQPA4z8w2zXA+2ET11vnasYJKkIIhLp2uuFHx9vo5nIHxA1tg4JgVX8rBePYyW&#10;mGt34QP1RahEhLDPUYEJoc2l9KUhiz5xLXH0zq6zGKLsKqk7vES4beQ0TTNpsea4YLCljaHyu/ix&#10;Cvxk83Lc2d95f3oz/FFsTbavjFJPj8PzAkSgIdzDt/a7VpBN0zn8v4lP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Ch/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D403A" w:rsidRDefault="00CD403A" w:rsidP="00CD4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D403A" w:rsidRDefault="00CD403A" w:rsidP="00CD403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CD403A" w:rsidRDefault="00CD403A" w:rsidP="00CD40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403A" w:rsidRDefault="00CD403A" w:rsidP="00CD40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403A" w:rsidRDefault="00CD403A" w:rsidP="00CD40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D403A" w:rsidRDefault="00CD403A" w:rsidP="00CD403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D403A" w:rsidRDefault="00CD403A" w:rsidP="00CD40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D403A" w:rsidRDefault="00CD403A" w:rsidP="00CD40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D403A" w:rsidRDefault="00CD403A" w:rsidP="00CD40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403A" w:rsidRDefault="00CD403A" w:rsidP="00CD40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D403A" w:rsidRDefault="00CD403A" w:rsidP="00CD40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403A" w:rsidRDefault="00CD403A" w:rsidP="00CD40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D403A" w:rsidRDefault="00CD403A" w:rsidP="00CD403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D403A" w:rsidRDefault="00CD403A" w:rsidP="00CD403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№41</w:t>
      </w:r>
    </w:p>
    <w:p w:rsidR="00CD403A" w:rsidRPr="009B40A3" w:rsidRDefault="00CD403A" w:rsidP="00CD403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D403A" w:rsidRPr="009B40A3" w:rsidRDefault="00CD403A" w:rsidP="00CD403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9B40A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CD403A" w:rsidRPr="009B40A3" w:rsidRDefault="00CD403A" w:rsidP="00CD403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</w:t>
      </w:r>
      <w:r w:rsidRPr="009B40A3">
        <w:rPr>
          <w:rFonts w:ascii="Times New Roman" w:eastAsia="Calibri" w:hAnsi="Times New Roman" w:cs="Times New Roman"/>
          <w:b/>
          <w:sz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CD403A" w:rsidRPr="009B40A3" w:rsidRDefault="00CD403A" w:rsidP="00CD403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CD403A" w:rsidRPr="009B40A3" w:rsidRDefault="00CD403A" w:rsidP="00CD403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Ковба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Л.В.</w:t>
      </w:r>
    </w:p>
    <w:p w:rsidR="00CD403A" w:rsidRPr="009B40A3" w:rsidRDefault="00CD403A" w:rsidP="00CD403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D403A" w:rsidRPr="009B40A3" w:rsidRDefault="00CD403A" w:rsidP="00CD403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 xml:space="preserve">116,  118, 121,122,186 </w:t>
      </w:r>
      <w:r w:rsidRPr="009B40A3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Ковби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Л.В.,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рада </w:t>
      </w:r>
    </w:p>
    <w:p w:rsidR="00CD403A" w:rsidRPr="00FF237B" w:rsidRDefault="00CD403A" w:rsidP="00CD403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>ВИРІШИЛА:</w:t>
      </w:r>
    </w:p>
    <w:p w:rsidR="00CD403A" w:rsidRPr="009B40A3" w:rsidRDefault="00CD403A" w:rsidP="00CD403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proofErr w:type="gramStart"/>
      <w:r w:rsidRPr="009B40A3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Ковбі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Людмилі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Василівні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яка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AA5BB4">
        <w:rPr>
          <w:rFonts w:ascii="Times New Roman" w:eastAsia="Calibri" w:hAnsi="Times New Roman" w:cs="Times New Roman"/>
          <w:sz w:val="24"/>
          <w:lang w:val="uk-UA"/>
        </w:rPr>
        <w:t>_________________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0,25 га,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та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обслуговування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житлового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будинку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господарських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будівель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споруд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присадибна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), яка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Полянь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 по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вул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Шкільна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районі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будинку</w:t>
      </w:r>
      <w:proofErr w:type="spellEnd"/>
      <w:proofErr w:type="gramEnd"/>
      <w:r w:rsidRPr="009B40A3">
        <w:rPr>
          <w:rFonts w:ascii="Times New Roman" w:eastAsia="Calibri" w:hAnsi="Times New Roman" w:cs="Times New Roman"/>
          <w:sz w:val="24"/>
        </w:rPr>
        <w:t xml:space="preserve"> №28.</w:t>
      </w:r>
    </w:p>
    <w:p w:rsidR="00CD403A" w:rsidRPr="009B40A3" w:rsidRDefault="00CD403A" w:rsidP="00CD403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Ковбі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Л.В.,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CD403A" w:rsidRPr="009B40A3" w:rsidRDefault="00CD403A" w:rsidP="00CD403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D403A" w:rsidRPr="009B40A3" w:rsidRDefault="00CD403A" w:rsidP="00CD403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CD403A" w:rsidRPr="009B40A3" w:rsidRDefault="00CD403A" w:rsidP="00CD403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D403A" w:rsidRPr="00CD403A" w:rsidRDefault="00CD403A" w:rsidP="00CD403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CD403A" w:rsidRPr="009B40A3" w:rsidRDefault="00CD403A" w:rsidP="00CD403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95B07" w:rsidRPr="00CD403A" w:rsidRDefault="00CD403A" w:rsidP="00CD403A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/>
        </w:rPr>
      </w:pP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</w:t>
      </w: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D95B07" w:rsidRPr="00CD40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03A"/>
    <w:rsid w:val="00AA5BB4"/>
    <w:rsid w:val="00CD403A"/>
    <w:rsid w:val="00D9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03A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D403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D403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D403A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03A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D403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D403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D403A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245</Words>
  <Characters>1400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2021-09-13T08:05:00Z</dcterms:created>
  <dcterms:modified xsi:type="dcterms:W3CDTF">2021-09-13T13:16:00Z</dcterms:modified>
</cp:coreProperties>
</file>