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414" w:rsidRPr="0039473A" w:rsidRDefault="00E40414" w:rsidP="00E40414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40414" w:rsidRDefault="00E40414" w:rsidP="00E40414">
      <w:pPr>
        <w:jc w:val="both"/>
        <w:rPr>
          <w:rFonts w:ascii="Times New Roman" w:hAnsi="Times New Roman" w:cs="Times New Roman"/>
        </w:rPr>
      </w:pPr>
      <w:r w:rsidRPr="007A1CE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40414" w:rsidRDefault="00E40414" w:rsidP="00E40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40414" w:rsidRDefault="00E40414" w:rsidP="00E404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0414" w:rsidRDefault="00E40414" w:rsidP="00E4041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0414" w:rsidRDefault="00E40414" w:rsidP="00E404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0414" w:rsidRDefault="00E40414" w:rsidP="00E404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40414" w:rsidRDefault="00E40414" w:rsidP="00E4041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40414" w:rsidRDefault="00E40414" w:rsidP="00E404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40414" w:rsidRDefault="00E40414" w:rsidP="00E404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40414" w:rsidRDefault="00E40414" w:rsidP="00E404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0414" w:rsidRDefault="00E40414" w:rsidP="00E404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40414" w:rsidRDefault="00E40414" w:rsidP="00E4041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40414" w:rsidRDefault="00E40414" w:rsidP="00E4041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40414" w:rsidRPr="0005326B" w:rsidRDefault="00E40414" w:rsidP="00E4041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E40414" w:rsidRPr="00867B7E" w:rsidRDefault="00E40414" w:rsidP="00E4041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№47</w:t>
      </w:r>
    </w:p>
    <w:p w:rsidR="00E40414" w:rsidRDefault="00E40414" w:rsidP="00E4041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40414" w:rsidRPr="0005326B" w:rsidRDefault="00E40414" w:rsidP="00E4041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 надання дозволу на розробку технічної</w:t>
      </w:r>
    </w:p>
    <w:p w:rsidR="00E40414" w:rsidRPr="0005326B" w:rsidRDefault="00E40414" w:rsidP="00E4041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документації із землеустрою щодо поділу</w:t>
      </w:r>
    </w:p>
    <w:p w:rsidR="00E40414" w:rsidRPr="00AB3C6F" w:rsidRDefault="00E40414" w:rsidP="00E4041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68239840</w:t>
      </w:r>
      <w:r w:rsidRPr="00AB3C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:03:012:0184</w:t>
      </w:r>
    </w:p>
    <w:p w:rsidR="00E40414" w:rsidRDefault="00E40414" w:rsidP="00E4041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комунальної власності за межа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 населеного</w:t>
      </w:r>
    </w:p>
    <w:p w:rsidR="00E40414" w:rsidRPr="000B268D" w:rsidRDefault="00E40414" w:rsidP="00E4041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пункту </w:t>
      </w: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Крупецької сільської ради</w:t>
      </w:r>
    </w:p>
    <w:p w:rsidR="00E40414" w:rsidRPr="00A75752" w:rsidRDefault="00E40414" w:rsidP="00E40414">
      <w:pPr>
        <w:overflowPunct w:val="0"/>
        <w:autoSpaceDE w:val="0"/>
        <w:autoSpaceDN w:val="0"/>
        <w:adjustRightInd w:val="0"/>
        <w:spacing w:after="0"/>
        <w:ind w:right="-1" w:firstLine="709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E40414" w:rsidRPr="001F4E38" w:rsidRDefault="00E40414" w:rsidP="00E404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E40414" w:rsidRPr="001F4E38" w:rsidRDefault="00E40414" w:rsidP="00E404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E40414" w:rsidRPr="001F4E38" w:rsidRDefault="00E40414" w:rsidP="00E4041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</w:t>
      </w:r>
      <w:proofErr w:type="spellStart"/>
      <w:r w:rsidRPr="001F4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1F4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на виготовлення 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 земельної ділянки 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унальної власності площею 8,5845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6823984000:03:012:0184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розташована на території 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Крупецької сільської ради, із земель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комунальної власності</w:t>
      </w:r>
      <w:r w:rsidRPr="001F4E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(земельні ділянки кожної категорії земель, які не надані у власність або користування громадянам чи юридичним особам)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земельні ділянки площа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ми:  8,4645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 0,1200 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га, без зміни цільового призначення .</w:t>
      </w:r>
    </w:p>
    <w:p w:rsidR="00E40414" w:rsidRPr="001F4E38" w:rsidRDefault="00E40414" w:rsidP="00E40414">
      <w:pPr>
        <w:spacing w:after="0"/>
        <w:ind w:right="6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Розроблену технічну документацію подати на розгляд та затвердження чергової сесії .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E40414" w:rsidRPr="001F4E38" w:rsidRDefault="00E40414" w:rsidP="00E4041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40414" w:rsidRPr="00E40414" w:rsidRDefault="00E40414" w:rsidP="00E40414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9C7C2F" w:rsidRPr="00E40414" w:rsidRDefault="00E40414" w:rsidP="00E40414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Сільський  голова </w:t>
      </w:r>
      <w:r w:rsidRPr="001F4E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В.А. 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C7C2F" w:rsidRPr="00E40414" w:rsidSect="00E40414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40414"/>
    <w:rsid w:val="00171A2E"/>
    <w:rsid w:val="00304C90"/>
    <w:rsid w:val="00505B6D"/>
    <w:rsid w:val="006D3977"/>
    <w:rsid w:val="007D6C18"/>
    <w:rsid w:val="009C7C2F"/>
    <w:rsid w:val="00D1641A"/>
    <w:rsid w:val="00E40414"/>
    <w:rsid w:val="00F841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41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280</Words>
  <Characters>1597</Characters>
  <Application>Microsoft Office Word</Application>
  <DocSecurity>0</DocSecurity>
  <Lines>13</Lines>
  <Paragraphs>3</Paragraphs>
  <ScaleCrop>false</ScaleCrop>
  <Company>Microsoft</Company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2020-01-21T06:56:00Z</dcterms:created>
  <dcterms:modified xsi:type="dcterms:W3CDTF">2020-01-21T06:56:00Z</dcterms:modified>
</cp:coreProperties>
</file>