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16" w:rsidRPr="00694EED" w:rsidRDefault="00061F16" w:rsidP="00061F16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061F16" w:rsidRPr="00694EED" w:rsidRDefault="00061F16" w:rsidP="00061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61F16" w:rsidRPr="00694EED" w:rsidRDefault="00061F16" w:rsidP="00061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B5A03B" wp14:editId="2FD0A0CC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143" name="Группа 16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1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1F16" w:rsidRDefault="00061F16" w:rsidP="00061F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43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EusOn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mtypdCdXVg2rsm1MtGWEubsmlwtmLQ0SAguk45z5DcQeRaaWZykGdcUqoHh&#10;LCrbNblyhrmRPgWuybUDZ1MnbkLX5AoaBvnq3RQaahcY+NLci9v84MRl7sr7fDfKprZzuY7gSZMs&#10;CVde6nt4MeRx5joCpagjV+gIZ1pxaYFDLnmYLm6i0+nyywN7nfDT4YK8xI33Fn46PZG/j1xQcGId&#10;vXcLLEBFLiqBGLMnYu9pM4kxLSKOzjGdM9YUEU/sSdOJsViIeNlFTMuAqKHl4Lb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0maL8A&#10;AADeAAAADwAAAGRycy9kb3ducmV2LnhtbERPyQrCMBC9C/5DGMGbpi6oVKOIqHgQxO0+NGNbbCal&#10;iVr/3giCt3m8dWaL2hTiSZXLLSvodSMQxInVOacKLudNZwLCeWSNhWVS8CYHi3mzMcNY2xcf6Xny&#10;qQgh7GJUkHlfxlK6JCODrmtL4sDdbGXQB1ilUlf4CuGmkP0oGkmDOYeGDEtaZZTcTw+jwA62u/01&#10;7R8Hax57Xh4mt2u9V6rdqpdTEJ5q/xf/3Dsd5o96wyF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fSZo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UxUMcA&#10;AADeAAAADwAAAGRycy9kb3ducmV2LnhtbERPS0sDMRC+F/wPYQQvpc1WdK1r0yKFVetB6AO8Dptx&#10;s7qZLElst/31piD0Nh/fc2aL3rZiTz40jhVMxhkI4srphmsFu205moIIEVlj65gUHCnAYn41mGGh&#10;3YHXtN/EWqQQDgUqMDF2hZShMmQxjF1HnLgv5y3GBH0ttcdDCretvM2yXFpsODUY7GhpqPrZ/FoF&#10;3+WH+Vw+nF788HFNp2H5/tqucqVurvvnJxCR+ngR/7vfdJqfT+7u4fxOukH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1MV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LJsYA&#10;AADeAAAADwAAAGRycy9kb3ducmV2LnhtbESP0WrCQBBF3wv9h2UKvhTdpC1BUlcRqVJ8ERM/YMiO&#10;2dDsbMiuSfx7t1Do2wz3zj13VpvJtmKg3jeOFaSLBARx5XTDtYJLuZ8vQfiArLF1TAru5GGzfn5a&#10;Ya7dyGcailCLGMI+RwUmhC6X0leGLPqF64ijdnW9xRDXvpa6xzGG21a+JUkmLTYcCQY72hmqfoqb&#10;jZDTO56O17HcHyYc8eto+HV7Vmr2Mm0/QQSawr/57/pbx/pZ+pHB7ztxBr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QLJ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7h8QA&#10;AADeAAAADwAAAGRycy9kb3ducmV2LnhtbERPTUsDMRC9C/6HMII3m22pW1mbFqkKRfDQVhBvw2a6&#10;u7iZhGTsbv+9EYTe5vE+Z7keXa9OFFPn2cB0UoAirr3tuDHwcXi9ewCVBNli75kMnCnBenV9tcTK&#10;+oF3dNpLo3IIpwoNtCKh0jrVLTlMEx+IM3f00aFkGBttIw453PV6VhSldthxbmgx0Kal+nv/4wy8&#10;Dy/hbVHeH8NXnM90erbyuRFjbm/Gp0dQQqNcxP/urc3zy+l8A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8u4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6z8QA&#10;AADeAAAADwAAAGRycy9kb3ducmV2LnhtbESPzWrCQBDH7wXfYZmCl1I3fiAldRWRKuJF1D7AkB2z&#10;odnZkN2a+PbOQfA2w/w/frNY9b5WN2pjFdjAeJSBIi6Crbg08HvZfn6BignZYh2YDNwpwmo5eFtg&#10;bkPHJ7qdU6kkhGOOBlxKTa51LBx5jKPQEMvtGlqPSda21LbFTsJ9rSdZNtceK5YGhw1tHBV/538v&#10;JccpHg/X7rLd9djhz8Hxx/pkzPC9X3+DStSnl/jp3lvBn49nwivvyAx6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nOs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+KbsUA&#10;AADeAAAADwAAAGRycy9kb3ducmV2LnhtbERPTUsDMRC9C/6HMII3m22pq26bltIqiNCDVRBvw2a6&#10;u3QzCcnYXf+9EQRv83ifs1yPrldniqnzbGA6KUAR19523Bh4f3u6uQeVBNli75kMfFOC9eryYomV&#10;9QO/0vkgjcohnCo00IqESutUt+QwTXwgztzRR4eSYWy0jTjkcNfrWVGU2mHHuaHFQNuW6tPhyxnY&#10;D4/h5a68PYbPOJ/ptLPysRVjrq/GzQKU0Cj/4j/3s83zy+n8AX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4p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mox8gA&#10;AADeAAAADwAAAGRycy9kb3ducmV2LnhtbESPQUsDMRCF70L/Q5iCF7HZKi2yNi1tISgoFGuh12Ez&#10;3V3cTJYkdtd/7xwEbzPMm/fet9qMvlNXiqkNbGA+K0ARV8G1XBs4fdr7J1ApIzvsApOBH0qwWU9u&#10;Vli6MPAHXY+5VmLCqUQDTc59qXWqGvKYZqEnltslRI9Z1lhrF3EQc9/ph6JYao8tS0KDPe0bqr6O&#10;397A7jDUj/Gu2o3h7fJyXljr7Ls15nY6bp9BZRrzv/jv+9VJ/eV8IQ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yajH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Ho8IA&#10;AADeAAAADwAAAGRycy9kb3ducmV2LnhtbERPzYrCMBC+L/gOYQRva1pRkWoUcSksy1509wGGZmyq&#10;zaQksda3NwsL3ubj+53NbrCt6MmHxrGCfJqBIK6cbrhW8PtTvq9AhIissXVMCh4UYLcdvW2w0O7O&#10;R+pPsRYphEOBCkyMXSFlqAxZDFPXESfu7LzFmKCvpfZ4T+G2lbMsW0qLDacGgx0dDFXX080qKL9m&#10;3/31pn3p9sPc0sJcVh9Gqcl42K9BRBriS/zv/tRp/jJf5P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Ue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TK8QA&#10;AADeAAAADwAAAGRycy9kb3ducmV2LnhtbERP32vCMBB+H+x/CDfYi8xUhzKqUVQIGyjInODr0Zxt&#10;sbmUJLPdf28EYW/38f28+bK3jbiSD7VjBaNhBoK4cKbmUsHxR799gAgR2WDjmBT8UYDl4vlpjrlx&#10;HX/T9RBLkUI45KigirHNpQxFRRbD0LXEiTs7bzEm6EtpPHYp3DZynGVTabHm1FBhS5uKisvh1ypY&#10;77vy3Q+Kde+258/TRGujd1qp15d+NQMRqY//4of7y6T509FkDPd30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Xkyv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8T8MA&#10;AADeAAAADwAAAGRycy9kb3ducmV2LnhtbERP3WrCMBS+F/YO4Qx2p6luinSmIkphjN348wCH5th0&#10;bU5KEmv39stg4N35+H7PZjvaTgzkQ+NYwXyWgSCunG64VnA5l9M1iBCRNXaOScEPBdgWT5MN5trd&#10;+UjDKdYihXDIUYGJsc+lDJUhi2HmeuLEXZ23GBP0tdQe7yncdnKRZStpseHUYLCnvaGqPd2sgvJz&#10;8TW0N+1LtxvfLC3N9/pglHp5HnfvICKN8SH+d3/oNH81X77C3zvpB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t8T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608AA&#10;AADeAAAADwAAAGRycy9kb3ducmV2LnhtbERPzYrCMBC+C75DGMGbpl2tSDWKLCh6tPoAQzO2xWZS&#10;m2jr25uFBW/z8f3OetubWryodZVlBfE0AkGcW11xoeB62U+WIJxH1lhbJgVvcrDdDAdrTLXt+Eyv&#10;zBcihLBLUUHpfZNK6fKSDLqpbYgDd7OtQR9gW0jdYhfCTS1/omghDVYcGkps6Lek/J49jYL5uzs8&#10;suQe7bWh+DRrTuzzRKnxqN+tQHjq/Vf87z7qMH8RJ3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x60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LJ58IA&#10;AADeAAAADwAAAGRycy9kb3ducmV2LnhtbERPTYvCMBC9C/sfwix401TBotW0yIqLeNLq7nloxrbY&#10;TEoTtf57IyzsbR7vc1ZZbxpxp87VlhVMxhEI4sLqmksF59N2NAfhPLLGxjIpeJKDLP0YrDDR9sFH&#10;uue+FCGEXYIKKu/bREpXVGTQjW1LHLiL7Qz6ALtS6g4fIdw0chpFsTRYc2iosKWvioprfjMKbvHv&#10;9MyXvT7km+f3YrNdO/lTKjX87NdLEJ56/y/+c+90mB9PZjN4vxNuk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sn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/njcYA&#10;AADeAAAADwAAAGRycy9kb3ducmV2LnhtbERPS0/CQBC+m/gfNmPiTbYobKCyEDUhAQ408jh4G7tj&#10;W+3Olu4C5d+zJibe5sv3nMmss7U4Uesrxxr6vQQEce5MxYWG3Xb+MALhA7LB2jFpuJCH2fT2ZoKp&#10;cWd+p9MmFCKGsE9RQxlCk0rp85Is+p5riCP35VqLIcK2kKbFcwy3tXxMEiUtVhwbSmzoraT8Z3O0&#10;GvbZSI2z1+Xge7X+xCdrDh+mUlrf33UvzyACdeFf/OdemDhf9YcKft+JN8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/nj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VgsQA&#10;AADeAAAADwAAAGRycy9kb3ducmV2LnhtbERPS2vCQBC+F/wPywje6kZto0RXUUutePIFXofsmASz&#10;syG71eivdwsFb/PxPWcya0wprlS7wrKCXjcCQZxaXXCm4Hj4fh+BcB5ZY2mZFNzJwWzaeptgou2N&#10;d3Td+0yEEHYJKsi9rxIpXZqTQde1FXHgzrY26AOsM6lrvIVwU8p+FMXSYMGhIceKljmll/2vUfCI&#10;T7h1P/3F10B7un+MVnazXSnVaTfzMQhPjX+J/91rHebHvc8h/L0Tbp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K1Y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woXsUA&#10;AADeAAAADwAAAGRycy9kb3ducmV2LnhtbESPQW/CMAyF75P2HyIjcRspCNBWCGiaQNoNKPsBVuOl&#10;FY1Tmgw6fj0+IHGz9Z7f+7xc975RF+piHdjAeJSBIi6DrdkZ+Dlu395BxYRssQlMBv4pwnr1+rLE&#10;3IYrH+hSJKckhGOOBqqU2lzrWFbkMY5CSyzab+g8Jlk7p22HVwn3jZ5k2Vx7rFkaKmzpq6LyVPx5&#10;A+cwmdm+2ODutPnY185Nz7fD1JjhoP9cgErUp6f5cf1tBX8+ngm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7Che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zrLsMA&#10;AADeAAAADwAAAGRycy9kb3ducmV2LnhtbERPPW/CMBDdkfofrKvEBg5UpCFgEK2ExAp0YDzsIwmN&#10;z2nsQuDX15WQ2O7pfd582dlaXKj1lWMFo2ECglg7U3Gh4Gu/HmQgfEA2WDsmBTfysFy89OaYG3fl&#10;LV12oRAxhH2OCsoQmlxKr0uy6IeuIY7cybUWQ4RtIU2L1xhuazlOklRarDg2lNjQZ0n6e/drFWyq&#10;I01SfZra7ENvD/ef8PZ+Nkr1X7vVDESgLjzFD/fGxPnpaDKF/3fiD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zrL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x2cUA&#10;AADeAAAADwAAAGRycy9kb3ducmV2LnhtbERPTWvCQBC9C/0PyxS86UYPoU1dpRYKFa3gB/U6ZMds&#10;aHY2ZLcx/vvOodDbzLyPeW+xGnyjeupiHdjAbJqBIi6DrbkycD69T55AxYRssQlMBu4UYbV8GC2w&#10;sOHGB+qPqVJiwrFAAy6lttA6lo48xmloiQW7hs5jkrWrtO3wJua+0fMsy7XHmuWDw5beHJXfxx9v&#10;oMf9Pbu49efzpt6V8/36a2vlbsaPw+sLqERD+if/qT+sxM9nuRSQOjKD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3HZ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L2MQA&#10;AADeAAAADwAAAGRycy9kb3ducmV2LnhtbERPwWrDMAy9D/YPRoPdVmc5lJLWLWPQseOW9tCjGqtx&#10;ulgKttdk+/p5UCjvIvH03tNbbSbfqwuF2AkbeJ4VoIgbsR23Bva77dMCVEzIFnthMvBDETbr+7sV&#10;VlZG/qRLnVqVTThWaMClNFRax8aRxziTgThzJwkeU15Dq23AMZv7XpdFMdceO84JDgd6ddR81d/e&#10;wPjWHM/l6WDdbxhkW3/IuezFmMeH6WUJKtGUbsdX9bvN788z4L9OnkG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qC9j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FuMUA&#10;AADeAAAADwAAAGRycy9kb3ducmV2LnhtbERPTWvCQBC9F/wPyxR6qxtziBJdxWqFIi0Sq/cxO01S&#10;d2dDdqvpv3eFQm/zeJ8zW/TWiAt1vnGsYDRMQBCXTjdcKTh8bp4nIHxA1mgck4Jf8rCYDx5mmGt3&#10;5YIu+1CJGMI+RwV1CG0upS9rsuiHriWO3JfrLIYIu0rqDq8x3BqZJkkmLTYcG2psaVVTed7/WAWb&#10;3dp8px/F8ijD6nV8MpPty/pdqafHfjkFEagP/+I/95uO87NRlsL9nXi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IW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r9t8YA&#10;AADeAAAADwAAAGRycy9kb3ducmV2LnhtbERP22rCQBB9L/gPywi+lLqJ0iAxG5FCiYUWvBR8HbNj&#10;EszOhuw2pn/fLRT6NodznWwzmlYM1LvGsoJ4HoEgLq1uuFLweXp9WoFwHllja5kUfJODTT55yDDV&#10;9s4HGo6+EiGEXYoKau+7VEpX1mTQzW1HHLir7Q36APtK6h7vIdy0chFFiTTYcGiosaOXmsrb8cso&#10;GPbvl2o3uO7ttnp0z8tLUXzos1Kz6bhdg/A0+n/xn3unw/wkTpbw+064Qe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r9t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1F16" w:rsidRDefault="00061F16" w:rsidP="00061F1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8b3sUA&#10;AADeAAAADwAAAGRycy9kb3ducmV2LnhtbERPTWsCMRC9F/ofwhS81axiF12NooLQS0FtD3obN+Pu&#10;4mayJlG3/nojFHqbx/ucyaw1tbiS85VlBb1uAoI4t7riQsHP9+p9CMIHZI21ZVLwSx5m09eXCWba&#10;3nhD120oRAxhn6GCMoQmk9LnJRn0XdsQR+5oncEQoSukdniL4aaW/SRJpcGKY0OJDS1Lyk/bi1Gw&#10;GA0X5/WAv+6bw572u8Ppo+8SpTpv7XwMIlAb/sV/7k8d56e9dAD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xvexQAAAN4AAAAPAAAAAAAAAAAAAAAAAJgCAABkcnMv&#10;ZG93bnJldi54bWxQSwUGAAAAAAQABAD1AAAAigMAAAAA&#10;" fillcolor="black" stroked="f">
                  <v:textbox>
                    <w:txbxContent>
                      <w:p w:rsidR="00061F16" w:rsidRDefault="00061F16" w:rsidP="00061F1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CwRcUA&#10;AADeAAAADwAAAGRycy9kb3ducmV2LnhtbERPS2vCQBC+F/oflhG81Y2CQaKraLUgVA8+Dh6n2Wmy&#10;JDsbsltN++u7guBtPr7nzBadrcWVWm8cKxgOEhDEudOGCwXn08fbBIQPyBprx6Tglzws5q8vM8y0&#10;u/GBrsdQiBjCPkMFZQhNJqXPS7LoB64hjty3ay2GCNtC6hZvMdzWcpQkqbRoODaU2NB7SXl1/LEK&#10;Lp+pmRwMjb52f6uN3o2r1X5dKdXvdcspiEBdeIof7q2O89NhOob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LBF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DAMMA&#10;AADeAAAADwAAAGRycy9kb3ducmV2LnhtbERPTWsCMRC9F/wPYYTeatYeFlmNIi1SLx6qFa/DZtys&#10;u5msSdTVX98UhN7m8T5ntuhtK67kQ+1YwXiUgSAuna65UvCzW71NQISIrLF1TAruFGAxH7zMsNDu&#10;xt903cZKpBAOBSowMXaFlKE0ZDGMXEecuKPzFmOCvpLa4y2F21a+Z1kuLdacGgx29GGobLYXq8Av&#10;D5/Ngy/7Jnts7uHr1J8naJR6HfbLKYhIffwXP91rnebn4zyHv3fSD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BDAM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Q0MQA&#10;AADeAAAADwAAAGRycy9kb3ducmV2LnhtbERP22rCQBB9L/Qflin0pehGH2IbXaUUBKFS8PIBY3ZM&#10;QndnQ3aq0a93C4JvczjXmS1679SJutgENjAaZqCIy2Abrgzsd8vBO6goyBZdYDJwoQiL+fPTDAsb&#10;zryh01YqlUI4FmigFmkLrWNZk8c4DC1x4o6h8ygJdpW2HZ5TuHd6nGW59thwaqixpa+ayt/tnzfg&#10;xgf38T2Ja7ns9Tq7etm8/VhjXl/6zykooV4e4rt7ZdP8fJRP4P+ddIO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NUN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KF+McA&#10;AADeAAAADwAAAGRycy9kb3ducmV2LnhtbESPQU/DMAyF70j7D5EncWPpdqhQWTbBpkm9cKAM7eo1&#10;pqlInKrJtsKvxwckbrbe83uf19speHWlMfWRDSwXBSjiNtqeOwPH98PDI6iUkS36yGTgmxJsN7O7&#10;NVY23viNrk3ulIRwqtCAy3motE6to4BpEQdi0T7jGDDLOnbajniT8OD1qihKHbBnaXA40M5R+9Vc&#10;goF9M/jVsXYv6fTxej77+udAp70x9/Pp+QlUpin/m/+uayv45bIUXnlHZ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Chfj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SVcMA&#10;AADeAAAADwAAAGRycy9kb3ducmV2LnhtbERPO2vDMBDeC/kP4gLZGskd3NSNYkJoIJApr6HbIV1t&#10;t9bJWErs/PuoUOh2H9/zluXoWnGjPjSeNWRzBYLYeNtwpeF82j4vQISIbLH1TBruFKBcTZ6WWFg/&#10;8IFux1iJFMKhQA11jF0hZTA1OQxz3xEn7sv3DmOCfSVtj0MKd618USqXDhtODTV2tKnJ/ByvTsP3&#10;Vu69UWgu58uws6+fHzm1SuvZdFy/g4g0xn/xn3tn0/w8y9/g9510g1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uSV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BecscA&#10;AADeAAAADwAAAGRycy9kb3ducmV2LnhtbESPQWvCQBCF70L/wzJCb7rRgpXUVawglBYPjaX0OGbH&#10;JCQ7G3ZXTf+9cyj0NsO8ee99q83gOnWlEBvPBmbTDBRx6W3DlYGv436yBBUTssXOMxn4pQib9cNo&#10;hbn1N/6ka5EqJSYcczRQp9TnWseyJodx6ntiuZ19cJhkDZW2AW9i7jo9z7KFdtiwJNTY066msi0u&#10;zsDP5YPPh6f3bXhN3344xnZ+WrbGPI6H7QuoREP6F/99v1mpv5g9C4DgyAx6f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AXnL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1F16" w:rsidRDefault="00061F16" w:rsidP="00061F1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um8YA&#10;AADeAAAADwAAAGRycy9kb3ducmV2LnhtbERPTWvCQBC9F/oflhF6azaR1mp0lSoUehGq7aHexuyY&#10;BLOzcXer0V/vCgVv83ifM5l1phFHcr62rCBLUhDEhdU1lwp+vj+ehyB8QNbYWCYFZ/Iwmz4+TDDX&#10;9sQrOq5DKWII+xwVVCG0uZS+qMigT2xLHLmddQZDhK6U2uEphptG9tN0IA3WHBsqbGlRUbFf/xkF&#10;89Fwfvh64eVltd3Q5ne7f+27VKmnXvc+BhGoC3fxv/tTx/mD7C2D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Eum8YAAADeAAAADwAAAAAAAAAAAAAAAACYAgAAZHJz&#10;L2Rvd25yZXYueG1sUEsFBgAAAAAEAAQA9QAAAIsDAAAAAA==&#10;" fillcolor="black" stroked="f">
                  <v:textbox>
                    <w:txbxContent>
                      <w:p w:rsidR="00061F16" w:rsidRDefault="00061F16" w:rsidP="00061F1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W7RsQA&#10;AADeAAAADwAAAGRycy9kb3ducmV2LnhtbERPTWsCMRC9C/6HMIXeNKsFW1ajLIK09LRqS6/jZtws&#10;3UyWJI3bf98UCr3N433OZjfaXiTyoXOsYDEvQBA3TnfcKng7H2ZPIEJE1tg7JgXfFGC3nU42WGp3&#10;4yOlU2xFDuFQogIT41BKGRpDFsPcDcSZuzpvMWboW6k93nK47eWyKFbSYse5weBAe0PN5+nLKkiX&#10;fV09pI9kjq++ar2rn98vtVL3d2O1BhFpjP/iP/eLzvNXi8cl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1u0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1F16" w:rsidRDefault="00061F16" w:rsidP="00061F1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Va1MUA&#10;AADeAAAADwAAAGRycy9kb3ducmV2LnhtbERPTWvCQBC9F/wPyxS81U0qpG3qKkVUai/aVLDHITvN&#10;BrOzIbvG1F/fLRR6m8f7nNlisI3oqfO1YwXpJAFBXDpdc6Xg8LG+ewThA7LGxjEp+CYPi/noZoa5&#10;dhd+p74IlYgh7HNUYEJocyl9aciin7iWOHJfrrMYIuwqqTu8xHDbyPskyaTFmmODwZaWhspTcbYK&#10;fLpcHd/s9an/3BjeFVuT7Suj1Ph2eHkGEWgI/+I/96uO87P0YQq/78Qb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VrU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1F16" w:rsidRDefault="00061F16" w:rsidP="00061F1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061F16" w:rsidRPr="00694EED" w:rsidRDefault="00061F16" w:rsidP="00061F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61F16" w:rsidRPr="00694EED" w:rsidRDefault="00061F16" w:rsidP="00061F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061F16" w:rsidRPr="00694EED" w:rsidRDefault="00061F16" w:rsidP="00061F1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61F16" w:rsidRPr="00694EED" w:rsidRDefault="00061F16" w:rsidP="00061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61F16" w:rsidRPr="00694EED" w:rsidRDefault="00061F16" w:rsidP="00061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061F16" w:rsidRPr="00694EED" w:rsidRDefault="00061F16" w:rsidP="00061F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061F16" w:rsidRPr="00694EED" w:rsidRDefault="00061F16" w:rsidP="00061F1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Шарпіті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</w:t>
      </w: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Шарпіти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0,0619га,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61F16" w:rsidRPr="00694EED" w:rsidRDefault="00061F16" w:rsidP="00061F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778E1">
        <w:rPr>
          <w:rFonts w:ascii="Times New Roman" w:eastAsia="Calibri" w:hAnsi="Times New Roman" w:cs="Times New Roman"/>
          <w:sz w:val="24"/>
          <w:lang w:eastAsia="en-US"/>
        </w:rPr>
        <w:t>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778E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0,0619 га, кадастровий номер: 6823984000:03:013:0067,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061F16" w:rsidRPr="00694EED" w:rsidRDefault="00061F16" w:rsidP="00061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61F16" w:rsidRPr="00694EED" w:rsidRDefault="00061F16" w:rsidP="00061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61F16" w:rsidRPr="00694EED" w:rsidRDefault="00061F16" w:rsidP="00061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1F16" w:rsidRPr="00694EED" w:rsidRDefault="00061F16" w:rsidP="00061F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20D2E" w:rsidRDefault="00120D2E"/>
    <w:sectPr w:rsidR="00120D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16"/>
    <w:rsid w:val="00061F16"/>
    <w:rsid w:val="00120D2E"/>
    <w:rsid w:val="00C7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1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1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2021-06-22T10:27:00Z</dcterms:created>
  <dcterms:modified xsi:type="dcterms:W3CDTF">2021-06-22T13:25:00Z</dcterms:modified>
</cp:coreProperties>
</file>