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475" w:rsidRDefault="00C91475" w:rsidP="00C91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6D277C" wp14:editId="0290ADD2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881" name="Группа 158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8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475" w:rsidRDefault="00C91475" w:rsidP="00C914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81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3LO3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KosQA&#10;AADeAAAADwAAAGRycy9kb3ducmV2LnhtbERPS2vCQBC+C/6HZYTedNNI25BmFSltySFQtPU+ZCcP&#10;mp0N2W0S/71bELzNx/ecbD+bTow0uNaygsdNBIK4tLrlWsHP98c6AeE8ssbOMim4kIP9brnIMNV2&#10;4iONJ1+LEMIuRQWN930qpSsbMug2ticOXGUHgz7AoZZ6wCmEm07GUfQsDbYcGhrs6a2h8vf0ZxTY&#10;7WdenOv4uH3nF8+Hr6Q6z4VSD6v58ArC0+zv4ps712H+U5LE8P9OuEH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0iqL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ydmscA&#10;AADeAAAADwAAAGRycy9kb3ducmV2LnhtbERP30vDMBB+F/wfwgm+DJdO2VbrsiGD6ubDoFPw9WjO&#10;pq65lCRudX+9EQTf7uP7eYvVYDtxJB9axwom4wwEce10y42Ct9fyJgcRIrLGzjEp+KYAq+XlxQIL&#10;7U5c0XEfG5FCOBSowMTYF1KG2pDFMHY9ceI+nLcYE/SN1B5PKdx28jbLZtJiy6nBYE9rQ/Vh/2UV&#10;fJY7876en5/86L6i86h8ee62M6Wur4bHBxCRhvgv/nNvdJo/zfM7+H0n3S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8nZ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ah78UA&#10;AADeAAAADwAAAGRycy9kb3ducmV2LnhtbESP3YrCMBCF74V9hzDC3sia7qpLqUYRWUW8EX8eYGjG&#10;pthMShNt9+2NIHg3wzlzvjOzRWcrcafGl44VfA8TEMS50yUXCs6n9VcKwgdkjZVjUvBPHhbzj94M&#10;M+1aPtD9GAoRQ9hnqMCEUGdS+tyQRT90NXHULq6xGOLaFFI32MZwW8mfJPmVFkuOBIM1rQzl1+PN&#10;Rsh+hPvdpT2tNx22+LczPFgelPrsd8spiEBdeJtf11sd60/SdAzPd+IM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hqH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4RTsQA&#10;AADeAAAADwAAAGRycy9kb3ducmV2LnhtbERPTUvDQBC9C/0Pywje7MbS1BC7LaVWEMGDVRBvQ3aa&#10;BLOzy+7YxH/vCoK3ebzPWW8nN6gzxdR7NnAzL0ARN9723Bp4e324rkAlQbY4eCYD35Rgu5ldrLG2&#10;fuQXOh+lVTmEU40GOpFQa52ajhymuQ/EmTv56FAyjK22Eccc7ga9KIqVdthzbugw0L6j5vP45Qw8&#10;j4fwdLsqT+EjLhc63Vt534sxV5fT7g6U0CT/4j/3o83zy6o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OEU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iaA8UA&#10;AADeAAAADwAAAGRycy9kb3ducmV2LnhtbESP0YrCMBBF3wX/IYzgi6ypKyulaxSRVcQXqfoBQzM2&#10;xWZSmmjr35uFhX2b4d65585y3dtaPKn1lWMFs2kCgrhwuuJSwfWy+0hB+ICssXZMCl7kYb0aDpaY&#10;addxTs9zKEUMYZ+hAhNCk0npC0MW/dQ1xFG7udZiiGtbSt1iF8NtLT+TZCEtVhwJBhvaGiru54eN&#10;kNMcT8dbd9nte+zw52h4ssmVGo/6zTeIQH34N/9dH3Ss/5WmC/h9J84gV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Jo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AqosQA&#10;AADeAAAADwAAAGRycy9kb3ducmV2LnhtbERPTUsDMRC9C/0PYQrebNZi22VtWkqrIIIHqyDehs10&#10;d3EzCcnYXf+9EYTe5vE+Z70dXa/OFFPn2cDtrABFXHvbcWPg/e3xpgSVBNli75kM/FCC7WZytcbK&#10;+oFf6XyURuUQThUaaEVCpXWqW3KYZj4QZ+7ko0PJMDbaRhxyuOv1vCiW2mHHuaHFQPuW6q/jtzPw&#10;MjyE59VycQqf8W6u08HKx16MuZ6Ou3tQQqNcxP/uJ5vnL8pyB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QKq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jOccA&#10;AADeAAAADwAAAGRycy9kb3ducmV2LnhtbESPQUvDQBCF70L/wzKCF7EblZaQdltaYVFQEFuh1yE7&#10;TYLZ2bC7NvHfOwfB2wzvzXvfrLeT79WFYuoCG7ifF6CI6+A6bgx8Hu1dCSplZId9YDLwQwm2m9nV&#10;GisXRv6gyyE3SkI4VWigzXmotE51Sx7TPAzEop1D9JhljY12EUcJ971+KIql9tixNLQ40FNL9dfh&#10;2xvYv4/NY7yt91N4PT+fFtY6+2aNubmeditQmab8b/67fnGCvyh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Kozn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MXcIA&#10;AADeAAAADwAAAGRycy9kb3ducmV2LnhtbERP3WrCMBS+H/gO4Qi7m+lkjtoZRTYKIt5MfYBDc9Z0&#10;NiclibW+vREE787H93sWq8G2oicfGscK3icZCOLK6YZrBcdD+ZaDCBFZY+uYFFwpwGo5ellgod2F&#10;f6nfx1qkEA4FKjAxdoWUoTJkMUxcR5y4P+ctxgR9LbXHSwq3rZxm2ae02HBqMNjRt6HqtD9bBeV2&#10;uutPZ+1Ltx4+LM3Mf/5jlHodD+svEJGG+BQ/3Bud5s/yfA73d9IN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Nkxd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U54sgA&#10;AADeAAAADwAAAGRycy9kb3ducmV2LnhtbESPQUsDMRCF74L/IYzgRWxWpaVumxYrBAULxbbgddhM&#10;d5duJksSu+u/dw6CtxnmzXvvW65H36kLxdQGNvAwKUARV8G1XBs4Huz9HFTKyA67wGTghxKsV9dX&#10;SyxdGPiTLvtcKzHhVKKBJue+1DpVDXlMk9ATy+0Uoscsa6y1iziIue/0Y1HMtMeWJaHBnl4bqs77&#10;b29gsxvqp3hXbcbwcXr7mlrr7NYac3szvixAZRrzv/jv+91J/en8WQ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5Tni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nWhsIA&#10;AADeAAAADwAAAGRycy9kb3ducmV2LnhtbERP3WrCMBS+H/gO4QjezVTRUatRRCnI2M3cHuDQHJtq&#10;c1KSWOvbL4PB7s7H93s2u8G2oicfGscKZtMMBHHldMO1gu+v8jUHESKyxtYxKXhSgN129LLBQrsH&#10;f1J/jrVIIRwKVGBi7AopQ2XIYpi6jjhxF+ctxgR9LbXHRwq3rZxn2Zu02HBqMNjRwVB1O9+tgvJ9&#10;/tHf7tqXbj8sLC3NNT8apSbjYb8GEWmI/+I/90mn+ct8NYP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daG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XWGcIA&#10;AADeAAAADwAAAGRycy9kb3ducmV2LnhtbERPzWrCQBC+C32HZQredBM1YlM3UgoRPRr7AEN2mgSz&#10;s2l2m8S3dwsFb/Px/c7+MJlWDNS7xrKCeBmBIC6tbrhS8HXNFzsQziNrbC2Tgjs5OGQvsz2m2o58&#10;oaHwlQgh7FJUUHvfpVK6siaDbmk74sB9296gD7CvpO5xDOGmlaso2kqDDYeGGjv6rKm8Fb9GweY+&#10;Hn+K5Bbl2lB8Xndn9mWi1Px1+ngH4WnyT/G/+6TD/GT3toK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hdY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tlLcIA&#10;AADeAAAADwAAAGRycy9kb3ducmV2LnhtbERPy6rCMBDdX/AfwgjurqnKFa1GEUURV1of66EZ22Iz&#10;KU3U+vc3guBuDuc503ljSvGg2hWWFfS6EQji1OqCMwWn4/p3BMJ5ZI2lZVLwIgfzWetnirG2Tz7Q&#10;I/GZCCHsYlSQe1/FUro0J4OuayviwF1tbdAHWGdS1/gM4aaU/SgaSoMFh4YcK1rmlN6Su1FwH176&#10;J77u9D5ZvTbj1Xrh5DlTqtNuFhMQnhr/FX/cWx3m/43GA3i/E26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y2U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1NRMYA&#10;AADeAAAADwAAAGRycy9kb3ducmV2LnhtbERPS2vCQBC+F/oflil4q5v6CDG6ShUE9VDxdehtmh2T&#10;tNnZNLtq/PfdQqG3+fieM5m1phJXalxpWcFLNwJBnFldcq7geFg+JyCcR9ZYWSYFd3Iwmz4+TDDV&#10;9sY7uu59LkIIuxQVFN7XqZQuK8ig69qaOHBn2xj0ATa51A3eQripZC+KYmmw5NBQYE2LgrKv/cUo&#10;OG2TeLSdrwefm7cP7Bv9/a7LWKnOU/s6BuGp9f/iP/dKh/nDZDSA33fCDXL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1NR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h/S8UA&#10;AADeAAAADwAAAGRycy9kb3ducmV2LnhtbERPyWrDMBC9B/oPYgq9JXKz4bqWQxay0JObFnodrKlt&#10;ao2MpSZOvr4qBHKbx1snXfSmESfqXG1ZwfMoAkFcWF1zqeDzYzuMQTiPrLGxTAou5GCRPQxSTLQ9&#10;8zudjr4UIYRdggoq79tESldUZNCNbEscuG/bGfQBdqXUHZ5DuGnkOIrm0mDNoaHCltYVFT/HX6Pg&#10;Ov/C3O3Hq81Ee7pM4519y3dKPT32y1cQnnp/F9/cBx3mz+KXGfy/E26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+H9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OIksIA&#10;AADeAAAADwAAAGRycy9kb3ducmV2LnhtbERPzYrCMBC+C/sOYRa8aaqo1GqUZVHYm1p9gKEZ02Iz&#10;qU3Uuk9vhIW9zcf3O8t1Z2txp9ZXjhWMhgkI4sLpio2C03E7SEH4gKyxdkwKnuRhvfroLTHT7sEH&#10;uufBiBjCPkMFZQhNJqUvSrLoh64hjtzZtRZDhK2RusVHDLe1HCfJTFqsODaU2NB3ScUlv1kFVzee&#10;6i7f4O6yme8rYybX38NEqf5n97UAEagL/+I/94+O86fpfAbvd+IN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E4iS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L4sQA&#10;AADeAAAADwAAAGRycy9kb3ducmV2LnhtbERPyW7CMBC9V+o/WFOJW3FKBQkhBtFKSFyBHnoc7MkC&#10;8TiNXUj79RipUm/z9NYpVoNtxYV63zhW8DJOQBBrZxquFHwcNs8ZCB+QDbaOScEPeVgtHx8KzI27&#10;8o4u+1CJGMI+RwV1CF0updc1WfRj1xFHrnS9xRBhX0nT4zWG21ZOkmQmLTYcG2rs6L0mfd5/WwXb&#10;5kjTmS7nNnvTu8/fr/CanoxSo6dhvQARaAj/4j/31sT502yewv2deIN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jS+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0mR8QA&#10;AADeAAAADwAAAGRycy9kb3ducmV2LnhtbERPTWvCQBC9C/0PyxR6002FiqauUguFilaoSr0O2TEb&#10;mp0N2TXGf+8cCr3NvK95M1/2vlYdtbEKbOB5lIEiLoKtuDRwPHwMp6BiQrZYByYDN4qwXDwM5pjb&#10;cOVv6vapVBLCMUcDLqUm1zoWjjzGUWiIhTuH1mOStS21bfEq4b7W4yybaI8VywWHDb07Kn73F2+g&#10;w90tO7nV12xdbYvxbvWzsYKbp8f+7RVUoj79i//cn1bqv0xn0lfekRn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dJkf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xcRsMA&#10;AADeAAAADwAAAGRycy9kb3ducmV2LnhtbERPTUvDQBC9C/0PyxS82Y0BpY3dFhEqHjX20OM0O82m&#10;ZmfC7tpEf70rCN7m8T5nvZ18ry4UYids4HZRgCJuxHbcGti/726WoGJCttgLk4EvirDdzK7WWFkZ&#10;+Y0udWpVDuFYoQGX0lBpHRtHHuNCBuLMnSR4TBmGVtuAYw73vS6L4l577Dg3OBzoyVHzUX96A+Nz&#10;czyXp4N132GQXf0q57IXY67n0+MDqERT+hf/uV9snn+3XK3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xcR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V/1sgA&#10;AADeAAAADwAAAGRycy9kb3ducmV2LnhtbESPS08DMQyE75X4D5GRemuzVALabdOq9CEhBEJ93d2N&#10;2V1InNUmtMu/xwckbrY8nplvtui8UxdqYx3YwN0wA0VcBFtzaeB42A7GoGJCtugCk4EfirCY3/Rm&#10;mNtw5R1d9qlUYsIxRwNVSk2udSwq8hiHoSGW20doPSZZ21LbFq9i7p0eZdmD9lizJFTY0Kqi4mv/&#10;7Q1s39fuc/S2W550Wm0ez2788rR+NaZ/2y2noBJ16V/89/1spf79JBMAwZEZ9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NX/W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8H2cYA&#10;AADeAAAADwAAAGRycy9kb3ducmV2LnhtbERPTWvCQBC9F/wPywi9lLqJRYnRVUSQWKhg04LXMTsm&#10;wexsyG5j+u+7hUJv83ifs9oMphE9da62rCCeRCCIC6trLhV8fuyfExDOI2tsLJOCb3KwWY8eVphq&#10;e+d36nNfihDCLkUFlfdtKqUrKjLoJrYlDtzVdgZ9gF0pdYf3EG4aOY2iuTRYc2iosKVdRcUt/zIK&#10;+tPbpTz0rn29JU9u9nLJsqM+K/U4HrZLEJ4G/y/+cx90mD9bRDH8vhNu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8H2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1475" w:rsidRDefault="00C91475" w:rsidP="00C9147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Hns8UA&#10;AADeAAAADwAAAGRycy9kb3ducmV2LnhtbERPTWsCMRC9F/ofwhS81aSLFl2NUgtCLwW1HvQ2bsbd&#10;xc1km0Td9tc3gtDbPN7nTOedbcSFfKgda3jpKxDEhTM1lxq2X8vnEYgQkQ02jknDDwWYzx4fppgb&#10;d+U1XTaxFCmEQ44aqhjbXMpQVGQx9F1LnLij8xZjgr6UxuM1hdtGZkq9Sos1p4YKW3qvqDhtzlbD&#10;YjxafK8G/Pm7PuxpvzuchplXWveeurcJiEhd/Bff3R8mzR+OVQa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MeezxQAAAN4AAAAPAAAAAAAAAAAAAAAAAJgCAABkcnMv&#10;ZG93bnJldi54bWxQSwUGAAAAAAQABAD1AAAAigMAAAAA&#10;" fillcolor="black" stroked="f">
                  <v:textbox>
                    <w:txbxContent>
                      <w:p w:rsidR="00C91475" w:rsidRDefault="00C91475" w:rsidP="00C9147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5MKMYA&#10;AADeAAAADwAAAGRycy9kb3ducmV2LnhtbERPS2sCMRC+F/ofwhS81ayKoluj1NqCUHvwcfA43Yy7&#10;YTeTZRN19dcbodDbfHzPmc5bW4kzNd44VtDrJiCIM6cN5wr2u6/XMQgfkDVWjknBlTzMZ89PU0y1&#10;u/CGztuQixjCPkUFRQh1KqXPCrLou64mjtzRNRZDhE0udYOXGG4r2U+SkbRoODYUWNNHQVm5PVkF&#10;h++RGW8M9X/Xt8WnXg/Lxc+yVKrz0r6/gQjUhn/xn3ul4/zhJBnA4514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5MK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W5bsQA&#10;AADeAAAADwAAAGRycy9kb3ducmV2LnhtbERPTU8CMRC9m/gfmjHxJq1GDSwUQiQELh5ECdfJdtgu&#10;u52ubYGFX29NTLzNy/ucyax3rThRiLVnDY8DBYK49KbmSsPX5/JhCCImZIOtZ9JwoQiz6e3NBAvj&#10;z/xBp02qRA7hWKAGm1JXSBlLSw7jwHfEmdv74DBlGCppAp5zuGvlk1Kv0mHNucFiR2+WymZzdBrC&#10;fLdornzcNur6fomrQ/89RKv1/V0/H4NI1Kd/8Z97bfL8l5F6ht938g1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FuW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iqvsQA&#10;AADeAAAADwAAAGRycy9kb3ducmV2LnhtbERP22oCMRB9F/oPYQp9EU0UrLo1ihQKhUrBywdMN9Pd&#10;pclk2Ux17dc3hYJvczjXWW364NWZutREtjAZG1DEZXQNVxZOx5fRAlQSZIc+Mlm4UoLN+m6wwsLF&#10;C+/pfJBK5RBOBVqoRdpC61TWFDCNY0ucuc/YBZQMu0q7Di85PHg9NeZRB2w4N9TY0nNN5dfhO1jw&#10;0w+/fJunnVxPemd+guyH787ah/t++wRKqJeb+N/96vL82dLM4O+dfIN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4qr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p1k8QA&#10;AADeAAAADwAAAGRycy9kb3ducmV2LnhtbERPTWsCMRC9C/6HMEJvmq2g2K1R2oqwFw9uLV7HzXSz&#10;NJksm6hbf70pFLzN433Oct07Ky7UhcazgudJBoK48rrhWsHhcztegAgRWaP1TAp+KcB6NRwsMdf+&#10;ynu6lLEWKYRDjgpMjG0uZagMOQwT3xIn7tt3DmOCXS11h9cU7qycZtlcOmw4NRhs6cNQ9VOenYJN&#10;2drpoTDv4fi1O51scdvScaPU06h/ewURqY8P8b+70Gn+7CWbw9876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6dZ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NiPsMA&#10;AADeAAAADwAAAGRycy9kb3ducmV2LnhtbERPS2sCMRC+C/6HMEJvmlTw0a1RSlEQelLXg7chme5u&#10;u5ksm+hu/30jCN7m43vOatO7WtyoDZVnDa8TBYLYeFtxoSE/7cZLECEiW6w9k4Y/CrBZDwcrzKzv&#10;+EC3YyxECuGQoYYyxiaTMpiSHIaJb4gT9+1bhzHBtpC2xS6Fu1pOlZpLhxWnhhIb+izJ/B6vTsPP&#10;Tn55o9Cc83O3t4vLdk610vpl1H+8g4jUx6f44d7bNH/2phZwfyfd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NiP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QFK8cA&#10;AADeAAAADwAAAGRycy9kb3ducmV2LnhtbESPQWvCQBCF7wX/wzJCb3VTpUVTV7EFoVR6qBbxOGbH&#10;JCQ7G3ZXTf995yB4m+G9ee+b+bJ3rbpQiLVnA8+jDBRx4W3NpYHf3fppCiomZIutZzLwRxGWi8HD&#10;HHPrr/xDl20qlYRwzNFAlVKXax2LihzGke+IRTv54DDJGkptA14l3LV6nGWv2mHN0lBhRx8VFc32&#10;7Awczhs+fU++VuE97X2/i834OG2MeRz2qzdQifp0N9+uP63gv8wy4ZV3ZAa9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EBSv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91475" w:rsidRDefault="00C91475" w:rsidP="00C9147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1wsUA&#10;AADeAAAADwAAAGRycy9kb3ducmV2LnhtbERPTWsCMRC9F/ofwgjeaqJocVej1ILQS0FtD/U2bsbd&#10;xc1km0Td9tc3gtDbPN7nzJedbcSFfKgdaxgOFAjiwpmaSw2fH+unKYgQkQ02jknDDwVYLh4f5pgb&#10;d+UtXXaxFCmEQ44aqhjbXMpQVGQxDFxLnLij8xZjgr6UxuM1hdtGjpR6lhZrTg0VtvRaUXHana2G&#10;VTZdfW/G/P67Pexp/3U4TUZead3vdS8zEJG6+C++u99Mmj/JVA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XXCxQAAAN4AAAAPAAAAAAAAAAAAAAAAAJgCAABkcnMv&#10;ZG93bnJldi54bWxQSwUGAAAAAAQABAD1AAAAigMAAAAA&#10;" fillcolor="black" stroked="f">
                  <v:textbox>
                    <w:txbxContent>
                      <w:p w:rsidR="00C91475" w:rsidRDefault="00C91475" w:rsidP="00C9147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BBKMYA&#10;AADeAAAADwAAAGRycy9kb3ducmV2LnhtbESPQU/DMAyF70j8h8hI3Fg6EAjKsqmahECcug3E1WtM&#10;U9E4VRKy8u/xAYmbLT+/977VZvajKhTTENjAclGBIu6CHbg38HZ4uroHlTKyxTEwGfihBJv1+dkK&#10;axtOvKOyz70SE041GnA5T7XWqXPkMS3CRCy3zxA9Zlljr23Ek5j7UV9X1Z32OLAkOJxo66j72n97&#10;A+W4bZub8lHc7jU2fQzt8/uxNebyYm4eQWWa87/47/vFSv3bh6UACI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BBK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91475" w:rsidRDefault="00C91475" w:rsidP="00C9147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CgusUA&#10;AADeAAAADwAAAGRycy9kb3ducmV2LnhtbERPTWvCQBC9C/6HZYTedJNCpUZXEbGl7cUaBT0O2TEb&#10;zM6G7Dam/fVdodDbPN7nLFa9rUVHra8cK0gnCQjiwumKSwXHw8v4GYQPyBprx6TgmzyslsPBAjPt&#10;brynLg+liCHsM1RgQmgyKX1hyKKfuIY4chfXWgwRtqXULd5iuK3lY5JMpcWKY4PBhjaGimv+ZRX4&#10;dLM9fdifWXd+NbzL3830szRKPYz69RxEoD78i//cbzrOf5qlKdzfi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IKC6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91475" w:rsidRDefault="00C91475" w:rsidP="00C9147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91475" w:rsidRDefault="00C91475" w:rsidP="00C914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91475" w:rsidRDefault="00C91475" w:rsidP="00C9147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91475" w:rsidRDefault="00C91475" w:rsidP="00C914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91475" w:rsidRDefault="00C91475" w:rsidP="00C914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C91475" w:rsidRDefault="00C91475" w:rsidP="00C914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C91475" w:rsidRDefault="00C91475" w:rsidP="00C9147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C91475" w:rsidRDefault="00C91475" w:rsidP="00C914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C91475" w:rsidRDefault="00C91475" w:rsidP="00C914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C91475" w:rsidRDefault="00C91475" w:rsidP="00C914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91475" w:rsidRDefault="00C91475" w:rsidP="00C914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C91475" w:rsidRDefault="00C91475" w:rsidP="00C914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91475" w:rsidRDefault="00C91475" w:rsidP="00C9147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C91475" w:rsidRDefault="00C91475" w:rsidP="00C9147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C91475" w:rsidRDefault="00C91475" w:rsidP="00C9147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</w:t>
      </w:r>
      <w:r w:rsidRPr="006F7CB7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C91475" w:rsidRDefault="00C91475" w:rsidP="00C9147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91475" w:rsidRDefault="00C91475" w:rsidP="00C9147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91475" w:rsidRDefault="00C91475" w:rsidP="00C914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C91475" w:rsidRDefault="00C91475" w:rsidP="00C914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C91475" w:rsidRDefault="00C91475" w:rsidP="00C9147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C91475" w:rsidRPr="005C5A92" w:rsidRDefault="00C91475" w:rsidP="00C9147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Шевчук А.О.</w:t>
      </w:r>
    </w:p>
    <w:p w:rsidR="00C91475" w:rsidRDefault="00C91475" w:rsidP="00C914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1475" w:rsidRDefault="00C91475" w:rsidP="00C914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1475" w:rsidRDefault="00C91475" w:rsidP="00C914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Шевчук А.О.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C91475" w:rsidRDefault="00C91475" w:rsidP="00C914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C91475" w:rsidRDefault="00C91475" w:rsidP="00C914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1475" w:rsidRPr="003A677E" w:rsidRDefault="00C91475" w:rsidP="00C914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Шевчук Анастасії Олександрівні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2.0000 га, яка розташована Хмельницька область, Шепетівський район,  за межами села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.</w:t>
      </w:r>
    </w:p>
    <w:p w:rsidR="00C91475" w:rsidRPr="00D95589" w:rsidRDefault="00C91475" w:rsidP="00C914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Шевчук Анастасії Олександрівні,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F74D2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1F74D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6823984000:03:012:0215,  для ведення особистого селянського господарства, яка розташована Хмельницька область,  Шепетівський район, за межами села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.</w:t>
      </w:r>
    </w:p>
    <w:p w:rsidR="00C91475" w:rsidRDefault="00C91475" w:rsidP="00C914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3.Шевчук А.О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C91475" w:rsidRDefault="00C91475" w:rsidP="00C914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91475" w:rsidRPr="00C91475" w:rsidRDefault="00C91475" w:rsidP="00C914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9580F" w:rsidRPr="00C91475" w:rsidRDefault="00C91475" w:rsidP="00C9147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F9580F" w:rsidRPr="00C9147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475"/>
    <w:rsid w:val="001F74D2"/>
    <w:rsid w:val="00C91475"/>
    <w:rsid w:val="00F9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47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47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265</Words>
  <Characters>1512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2021-07-19T06:23:00Z</dcterms:created>
  <dcterms:modified xsi:type="dcterms:W3CDTF">2021-07-19T06:41:00Z</dcterms:modified>
</cp:coreProperties>
</file>