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6B15" w:rsidRDefault="00176B15" w:rsidP="00176B1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6B15" w:rsidRDefault="00176B15" w:rsidP="00176B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6B15" w:rsidRDefault="00176B15" w:rsidP="00176B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6B15" w:rsidRDefault="00176B15" w:rsidP="00176B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6B15" w:rsidRDefault="00176B15" w:rsidP="00176B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6B15" w:rsidRDefault="00176B15" w:rsidP="00176B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6B15" w:rsidRDefault="00176B15" w:rsidP="00176B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76B15" w:rsidRDefault="00176B15" w:rsidP="00176B1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76B15" w:rsidRDefault="00176B15" w:rsidP="00176B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76B15" w:rsidRDefault="00176B15" w:rsidP="00176B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76B15" w:rsidRDefault="00176B15" w:rsidP="00176B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6B15" w:rsidRDefault="00176B15" w:rsidP="00176B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76B15" w:rsidRDefault="00176B15" w:rsidP="00176B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6B15" w:rsidRDefault="00176B15" w:rsidP="00176B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76B15" w:rsidRDefault="00176B15" w:rsidP="00176B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6B15" w:rsidRDefault="00176B15" w:rsidP="00176B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№12</w:t>
      </w:r>
    </w:p>
    <w:p w:rsidR="00176B15" w:rsidRDefault="00176B15" w:rsidP="00176B15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76B15" w:rsidRDefault="00176B15" w:rsidP="00176B1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Юркевич С.І.</w:t>
      </w: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Юркевич С.І., сільська рада </w:t>
      </w:r>
    </w:p>
    <w:p w:rsidR="00176B15" w:rsidRPr="00B26F6B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 Юркевич Світлані Іванівні,  яка  зареєстрована  за адресою: </w:t>
      </w:r>
      <w:r w:rsidR="00A65991" w:rsidRPr="00A65991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площею 0,12 га,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індивідуального садівництва, </w:t>
      </w:r>
      <w:r>
        <w:rPr>
          <w:rFonts w:ascii="Times New Roman" w:eastAsia="Calibri" w:hAnsi="Times New Roman" w:cs="Times New Roman"/>
          <w:sz w:val="24"/>
        </w:rPr>
        <w:t xml:space="preserve">за рахунок земель комунальної власності, (кадастровий номер </w:t>
      </w:r>
      <w:r>
        <w:rPr>
          <w:rFonts w:ascii="Times New Roman" w:eastAsia="Calibri" w:hAnsi="Times New Roman" w:cs="Times New Roman"/>
          <w:sz w:val="24"/>
          <w:szCs w:val="24"/>
        </w:rPr>
        <w:t>6823984000:03:013:0066</w:t>
      </w:r>
      <w:r>
        <w:rPr>
          <w:rFonts w:ascii="Times New Roman" w:eastAsia="Calibri" w:hAnsi="Times New Roman" w:cs="Times New Roman"/>
          <w:sz w:val="24"/>
        </w:rPr>
        <w:t xml:space="preserve">), яка розташована на території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ради, за межами населеного пункту  с. Крупець.</w:t>
      </w: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Юркевич С.І.,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176B15" w:rsidRDefault="00176B15" w:rsidP="00176B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76B15" w:rsidRDefault="00176B15" w:rsidP="00176B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76B15" w:rsidRDefault="00176B15" w:rsidP="00176B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76B15" w:rsidRDefault="00176B15" w:rsidP="00176B1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5D483D" w:rsidRDefault="005D483D"/>
    <w:sectPr w:rsidR="005D483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B15"/>
    <w:rsid w:val="00171A2E"/>
    <w:rsid w:val="00176B15"/>
    <w:rsid w:val="00304C90"/>
    <w:rsid w:val="00505B6D"/>
    <w:rsid w:val="005D483D"/>
    <w:rsid w:val="006D3977"/>
    <w:rsid w:val="007D6C18"/>
    <w:rsid w:val="00A6599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176B1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176B1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76B1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176B1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176B1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76B1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1069</Words>
  <Characters>610</Characters>
  <Application>Microsoft Office Word</Application>
  <DocSecurity>0</DocSecurity>
  <Lines>5</Lines>
  <Paragraphs>3</Paragraphs>
  <ScaleCrop>false</ScaleCrop>
  <Company>Microsoft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2021-03-30T12:46:00Z</dcterms:created>
  <dcterms:modified xsi:type="dcterms:W3CDTF">2021-03-31T05:58:00Z</dcterms:modified>
</cp:coreProperties>
</file>