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45D" w:rsidRPr="003B50D1" w:rsidRDefault="0043145D" w:rsidP="00431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  <w:r w:rsidRPr="003B50D1">
        <w:rPr>
          <w:rFonts w:ascii="Times New Roman" w:eastAsia="SimSun" w:hAnsi="Times New Roman" w:cs="Times New Roman"/>
          <w:color w:val="FF0000"/>
          <w:sz w:val="24"/>
          <w:szCs w:val="24"/>
          <w:lang w:eastAsia="zh-CN"/>
        </w:rPr>
        <w:t>ПРОЕКТ</w:t>
      </w:r>
    </w:p>
    <w:p w:rsidR="0043145D" w:rsidRPr="003B50D1" w:rsidRDefault="0043145D" w:rsidP="00431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right"/>
        <w:rPr>
          <w:rFonts w:ascii="Times New Roman" w:eastAsia="SimSun" w:hAnsi="Times New Roman" w:cs="Times New Roman"/>
          <w:color w:val="FF0000"/>
          <w:sz w:val="24"/>
          <w:szCs w:val="24"/>
          <w:lang w:val="ru-RU" w:eastAsia="zh-CN"/>
        </w:rPr>
      </w:pPr>
    </w:p>
    <w:p w:rsidR="0043145D" w:rsidRPr="003B50D1" w:rsidRDefault="0043145D" w:rsidP="00431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  <w:r w:rsidRPr="003B50D1">
        <w:rPr>
          <w:rFonts w:ascii="Calibri" w:eastAsia="Times New Roman" w:hAnsi="Calibri" w:cs="Times New Roman"/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443D181" wp14:editId="28C90094">
                <wp:simplePos x="0" y="0"/>
                <wp:positionH relativeFrom="margin">
                  <wp:posOffset>2893695</wp:posOffset>
                </wp:positionH>
                <wp:positionV relativeFrom="paragraph">
                  <wp:posOffset>0</wp:posOffset>
                </wp:positionV>
                <wp:extent cx="431800" cy="612140"/>
                <wp:effectExtent l="0" t="0" r="6350" b="0"/>
                <wp:wrapNone/>
                <wp:docPr id="22765" name="Группа 227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22766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7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8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69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0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1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2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3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4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5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6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7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8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79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0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1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2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3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4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5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6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7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8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89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0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1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2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3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4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95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3145D" w:rsidRDefault="0043145D" w:rsidP="0043145D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2765" o:spid="_x0000_s1026" style="position:absolute;margin-left:227.85pt;margin-top:0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w3v8MA&#10;AADeAAAADwAAAGRycy9kb3ducmV2LnhtbESPQYvCMBSE7wv+h/AEb2tqhSrVKCIqHgSx6v3RPNti&#10;81KaqN1/vxEEj8PMfMPMl52pxZNaV1lWMBpGIIhzqysuFFzO298pCOeRNdaWScEfOVguej9zTLV9&#10;8YmemS9EgLBLUUHpfZNK6fKSDLqhbYiDd7OtQR9kW0jd4ivATS3jKEqkwYrDQokNrUvK79nDKLDj&#10;3f5wLeLTeMMTz6vj9HbtDkoN+t1qBsJT57/hT3uvFcTxJEngfSdcAb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sw3v8MAAADe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Qgh8kA&#10;AADeAAAADwAAAGRycy9kb3ducmV2LnhtbESPT0vDQBTE74LfYXmCl2I35pDU2G2RQtR6EPoHen1k&#10;n9lo9m3YXdvYT+8WBI/DzPyGmS9H24sj+dA5VnA/zUAQN0533CrY7+q7GYgQkTX2jknBDwVYLq6v&#10;5lhpd+INHbexFQnCoUIFJsahkjI0hiyGqRuIk/fhvMWYpG+l9nhKcNvLPMsKabHjtGBwoJWh5mv7&#10;bRV81u/msCrPz37ysKHzpH576deFUrc349MjiEhj/A//tV+1gjwvixIud9IV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00Qgh8kAAADe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gQ9MIA&#10;AADeAAAADwAAAGRycy9kb3ducmV2LnhtbERPzWrCQBC+F/oOyxR6KXXTCLZEV5GiIl5E7QMM2TEb&#10;zM6G7GrSt3cOgseP73+2GHyjbtTFOrCBr1EGirgMtubKwN9p/fkDKiZki01gMvBPERbz15cZFjb0&#10;fKDbMVVKQjgWaMCl1BZax9KRxzgKLbFw59B5TAK7StsOewn3jc6zbKI91iwNDlv6dVRejlcvJfsx&#10;7nfn/rTeDNjjauf4Y3kw5v1tWE5BJRrSU/xwb62BPP+eyF65I1dAz+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8yBD0wgAAAN4AAAAPAAAAAAAAAAAAAAAAAJgCAABkcnMvZG93&#10;bnJldi54bWxQSwUGAAAAAAQABAD1AAAAhwMAAAAA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gCgVcYA&#10;AADeAAAADwAAAGRycy9kb3ducmV2LnhtbESPQUvDQBSE70L/w/IEb3Zj0FRjt6VUhSJ4sAri7ZF9&#10;TYLZt8vus4n/visIHoeZ+YZZric3qCPF1Hs2cDUvQBE33vbcGnh/e7q8BZUE2eLgmQz8UIL1ana2&#10;xNr6kV/puJdWZQinGg10IqHWOjUdOUxzH4izd/DRoWQZW20jjhnuBl0WRaUd9pwXOgy07aj52n87&#10;Ay/jY3heVDeH8BmvS50erHxsxZiL82lzD0pokv/wX3tnDZTlorqD3zv5CujVC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gCgVcYAAADe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eKL8QA&#10;AADeAAAADwAAAGRycy9kb3ducmV2LnhtbESP22rCQBCG7wt9h2WE3pS6MYJK6ipSaineiIcHGLJj&#10;NpidDdnVpG/fuRC8/PlPfMv14Bt1py7WgQ1Mxhko4jLYmisD59P2YwEqJmSLTWAy8EcR1qvXlyUW&#10;NvR8oPsxVUpGOBZowKXUFlrH0pHHOA4tsXiX0HlMIrtK2w57GfeNzrNspj3WLA8OW/pyVF6PNy8n&#10;+ynud5f+tP0ZsMfvneP3zcGYt9Gw+QSVaEjP8KP9aw3k+XwuAIIjKK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dnii/EAAAA3g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86jsYA&#10;AADeAAAADwAAAGRycy9kb3ducmV2LnhtbESPQUvDQBSE70L/w/IEb3bTUBuJ3ZZSK4jgwSqIt0f2&#10;NQlm3y67zyb+e1cQPA4z8w2z3k5uUGeKqfdsYDEvQBE33vbcGnh7fbi+BZUE2eLgmQx8U4LtZnax&#10;xtr6kV/ofJRWZQinGg10IqHWOjUdOUxzH4izd/LRoWQZW20jjhnuBl0WxUo77DkvdBho31Hzefxy&#10;Bp7HQ3iqVjen8BGXpU73Vt73YszV5bS7AyU0yX/4r/1oDZRlVS3g906+Anrz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86jsYAAADeAAAADwAAAAAAAAAAAAAAAACYAgAAZHJz&#10;L2Rvd25yZXYueG1sUEsFBgAAAAAEAAQA9QAAAIs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Hi5EMcA&#10;AADeAAAADwAAAGRycy9kb3ducmV2LnhtbESPUWvCMBSF3wf+h3AFX2Sm65iOahQdhA02GLqBr5fm&#10;2habm5JE2/37ZSDs8XDO+Q5ntRlsK67kQ+NYwcMsA0FcOtNwpeD7S98/gwgR2WDrmBT8UIDNenS3&#10;wsK4nvd0PcRKJAiHAhXUMXaFlKGsyWKYuY44eSfnLcYkfSWNxz7BbSvzLJtLiw2nhRo7eqmpPB8u&#10;VsHus68e/bTcDe799Hp80troD63UZDxslyAiDfE/fGu/GQV5vljk8HcnXQ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h4uRDHAAAA3gAAAA8AAAAAAAAAAAAAAAAAmAIAAGRy&#10;cy9kb3ducmV2LnhtbFBLBQYAAAAABAAEAPUAAACM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RWdMYA&#10;AADeAAAADwAAAGRycy9kb3ducmV2LnhtbESP3WoCMRSE7wu+QzhC72rWbauyGkWUhVJ6488DHDbH&#10;zermZEniun37plDo5TAz3zCrzWBb0ZMPjWMF00kGgrhyuuFawflUvixAhIissXVMCr4pwGY9elph&#10;od2DD9QfYy0ShEOBCkyMXSFlqAxZDBPXESfv4rzFmKSvpfb4SHDbyjzLZtJiw2nBYEc7Q9XteLcK&#10;ys/8q7/dtS/ddniz9G6ui71R6nk8bJcgIg3xP/zX/tAK8nw+f4XfO+kK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wRWdMYAAADe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2E/8gA&#10;AADeAAAADwAAAGRycy9kb3ducmV2LnhtbESPUUvDMBSF3wX/Q7jCXmRL7XQbddlwg6AwQdwGe700&#10;d22xuSlJttZ/bwTBx8M55zuc5XqwrbiSD41jBQ+TDARx6UzDlYLjQY8XIEJENtg6JgXfFGC9ur1Z&#10;YmFcz5903cdKJAiHAhXUMXaFlKGsyWKYuI44eWfnLcYkfSWNxz7BbSvzLJtJiw2nhRo72tZUfu0v&#10;VsHmo6+m/r7cDG53fj09aW30u1ZqdDe8PIOINMT/8F/7zSjI8/n8EX7vpCsgVz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3YT/yAAAAN4AAAAPAAAAAAAAAAAAAAAAAJgCAABk&#10;cnMvZG93bnJldi54bWxQSwUGAAAAAAQABAD1AAAAjQ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6Frm8UA&#10;AADeAAAADwAAAGRycy9kb3ducmV2LnhtbESPUWvCMBSF3wf+h3AF32Zq0SnVKKIUZOxlbj/g0lyb&#10;anNTkljrv18Ggz0ezjnf4Wx2g21FTz40jhXMphkI4srphmsF31/l6wpEiMgaW8ek4EkBdtvRywYL&#10;7R78Sf051iJBOBSowMTYFVKGypDFMHUdcfIuzluMSfpaao+PBLetzLPsTVpsOC0Y7OhgqLqd71ZB&#10;+Z5/9Le79qXbD3NLC3NdHY1Sk/GwX4OINMT/8F/7pBXk+XK5gN876QrI7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oWubxQAAAN4AAAAPAAAAAAAAAAAAAAAAAJgCAABkcnMv&#10;ZG93bnJldi54bWxQSwUGAAAAAAQABAD1AAAAigMAAAAA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1rBMQA&#10;AADeAAAADwAAAGRycy9kb3ducmV2LnhtbESP3YrCMBSE74V9h3AW9k5Tu/4staksgqKX1n2AQ3Ns&#10;i81Jt4m2vr0RBC+HmfmGSdeDacSNOldbVjCdRCCIC6trLhX8nbbjHxDOI2tsLJOCOzlYZx+jFBNt&#10;ez7SLfelCBB2CSqovG8TKV1RkUE3sS1x8M62M+iD7EqpO+wD3DQyjqKFNFhzWKiwpU1FxSW/GgWz&#10;e7/7z+eXaKsNTQ/f7YF9MVfq63P4XYHwNPh3+NXeawVxvFwu4HknXAGZP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m9awTEAAAA3gAAAA8AAAAAAAAAAAAAAAAAmAIAAGRycy9k&#10;b3ducmV2LnhtbFBLBQYAAAAABAAEAPUAAACJAwAAAAA=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PPYMMUA&#10;AADeAAAADwAAAGRycy9kb3ducmV2LnhtbESPQYvCMBSE78L+h/AWvGlqD1a7RpEVF9mT1rrnR/Ns&#10;i81LaaLWf78RBI/DzHzDLFa9acSNOldbVjAZRyCIC6trLhXkx+1oBsJ5ZI2NZVLwIAer5cdggam2&#10;dz7QLfOlCBB2KSqovG9TKV1RkUE3ti1x8M62M+iD7EqpO7wHuGlkHEVTabDmsFBhS98VFZfsahRc&#10;p39xzudfvc82j5/5Zrt28lQqNfzs118gPPX+HX61d1pBHCdJAs874QrI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o89gwxQAAAN4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P8X8YA&#10;AADeAAAADwAAAGRycy9kb3ducmV2LnhtbERPu27CMBTdkfgH6yJ1A4dQJZBiUItUqe0A4tGh2218&#10;SQLxdRq7kP59PSAxHp33fNmZWlyodZVlBeNRBII4t7riQsFh/zqcgnAeWWNtmRT8kYPlot+bY6bt&#10;lbd02flChBB2GSoovW8yKV1ekkE3sg1x4I62NegDbAupW7yGcFPLOIoSabDi0FBiQ6uS8vPu1yj4&#10;3EyT2ebl/fH0sf7GidE/X7pKlHoYdM9PIDx1/i6+ud+0gjhO07A33AlXQC7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gP8X8YAAADeAAAADwAAAAAAAAAAAAAAAACYAgAAZHJz&#10;L2Rvd25yZXYueG1sUEsFBgAAAAAEAAQA9QAAAIsDAAAAAA=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bOUMcA&#10;AADeAAAADwAAAGRycy9kb3ducmV2LnhtbESPQWvCQBSE70L/w/IK3nTTVNSmWUVbqtJTmhZ6fWRf&#10;k9Ds25BdNfrrXUHwOMzMN0y67E0jDtS52rKCp3EEgriwuuZSwc/3x2gOwnlkjY1lUnAiB8vFwyDF&#10;RNsjf9Eh96UIEHYJKqi8bxMpXVGRQTe2LXHw/mxn0AfZlVJ3eAxw08g4iqbSYM1hocKW3ioq/vO9&#10;UXCe/mLmtvH6/Vl7Ok3mG/uZbZQaPvarVxCeen8P39o7rSCOZ7MXuN4JV0AuL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2zlDHAAAA3g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B+RMMA&#10;AADeAAAADwAAAGRycy9kb3ducmV2LnhtbESPzYrCMBSF9wO+Q7iCuzG16KjVKDIouJux+gCX5poW&#10;m5vaZLT69JOF4PJw/viW687W4katrxwrGA0TEMSF0xUbBafj7nMGwgdkjbVjUvAgD+tV72OJmXZ3&#10;PtAtD0bEEfYZKihDaDIpfVGSRT90DXH0zq61GKJsjdQt3uO4rWWaJF/SYsXxocSGvksqLvmfVXB1&#10;6UR3+RZ/Ltv5b2XM+Po8jJUa9LvNAkSgLrzDr/ZeK0jT6SwCRJyIAnL1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2B+RMMAAADeAAAADwAAAAAAAAAAAAAAAACYAgAAZHJzL2Rv&#10;d25yZXYueG1sUEsFBgAAAAAEAAQA9QAAAIg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pC9NMYA&#10;AADeAAAADwAAAGRycy9kb3ducmV2LnhtbESPzW7CMBCE75V4B2uRuIFDUCENGNRWqsSVnwPHrb0k&#10;gXgdYhfSPj1GQupxNDPfaBarztbiSq2vHCsYjxIQxNqZigsF+93XMAPhA7LB2jEp+CUPq2XvZYG5&#10;cTfe0HUbChEh7HNUUIbQ5FJ6XZJFP3INcfSOrrUYomwLaVq8RbitZZokU2mx4rhQYkOfJenz9scq&#10;WFff9DrVxzebfejN4e8SJrOTUWrQ797nIAJ14T/8bK+NgjSdZWN43IlXQC7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pC9NMYAAADe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WPalMMA&#10;AADeAAAADwAAAGRycy9kb3ducmV2LnhtbERPXWvCMBR9H/gfwhV8m+nysGk1yhwMJm7CVPT10lyb&#10;YnNTmljrv18Ggz2eb8582btadNSGyrOGp3EGgrjwpuJSw2H//jgBESKywdozabhTgOVi8DDH3Pgb&#10;f1O3i6VIJRxy1GBjbHIpQ2HJYRj7hjhpZ986jAm2pTQt3lK5q6XKsmfpsOK0YLGhN0vFZXd1Gjrc&#10;3rOTXX1N19Vnobar48YkXo+G/esMRKQ+/pv/0h9Gg1IvEwW/d9IVkI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WPalMMAAADeAAAADwAAAAAAAAAAAAAAAACYAgAAZHJzL2Rv&#10;d25yZXYueG1sUEsFBgAAAAAEAAQA9QAAAIgDAAAAAA==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KglcUA&#10;AADeAAAADwAAAGRycy9kb3ducmV2LnhtbESPQUsDMRSE74L/ITzBm80aQcvatBSh4lFXDx6fm9fN&#10;tpv3liR2V3+9EQSPw8x8w6w2cxjUiWLqhS1cLypQxK24njsLb6+7qyWolJEdDsJk4YsSbNbnZyus&#10;nUz8Qqcmd6pAONVowec81lqn1lPAtJCRuHh7iQFzkbHTLuJU4GHQpqpudcCey4LHkR48tcfmM1iY&#10;HtuPg9m/O/8dR9k1z3Iwg1h7eTFv70FlmvN/+K/95CwYc7e8gd875Qro9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IqCVxQAAAN4AAAAPAAAAAAAAAAAAAAAAAJgCAABkcnMv&#10;ZG93bnJldi54bWxQSwUGAAAAAAQABAD1AAAAig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DMo9sgA&#10;AADeAAAADwAAAGRycy9kb3ducmV2LnhtbESP3WrCQBSE7wu+w3IE7+qmQWqIrmK1gpSK+NP70+xp&#10;Et09G7Krpm/fLRR6OczMN8x03lkjbtT62rGCp2ECgrhwuuZSwem4fsxA+ICs0TgmBd/kYT7rPUwx&#10;1+7Oe7odQikihH2OCqoQmlxKX1Rk0Q9dQxy9L9daDFG2pdQt3iPcGpkmybO0WHNcqLChZUXF5XC1&#10;Cta7lTmn2/3iQ4bl6/jTZG8vq3elBv1uMQERqAv/4b/2RitI03E2gt878QrI2Q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YMyj2yAAAAN4AAAAPAAAAAAAAAAAAAAAAAJgCAABk&#10;cnMvZG93bnJldi54bWxQSwUGAAAAAAQABAD1AAAAjQMAAAAA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IlQ+ccA&#10;AADeAAAADwAAAGRycy9kb3ducmV2LnhtbESPQWvCQBSE74L/YXmCF6mbRmxD6ipFEBUUWlvo9Zl9&#10;TYLZtyG7xvjvXUHwOMzMN8xs0ZlKtNS40rKC13EEgjizuuRcwe/P6iUB4TyyxsoyKbiSg8W835th&#10;qu2Fv6k9+FwECLsUFRTe16mULivIoBvbmjh4/7Yx6INscqkbvAS4qWQcRW/SYMlhocCalgVlp8PZ&#10;KGi/dsd807p6e0pGbjo5rtd7/afUcNB9foDw1Pln+NHeaAVx/J5M4X4nXAE5v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SJUPnHAAAA3g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3145D" w:rsidRDefault="0043145D" w:rsidP="0043145D"/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ewk8gA&#10;AADeAAAADwAAAGRycy9kb3ducmV2LnhtbESPQWvCQBSE70L/w/KE3nRjaG2aukotCL0Ianuot2f2&#10;NQlm36a7q0Z/vSsIPQ4z8w0zmXWmEUdyvrasYDRMQBAXVtdcKvj+WgwyED4ga2wsk4IzeZhNH3oT&#10;zLU98ZqOm1CKCGGfo4IqhDaX0hcVGfRD2xJH79c6gyFKV0rt8BThppFpkoylwZrjQoUtfVRU7DcH&#10;o2D+ms3/Vk+8vKx3W9r+7PbPqUuUeux3728gAnXhP3xvf2oFafqSjeF2J14BOb0C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hN7CTyAAAAN4AAAAPAAAAAAAAAAAAAAAAAJgCAABk&#10;cnMvZG93bnJldi54bWxQSwUGAAAAAAQABAD1AAAAjQMAAAAA&#10;" fillcolor="black" stroked="f">
                  <v:textbox>
                    <w:txbxContent>
                      <w:p w:rsidR="0043145D" w:rsidRDefault="0043145D" w:rsidP="0043145D"/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7gbCMgA&#10;AADeAAAADwAAAGRycy9kb3ducmV2LnhtbESPQWvCQBSE74X+h+UVeqsbA2qIrqKtgqA9aHvw+Mw+&#10;kyXZtyG71bS/visUehxm5htmtuhtI67UeeNYwXCQgCAunDZcKvj82LxkIHxA1tg4JgXf5GExf3yY&#10;Ya7djQ90PYZSRAj7HBVUIbS5lL6oyKIfuJY4ehfXWQxRdqXUHd4i3DYyTZKxtGg4LlTY0mtFRX38&#10;sgpOu7HJDobS8/5ntdb7Ub16f6uVen7ql1MQgfrwH/5rb7WCNJ1kE7jfiVdAzn8B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nuBsIyAAAAN4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XiSMMA&#10;AADeAAAADwAAAGRycy9kb3ducmV2LnhtbERPPW/CMBDdK/U/WFepW3HIUKIUgxAI0aUDFNT1FB9x&#10;SHwOtoHAr6+HSh2f3vd0PthOXMmHxrGC8SgDQVw53XCtYP+9fitAhIissXNMCu4UYD57fppiqd2N&#10;t3TdxVqkEA4lKjAx9qWUoTJkMYxcT5y4o/MWY4K+ltrjLYXbTuZZ9i4tNpwaDPa0NFS1u4tV4Bc/&#10;q/bBl0ObPb7uYXMazgUapV5fhsUHiEhD/Bf/uT+1gjyfFGlvupOugJz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HXiSMMAAADeAAAADwAAAAAAAAAAAAAAAACYAgAAZHJzL2Rv&#10;d25yZXYueG1sUEsFBgAAAAAEAAQA9QAAAIg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jxmMYA&#10;AADeAAAADwAAAGRycy9kb3ducmV2LnhtbESPUWvCQBCE3wv9D8cWfCn1Yh6qRk8pgiBUCkZ/wDa3&#10;JqF3eyG3auyv7xUKfRxm5htmuR68U1fqYxvYwGScgSKugm25NnA6bl9moKIgW3SBycCdIqxXjw9L&#10;LGy48YGupdQqQTgWaKAR6QqtY9WQxzgOHXHyzqH3KEn2tbY93hLcO51n2av22HJaaLCjTUPVV3nx&#10;Blz+6ebv07iX+0nvs28vh+cPa8zoaXhbgBIa5D/8195ZA3k+nc3h9066Anr1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EjxmMYAAADe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3uPgsUA&#10;AADeAAAADwAAAGRycy9kb3ducmV2LnhtbESPu27CMBSG90q8g3WQ2IpDhrakGMRFSFkYGqhYD/Fp&#10;HNU+jmIXAk9fD5U6/vpv+harwVlxpT60nhXMphkI4trrlhsFp+P++Q1EiMgarWdScKcAq+XoaYGF&#10;9jf+oGsVG5FGOBSowMTYFVKG2pDDMPUdcfK+fO8wJtk3Uvd4S+POyjzLXqTDltODwY62hurv6scp&#10;2FWdzU+l2YTz5+FyseVjT+edUpPxsH4HEWmI/+G/dqkV5PnrPAEknIQCcvk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ve4+CxQAAAN4AAAAPAAAAAAAAAAAAAAAAAJgCAABkcnMv&#10;ZG93bnJldi54bWxQSwUGAAAAAAQABAD1AAAAigMAAAAA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KYL8UA&#10;AADeAAAADwAAAGRycy9kb3ducmV2LnhtbESPQWsCMRSE7wX/Q3iCt5q4B21Xo4hUEDzV6qG3R/Lc&#10;Xd28LJvUXf+9KQgeh5n5hlmseleLG7Wh8qxhMlYgiI23FRcajj/b9w8QISJbrD2ThjsFWC0HbwvM&#10;re/4m26HWIgE4ZCjhjLGJpcymJIchrFviJN39q3DmGRbSNtil+CulplSU+mw4rRQYkObksz18Oc0&#10;XLZy741Cczqeup2d/X5NqVZaj4b9eg4iUh9f4Wd7ZzVk2exzAv930hWQy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MpgvxQAAAN4AAAAPAAAAAAAAAAAAAAAAAJgCAABkcnMv&#10;ZG93bnJldi54bWxQSwUGAAAAAAQABAD1AAAAig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j1P8cA&#10;AADeAAAADwAAAGRycy9kb3ducmV2LnhtbESPQWsCMRSE74L/ITyhN82aQrVbo2ihIJYe1FJ6fN08&#10;d5fdvCxJ1O2/bwqCx2FmvmEWq9624kI+1I41TCcZCOLCmZpLDZ/Ht/EcRIjIBlvHpOGXAqyWw8EC&#10;c+OuvKfLIZYiQTjkqKGKsculDEVFFsPEdcTJOzlvMSbpS2k8XhPctlJl2ZO0WHNaqLCj14qK5nC2&#10;Gr7P73z6eNyt/SZ+uf4YGvUzb7R+GPXrFxCR+ngP39pbo0Gp2bOC/zvpCsjlH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QI9T/HAAAA3gAAAA8AAAAAAAAAAAAAAAAAmAIAAGRy&#10;cy9kb3ducmV2LnhtbFBLBQYAAAAABAAEAPUAAACMAwAAAAA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3145D" w:rsidRDefault="0043145D" w:rsidP="0043145D"/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mF1skA&#10;AADeAAAADwAAAGRycy9kb3ducmV2LnhtbESPS2/CMBCE75X4D9YicSsO6QMIGARIlbhUKo8D3JZ4&#10;SSLidWq7EPrr60qVehzNzDea6bw1tbiS85VlBYN+AoI4t7riQsF+9/Y4AuEDssbaMim4k4f5rPMw&#10;xUzbG2/oug2FiBD2GSooQ2gyKX1ekkHftw1x9M7WGQxRukJqh7cIN7VMk+RVGqw4LpTY0Kqk/LL9&#10;MgqW49Hy8+OZ3783pyMdD6fLS+oSpXrddjEBEagN/+G/9lorSNPh+Al+78QrIGc/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9JmF1skAAADeAAAADwAAAAAAAAAAAAAAAACYAgAA&#10;ZHJzL2Rvd25yZXYueG1sUEsFBgAAAAAEAAQA9QAAAI4DAAAAAA==&#10;" fillcolor="black" stroked="f">
                  <v:textbox>
                    <w:txbxContent>
                      <w:p w:rsidR="0043145D" w:rsidRDefault="0043145D" w:rsidP="0043145D"/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YWCMYA&#10;AADeAAAADwAAAGRycy9kb3ducmV2LnhtbESPQUsDMRSE74L/IbyCN5vtKlbXpmUpiOJp2ypeXzfP&#10;zeLmZUliuv57Iwg9DjPzDbPaTHYQiXzoHStYzAsQxK3TPXcK3g5P1/cgQkTWODgmBT8UYLO+vFhh&#10;pd2Jd5T2sRMZwqFCBSbGsZIytIYshrkbibP36bzFmKXvpPZ4ynA7yLIo7qTFnvOCwZG2htqv/bdV&#10;kI7bpr5JH8nsXn3dedc8vx8bpa5mU/0IItIUz+H/9otWUJbLh1v4u5OvgFz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MYWCMYAAADeAAAADwAAAAAAAAAAAAAAAACYAgAAZHJz&#10;L2Rvd25yZXYueG1sUEsFBgAAAAAEAAQA9QAAAIsDAAAAAA==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3145D" w:rsidRDefault="0043145D" w:rsidP="0043145D"/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yb3mscA&#10;AADeAAAADwAAAGRycy9kb3ducmV2LnhtbESPQWvCQBSE74X+h+UVvNWNAbWmriLSivbSNi3o8ZF9&#10;zQazb0N2jdFf3xUKPQ4z8w0zX/a2Fh21vnKsYDRMQBAXTldcKvj+en18AuEDssbaMSm4kIfl4v5u&#10;jpl2Z/6kLg+liBD2GSowITSZlL4wZNEPXUMcvR/XWgxRtqXULZ4j3NYyTZKJtFhxXDDY0NpQccxP&#10;VoEfrV/2b/Y66w4bw+/5zkw+SqPU4KFfPYMI1If/8F97qxWk6XQ2htudeAXk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sm95rHAAAA3gAAAA8AAAAAAAAAAAAAAAAAmAIAAGRy&#10;cy9kb3ducmV2LnhtbFBLBQYAAAAABAAEAPUAAACMAwAAAAA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3145D" w:rsidRDefault="0043145D" w:rsidP="0043145D"/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3145D" w:rsidRPr="003B50D1" w:rsidRDefault="0043145D" w:rsidP="0043145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alibri" w:eastAsia="Times New Roman" w:hAnsi="Calibri" w:cs="Times New Roman"/>
          <w:lang w:eastAsia="uk-UA"/>
        </w:rPr>
      </w:pPr>
    </w:p>
    <w:p w:rsidR="0043145D" w:rsidRPr="003B50D1" w:rsidRDefault="0043145D" w:rsidP="00431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    УКРАЇНА</w:t>
      </w:r>
    </w:p>
    <w:p w:rsidR="0043145D" w:rsidRPr="003B50D1" w:rsidRDefault="0043145D" w:rsidP="0043145D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КРУПЕЦЬКА СІЛЬСЬКА РАДА</w:t>
      </w:r>
    </w:p>
    <w:p w:rsidR="0043145D" w:rsidRPr="003B50D1" w:rsidRDefault="0043145D" w:rsidP="00431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ШЕПЕТІВСЬКОГО РАЙОНУ</w:t>
      </w:r>
    </w:p>
    <w:p w:rsidR="0043145D" w:rsidRPr="003B50D1" w:rsidRDefault="0043145D" w:rsidP="0043145D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ХМЕЛЬНИЦЬКОЇ ОБЛАСТІ</w:t>
      </w:r>
    </w:p>
    <w:p w:rsidR="0043145D" w:rsidRPr="003B50D1" w:rsidRDefault="0043145D" w:rsidP="004314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145D" w:rsidRPr="003B50D1" w:rsidRDefault="0043145D" w:rsidP="004314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РІШЕННЯ</w:t>
      </w:r>
    </w:p>
    <w:p w:rsidR="0043145D" w:rsidRPr="003B50D1" w:rsidRDefault="0043145D" w:rsidP="0043145D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3145D" w:rsidRPr="003B50D1" w:rsidRDefault="0043145D" w:rsidP="0043145D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Х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Х сесії сільської ради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</w:rPr>
        <w:t>ІІІ скликання</w:t>
      </w:r>
    </w:p>
    <w:p w:rsidR="0043145D" w:rsidRPr="003B50D1" w:rsidRDefault="0043145D" w:rsidP="004314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3145D" w:rsidRPr="003B50D1" w:rsidRDefault="0043145D" w:rsidP="0043145D">
      <w:pPr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43145D" w:rsidRPr="003B50D1" w:rsidRDefault="0043145D" w:rsidP="0043145D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>
        <w:rPr>
          <w:rFonts w:ascii="Times New Roman" w:eastAsia="Calibri" w:hAnsi="Times New Roman" w:cs="Times New Roman"/>
          <w:sz w:val="24"/>
        </w:rPr>
        <w:t>__.0</w:t>
      </w:r>
      <w:r w:rsidRPr="00065B72">
        <w:rPr>
          <w:rFonts w:ascii="Times New Roman" w:eastAsia="Calibri" w:hAnsi="Times New Roman" w:cs="Times New Roman"/>
          <w:sz w:val="24"/>
          <w:lang w:val="ru-RU"/>
        </w:rPr>
        <w:t>2</w:t>
      </w:r>
      <w:r w:rsidRPr="003B50D1">
        <w:rPr>
          <w:rFonts w:ascii="Times New Roman" w:eastAsia="Calibri" w:hAnsi="Times New Roman" w:cs="Times New Roman"/>
          <w:sz w:val="24"/>
        </w:rPr>
        <w:t>.2022р.                         Крупець                                        №_____</w:t>
      </w:r>
    </w:p>
    <w:p w:rsidR="0043145D" w:rsidRPr="003B50D1" w:rsidRDefault="0043145D" w:rsidP="0043145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3145D" w:rsidRPr="003B50D1" w:rsidRDefault="0043145D" w:rsidP="0043145D">
      <w:pPr>
        <w:tabs>
          <w:tab w:val="left" w:pos="2160"/>
        </w:tabs>
        <w:spacing w:after="0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43145D" w:rsidRPr="003B50D1" w:rsidRDefault="0043145D" w:rsidP="004314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Про затвердження технічної документації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із землеустрою щодо встановлення 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(відновлення) меж земельної ділянки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 xml:space="preserve">в натурі (на місцевості) 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>
        <w:rPr>
          <w:rFonts w:ascii="Times New Roman" w:eastAsia="Arial Unicode MS" w:hAnsi="Times New Roman" w:cs="Times New Roman"/>
          <w:b/>
          <w:color w:val="000000"/>
          <w:sz w:val="24"/>
          <w:szCs w:val="24"/>
          <w:lang w:eastAsia="uk-UA"/>
        </w:rPr>
        <w:t>Бережному С. А.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3145D" w:rsidRPr="003B50D1" w:rsidRDefault="0043145D" w:rsidP="004314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Бережного С. А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.,  сільська  рада 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ВИРІШИЛА: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</w:p>
    <w:p w:rsidR="0043145D" w:rsidRPr="003B50D1" w:rsidRDefault="0043145D" w:rsidP="004314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1.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Затвердити  Бережному Сергію Антоновичу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</w:t>
      </w:r>
      <w:r w:rsidRPr="003B50D1">
        <w:rPr>
          <w:rFonts w:ascii="Times New Roman" w:eastAsia="Calibri" w:hAnsi="Times New Roman" w:cs="Times New Roman"/>
          <w:sz w:val="24"/>
        </w:rPr>
        <w:t xml:space="preserve">  зар</w:t>
      </w:r>
      <w:r>
        <w:rPr>
          <w:rFonts w:ascii="Times New Roman" w:eastAsia="Calibri" w:hAnsi="Times New Roman" w:cs="Times New Roman"/>
          <w:sz w:val="24"/>
        </w:rPr>
        <w:t xml:space="preserve">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266402">
        <w:rPr>
          <w:rFonts w:ascii="Times New Roman" w:eastAsia="Calibri" w:hAnsi="Times New Roman" w:cs="Times New Roman"/>
          <w:sz w:val="24"/>
          <w:lang w:val="ru-RU"/>
        </w:rPr>
        <w:t>________________________________</w:t>
      </w:r>
      <w:r w:rsidRPr="003B50D1">
        <w:rPr>
          <w:rFonts w:ascii="Times New Roman" w:eastAsia="Calibri" w:hAnsi="Times New Roman" w:cs="Times New Roman"/>
          <w:sz w:val="24"/>
          <w:szCs w:val="24"/>
        </w:rPr>
        <w:t>,</w:t>
      </w:r>
      <w:r w:rsidRPr="003B50D1">
        <w:rPr>
          <w:rFonts w:ascii="Times New Roman" w:eastAsia="Calibri" w:hAnsi="Times New Roman" w:cs="Times New Roman"/>
          <w:sz w:val="24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і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дентифікаційний номер </w:t>
      </w:r>
      <w:r w:rsidR="00266402">
        <w:rPr>
          <w:rFonts w:ascii="Times New Roman" w:eastAsia="Arial Unicode MS" w:hAnsi="Times New Roman" w:cs="Times New Roman"/>
          <w:color w:val="000000"/>
          <w:sz w:val="24"/>
          <w:szCs w:val="24"/>
          <w:lang w:val="ru-RU" w:eastAsia="uk-UA"/>
        </w:rPr>
        <w:t>_____________</w:t>
      </w:r>
      <w:bookmarkStart w:id="0" w:name="_GoBack"/>
      <w:bookmarkEnd w:id="0"/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технічну документацію із землеустрою щодо встановлення (відновлення) меж земельної ділянки в натурі (на місцев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ості), на земельну ділянку для ведення товарного сільськогосподарського виробництва, площею 0,1132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кадастровий номер: 6823984000:03:012:0169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, яка розташована Хмельницька область Шепетівськ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ий район, </w:t>
      </w:r>
      <w:proofErr w:type="spellStart"/>
      <w:r>
        <w:rPr>
          <w:rFonts w:ascii="Times New Roman" w:eastAsia="Calibri" w:hAnsi="Times New Roman" w:cs="Times New Roman"/>
          <w:sz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 сільська рада.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  <w:t xml:space="preserve">     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2.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Бережному С. А.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, </w:t>
      </w: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 xml:space="preserve"> </w:t>
      </w: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>посвідчити своє право  в  установленому  законом  порядку.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color w:val="000000"/>
          <w:sz w:val="24"/>
          <w:szCs w:val="24"/>
          <w:lang w:eastAsia="uk-UA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3145D" w:rsidRPr="003B50D1" w:rsidRDefault="0043145D" w:rsidP="0043145D">
      <w:pPr>
        <w:tabs>
          <w:tab w:val="left" w:pos="4424"/>
        </w:tabs>
        <w:spacing w:after="0" w:line="240" w:lineRule="auto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  <w:lang w:eastAsia="uk-UA"/>
        </w:rPr>
      </w:pPr>
    </w:p>
    <w:p w:rsidR="0043145D" w:rsidRPr="003B50D1" w:rsidRDefault="0043145D" w:rsidP="004314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43145D" w:rsidRPr="003B50D1" w:rsidRDefault="0043145D" w:rsidP="0043145D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</w:p>
    <w:p w:rsidR="0043145D" w:rsidRDefault="0043145D" w:rsidP="0043145D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sz w:val="24"/>
          <w:szCs w:val="24"/>
          <w:lang w:eastAsia="uk-UA"/>
        </w:rPr>
      </w:pPr>
      <w:r w:rsidRPr="003B50D1">
        <w:rPr>
          <w:rFonts w:ascii="Times New Roman" w:eastAsia="Arial Unicode MS" w:hAnsi="Times New Roman" w:cs="Times New Roman"/>
          <w:sz w:val="24"/>
          <w:szCs w:val="24"/>
          <w:lang w:eastAsia="uk-UA"/>
        </w:rPr>
        <w:t>Сільський   голова                                                                                 Валерій   МИХАЛЮК</w:t>
      </w:r>
    </w:p>
    <w:sectPr w:rsidR="0043145D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attachedTemplate r:id="rId1"/>
  <w:defaultTabStop w:val="708"/>
  <w:hyphenationZone w:val="425"/>
  <w:characterSpacingControl w:val="doNotCompress"/>
  <w:savePreviewPicture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45D"/>
    <w:rsid w:val="00266402"/>
    <w:rsid w:val="0043145D"/>
    <w:rsid w:val="007D6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5D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45D"/>
    <w:rPr>
      <w:rFonts w:eastAsiaTheme="minorHAnsi"/>
      <w:lang w:val="uk-UA"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rFonts w:eastAsiaTheme="minorEastAsia"/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rFonts w:eastAsiaTheme="minorEastAsia"/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rFonts w:eastAsiaTheme="minorEastAsia"/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s\Desktop\&#1061;&#1030;&#1061;%20&#1089;&#1077;&#1089;&#1080;&#1103;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Default.dotx</Template>
  <TotalTime>1</TotalTime>
  <Pages>1</Pages>
  <Words>255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2022-02-11T13:43:00Z</dcterms:created>
  <dcterms:modified xsi:type="dcterms:W3CDTF">2022-02-14T07:46:00Z</dcterms:modified>
</cp:coreProperties>
</file>