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89" w:rsidRDefault="00F75B89" w:rsidP="00F75B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ACEFB7" wp14:editId="0075073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07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B89" w:rsidRDefault="00F75B89" w:rsidP="00F75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I4r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fQNYfU+Q97w+Qq/NPIGsFRD1l4XICC95g6X6IZCWNq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vhQtaGxsuQfA4qHS6JQU89TiIaQ3glmNCw&#10;Qo6uQKT5DutE5cjd78n3oBK2vHZdZxgZeCf41cBZ0V7dco4lmiDrtpJ+7ycDH4TKMeYjAnhdnwzN&#10;IXB0BiFDPjgHhANtMvBUBI7wRaiEPVrE+1dbHxJ4KwIh/BE6R7YXWNz66oH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YSc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48g7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UXgfpkQD8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CyJ6I4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m/MUA&#10;AADdAAAADwAAAGRycy9kb3ducmV2LnhtbESPzWrDMBCE74W+g9hCb41cpzTBiWJMaYsPgeIkvi/W&#10;+odaK2OpsfP2USGQ4zAz3zDbdDa9ONPoOssKXhcRCOLK6o4bBafj18sahPPIGnvLpOBCDtLd48MW&#10;E20nLuh88I0IEHYJKmi9HxIpXdWSQbewA3Hwajsa9EGOjdQjTgFuehlH0bs02HFYaHGgj5aq38Of&#10;UWCX3/m+bOJi+ckrz9nPui7nvVLPT3O2AeFp9vfwrZ1rBW/RKo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b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Hac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nE2fYC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GHa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9YsMA&#10;AADdAAAADwAAAGRycy9kb3ducmV2LnhtbESP3YrCMBCF7wXfIYywN7KmruJKNYrIKuJN8ecBhmZs&#10;is2kNFnbffuNIHh5OD8fZ7nubCUe1PjSsYLxKAFBnDtdcqHgetl9zkH4gKyxckwK/sjDetXvLTHV&#10;ruUTPc6hEHGEfYoKTAh1KqXPDVn0I1cTR+/mGoshyqaQusE2jttKfiXJTFosORIM1rQ1lN/PvzZC&#10;sglmx1t72e07bPHnaHi4OSn1Meg2CxCBuvAOv9oHrWCafE/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B9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NWc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CsWM7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cNW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GjsUA&#10;AADdAAAADwAAAGRycy9kb3ducmV2LnhtbESP3WrCQBCF7wu+wzJCb4putEUluoZQTCneiD8PMGTH&#10;bDA7G7LbJH37bqHQy8P5+Ti7bLSN6KnztWMFi3kCgrh0uuZKwe1azDYgfEDW2DgmBd/kIdtPnnaY&#10;ajfwmfpLqEQcYZ+iAhNCm0rpS0MW/dy1xNG7u85iiLKrpO5wiOO2kcskWUmLNUeCwZbeDZWPy5eN&#10;kNMrno734Vp8jDjg4Wj4JT8r9Twd8y2IQGP4D/+1P7WCt2S9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ka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2tcYA&#10;AADdAAAADwAAAGRycy9kb3ducmV2LnhtbESPQUsDMRSE70L/Q3gFbzZrqd2yNi2lVRDBg1Uo3h6b&#10;193FzUtInt313xtB8DjMzDfMeju6Xl0ops6zgdtZAYq49rbjxsD72+PNClQSZIu9ZzLwTQm2m8nV&#10;GivrB36ly1EalSGcKjTQioRK61S35DDNfCDO3tlHh5JlbLSNOGS46/W8KJbaYcd5ocVA+5bqz+OX&#10;M/AyPITncnl3Dh9xMdfpYOW0F2Oup+PuHpTQKP/hv/aTNbAoy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k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Cuc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bJ7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A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9Z8QA&#10;AADd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ZG8ruL9JT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/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+mMMA&#10;AADdAAAADwAAAGRycy9kb3ducmV2LnhtbERPXWvCMBR9F/wP4Q58GTPVzSGdUVQIGyiI3WCvl+ba&#10;ljU3Jcls9++XB8HHw/lebQbbiiv50DhWMJtmIIhLZxquFHx96qcliBCRDbaOScEfBdisx6MV5sb1&#10;fKZrESuRQjjkqKCOsculDGVNFsPUdcSJuzhvMSboK2k89inctnKeZa/SYsOpocaO9jWVP8WvVbA7&#10;9dWzfyx3gztc3r8XWht91EpNHobtG4hIQ7yLb+4Po+AlW6b9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+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RsQA&#10;AADd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snwC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RgU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FF8MA&#10;AADdAAAADwAAAGRycy9kb3ducmV2LnhtbESPzWrDMBCE74W8g9hAb41ktynBjRJKwCU+1ukDLNbW&#10;NrFWrqX45+2rQKHHYeabYfbH2XZipMG3jjUkGwWCuHKm5VrD1yV/2oHwAdlg55g0LOTheFg97DEz&#10;buJPGstQi1jCPkMNTQh9JqWvGrLoN64njt63GyyGKIdamgGnWG47mSr1Ki22HBca7OnUUHUtb1bD&#10;yzJ9/JTbq8qNpaR47gsO1Vbrx/X8/gYi0Bz+w3/02URO7VK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YF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5kM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bxEmxX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5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e48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F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SXu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5i8QA&#10;AADdAAAADwAAAGRycy9kb3ducmV2LnhtbESPT4vCMBTE7wt+h/CEva2prkqpRlGXVfHkP/D6aJ5t&#10;sXkpTVbrfnojCB6HmfkNM542phRXql1hWUG3E4EgTq0uOFNwPPx+xSCcR9ZYWiYFd3IwnbQ+xpho&#10;e+MdXfc+EwHCLkEFufdVIqVLczLoOrYiDt7Z1gZ9kHUmdY23ADel7EXRUBosOCzkWNEip/Sy/zMK&#10;/ocn3LpVb/7zrT3d+/HSbrZLpT7bzWwEwlPj3+FXe60V9KN4AM834Qn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OY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0RM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Z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z0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bt8UA&#10;AADdAAAADwAAAGRycy9kb3ducmV2LnhtbESPzW7CMBCE70i8g7VI3MDhpxACBhUkJK7QHnrc2ksS&#10;iNdpbCD06etKlXoczcw3mtWmtZW4U+NLxwpGwwQEsXam5FzB+9t+kILwAdlg5ZgUPMnDZt3trDAz&#10;7sFHup9CLiKEfYYKihDqTEqvC7Loh64mjt7ZNRZDlE0uTYOPCLeVHCfJTFosOS4UWNOuIH093ayC&#10;Q/lJLzN9Xth0q48f319hMr8Ypfq99nUJIlAb/sN/7YNRME3SOfy+i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du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8McYA&#10;AADdAAAADwAAAGRycy9kb3ducmV2LnhtbESPT0sDMRDF70K/QxjBm00sUuratNiCoPQPWEWvw2bc&#10;LG4myyZut9++cyj0ODNv3nu/+XIIjeqpS3VkCw9jA4q4jK7mysLX5+v9DFTKyA6byGThRAmWi9HN&#10;HAsXj/xB/SFXSkw4FWjB59wWWqfSU8A0ji2x3H5jFzDL2FXadXgU89DoiTFTHbBmSfDY0tpT+Xf4&#10;DxZ63J/Mj1/tnt7rbTnZr743Tvb27nZ4eQaVachX8eX7zVl4NDOpK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8M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nys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tlj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p8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eLcQA&#10;AADdAAAADwAAAGRycy9kb3ducmV2LnhtbERPW2vCMBR+F/Yfwhn4pulkTK2mxXmBMRzD2/uxOWu7&#10;JSelybT798uD4OPHd5/nnTXiQq2vHSt4GiYgiAunay4VHA+bwQSED8gajWNS8Ece8uyhN8dUuyvv&#10;6LIPpYgh7FNUUIXQpFL6oiKLfuga4sh9udZiiLAtpW7xGsOtkaMkeZEWa44NFTa0rKj42f9aBZvP&#10;lfkefewWJxmW6/HZTN5fV1ul+o/dYgYiUBfu4pv7TSt4TqZxf3wTn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3i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2D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mvTh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O2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Usc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q2k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wVLHHAAAA3QAAAA8AAAAAAAAAAAAAAAAAmAIAAGRy&#10;cy9kb3ducmV2LnhtbFBLBQYAAAAABAAEAPUAAACMAwAAAAA=&#10;" fillcolor="black" stroked="f"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yJM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g2T8A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1TI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U5cUA&#10;AADdAAAADwAAAGRycy9kb3ducmV2LnhtbESPQWsCMRSE7wX/Q3iCt5pYpNitUcRS7KUHbUuvj81z&#10;s+7mZZtEXf31jVDocZiZb5j5snetOFGItWcNk7ECQVx6U3Ol4fPj9X4GIiZkg61n0nChCMvF4G6O&#10;hfFn3tJplyqRIRwL1GBT6gopY2nJYRz7jjh7ex8cpixDJU3Ac4a7Vj4o9Sgd1pwXLHa0tlQ2u6PT&#10;EFbfL82Vj1+Nur5f4ubQ/8zQaj0a9qtnEIn69B/+a78ZDVP1NIX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ZT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UzMYA&#10;AADdAAAADwAAAGRycy9kb3ducmV2LnhtbESP3UoDMRSE7wXfIZxCb8QmFq12bVqkUChYCv15gOPm&#10;uLs0OVk2x3br0xtB8HKYmW+Y2aIPXp2pS01kCw8jA4q4jK7hysLxsLp/AZUE2aGPTBaulGAxv72Z&#10;YeHihXd03kulMoRTgRZqkbbQOpU1BUyj2BJn7zN2ASXLrtKuw0uGB6/Hxkx0wIbzQo0tLWsqT/uv&#10;YMGPP/z0/Tl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GUz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/8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bxk8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8F/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v1cQA&#10;AADdAAAADwAAAGRycy9kb3ducmV2LnhtbESPQWsCMRSE70L/Q3gFb5ooRdutUUQUBE/qeujtkbzu&#10;bt28LJvUXf+9EQo9DjPzDbNY9a4WN2pD5VnDZKxAEBtvKy405Ofd6B1EiMgWa8+k4U4BVsuXwQIz&#10;6zs+0u0UC5EgHDLUUMbYZFIGU5LDMPYNcfK+feswJtkW0rbYJbir5VSpmXRYcVoosaFNSeZ6+nUa&#10;fnby4I1Cc8kv3d7Ov7YzqpXWw9d+/QkiUh//w3/tvdXwpj7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79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ZicIA&#10;AADdAAAADwAAAGRycy9kb3ducmV2LnhtbERPTYvCMBC9L/gfwgje1nRVRLtGcRcEUTysLuJxbMa2&#10;tJmUJGr99+YgeHy879miNbW4kfOlZQVf/QQEcWZ1ybmC/8PqcwLCB2SNtWVS8CAPi3nnY4aptnf+&#10;o9s+5CKGsE9RQRFCk0rps4IM+r5tiCN3sc5giNDlUju8x3BTy0GSjKXBkmNDgQ39FpRV+6tRcLpu&#10;+bIbbpbuJxxte/DV4DyplOp12+U3iEBteItf7rVWMEqmcW5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tmJ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GwMcA&#10;AADdAAAADwAAAGRycy9kb3ducmV2LnhtbESPQWsCMRSE7wX/Q3gFbzWp2OKuRtGC0Euhag/19tw8&#10;dxc3L9sk1dVf3xQEj8PMfMNM551txIl8qB1reB4oEMSFMzWXGr62q6cxiBCRDTaOScOFAsxnvYcp&#10;5sadeU2nTSxFgnDIUUMVY5tLGYqKLIaBa4mTd3DeYkzSl9J4PCe4beRQqVdpsea0UGFLbxUVx82v&#10;1bDMxsufzxF/XNf7He2+98eXoVda9x+7xQREpC7ew7f2u9EwUlkG/2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xsDHAAAA3QAAAA8AAAAAAAAAAAAAAAAAmAIAAGRy&#10;cy9kb3ducmV2LnhtbFBLBQYAAAAABAAEAPUAAACMAwAAAAA=&#10;" fillcolor="black" stroked="f"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PRsIA&#10;AADdAAAADwAAAGRycy9kb3ducmV2LnhtbERPz2vCMBS+D/Y/hDfYbaZuIlKNUoSxsVN1E6/P5tkU&#10;m5eSZLH775eD4PHj+73ajLYXiXzoHCuYTgoQxI3THbcKfr7fXxYgQkTW2DsmBX8UYLN+fFhhqd2V&#10;d5T2sRU5hEOJCkyMQyllaAxZDBM3EGfu7LzFmKFvpfZ4zeG2l69FMZcWO84NBgfaGmou+1+rIJ22&#10;dfWWjsnsvnzVeld/HE61Us9PY7UEEWmMd/HN/akVzKZF3p/f5Cc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uQ9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KL8YA&#10;AADdAAAADwAAAGRycy9kb3ducmV2LnhtbESPQWvCQBSE7wX/w/KE3nSTUqRGVxFpS+2lGgU9PrLP&#10;bDD7NmS3MfbXdwtCj8PMfMPMl72tRUetrxwrSMcJCOLC6YpLBYf92+gFhA/IGmvHpOBGHpaLwcMc&#10;M+2uvKMuD6WIEPYZKjAhNJmUvjBk0Y9dQxy9s2sthijbUuoWrxFua/mUJBNpseK4YLChtaHikn9b&#10;BT5dvx4/7c+0O70b/so3ZrItjVKPw341AxGoD//he/tDK3hO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JKL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5B89" w:rsidRDefault="00F75B89" w:rsidP="00F75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5B89" w:rsidRDefault="00F75B89" w:rsidP="00F75B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75B89" w:rsidRDefault="00F75B89" w:rsidP="00F75B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75B89" w:rsidRDefault="00F75B89" w:rsidP="00F75B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5B89" w:rsidRDefault="00F75B89" w:rsidP="00F75B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№110</w:t>
      </w:r>
    </w:p>
    <w:p w:rsidR="00F75B89" w:rsidRDefault="00F75B89" w:rsidP="00F75B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В.О.</w:t>
      </w:r>
    </w:p>
    <w:p w:rsidR="00F75B89" w:rsidRPr="00276DFE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5B89" w:rsidRPr="00276DFE" w:rsidRDefault="00F75B89" w:rsidP="00F75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F75B89" w:rsidRPr="00276DFE" w:rsidRDefault="00F75B89" w:rsidP="00F75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75B89" w:rsidRPr="00276DFE" w:rsidRDefault="00F75B89" w:rsidP="00F75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C11D61">
        <w:rPr>
          <w:rFonts w:ascii="Times New Roman" w:eastAsia="Times New Roman" w:hAnsi="Times New Roman" w:cs="Times New Roman"/>
          <w:sz w:val="24"/>
          <w:lang w:val="uk-UA"/>
        </w:rPr>
        <w:t>_______________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C11D6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0,3459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6823984000:03:018:0355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5B89" w:rsidRPr="00276DFE" w:rsidRDefault="00F75B89" w:rsidP="00F75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F75B89" w:rsidRPr="00276DFE" w:rsidRDefault="00F75B89" w:rsidP="00F75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75B89" w:rsidRPr="00F75B89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1D67A0" w:rsidRPr="00F75B89" w:rsidRDefault="00F75B89" w:rsidP="00F75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D67A0" w:rsidRPr="00F75B89" w:rsidSect="00F75B89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89"/>
    <w:rsid w:val="001D67A0"/>
    <w:rsid w:val="00C11D61"/>
    <w:rsid w:val="00F7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8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5B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5B8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5B8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8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5B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5B8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5B8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8</TotalTime>
  <Pages>1</Pages>
  <Words>288</Words>
  <Characters>1647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2021-09-13T10:56:00Z</dcterms:created>
  <dcterms:modified xsi:type="dcterms:W3CDTF">2021-09-14T12:48:00Z</dcterms:modified>
</cp:coreProperties>
</file>