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C3E" w:rsidRDefault="00F60C3E" w:rsidP="00F60C3E">
      <w:pPr>
        <w:pStyle w:val="HTML0"/>
        <w:spacing w:line="276" w:lineRule="auto"/>
        <w:rPr>
          <w:rFonts w:ascii="Times New Roman" w:hAnsi="Times New Roman" w:cs="Courier New"/>
          <w:sz w:val="22"/>
          <w:szCs w:val="22"/>
        </w:rPr>
      </w:pPr>
      <w:r>
        <w:rPr>
          <w:rFonts w:ascii="Courier New" w:hAnsi="Courier New" w:cs="Courier New"/>
          <w:noProof/>
          <w:sz w:val="22"/>
          <w:szCs w:val="22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B6178B2" wp14:editId="15602DA4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45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45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C3E" w:rsidRDefault="00F60C3E" w:rsidP="00F60C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4XHsYA&#10;AADdAAAADwAAAGRycy9kb3ducmV2LnhtbESPT2vCQBTE74V+h+UVvNVNk/6R6CqhaMlBkNh6f2Sf&#10;STD7NmTXJP32XUHocZiZ3zCrzWRaMVDvGssKXuYRCOLS6oYrBT/fu+cFCOeRNbaWScEvOdisHx9W&#10;mGo7ckHD0VciQNilqKD2vkuldGVNBt3cdsTBO9veoA+yr6TucQxw08o4it6lwYbDQo0dfdZUXo5X&#10;o8AmX/n+VMVFsuUPz9lhcT5Ne6VmT1O2BOFp8v/hezvXCpLXtxhub8IT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G4XH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R2i8kA&#10;AADdAAAADwAAAGRycy9kb3ducmV2LnhtbESPQWsCMRSE74X+h/AKvUjNWlttt0YRYbXtoaAWen1s&#10;Xjfbbl6WJOrqrzdCocdhZr5hJrPONmJPPtSOFQz6GQji0umaKwWf2+LuCUSIyBobx6TgSAFm0+ur&#10;CebaHXhN+02sRIJwyFGBibHNpQylIYuh71ri5H07bzEm6SupPR4S3DbyPstG0mLNacFgSwtD5e9m&#10;ZxX8FB/mazE+LX3veU2nXvG+at5GSt3edPMXEJG6+B/+a79qBcOHxyFc3qQnIK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TR2i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WMgMMA&#10;AADdAAAADwAAAGRycy9kb3ducmV2LnhtbESP3YrCMBCF74V9hzAL3sia7vqDVKOIrCLeFHUfYGjG&#10;pmwzKU209e2NIHh5OD8fZ7HqbCVu1PjSsYLvYQKCOHe65ELB33n7NQPhA7LGyjEpuJOH1fKjt8BU&#10;u5aPdDuFQsQR9ikqMCHUqZQ+N2TRD11NHL2LayyGKJtC6gbbOG4r+ZMkU2mx5EgwWNPGUP5/utoI&#10;yUaYHS7tebvrsMXfg+HB+qhU/7Nbz0EE6sI7/GrvtYLReDKG55v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WMg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L8u8YA&#10;AADdAAAADwAAAGRycy9kb3ducmV2LnhtbESPQUsDMRSE70L/Q3gFbzZr7VZZmxapCiL00FYQb4/N&#10;6+7i5iUkz+76740geBxm5htmtRldr84UU+fZwPWsAEVce9txY+Dt+Hx1ByoJssXeMxn4pgSb9eRi&#10;hZX1A+/pfJBGZQinCg20IqHSOtUtOUwzH4izd/LRoWQZG20jDhnuej0viqV22HFeaDHQtqX68/Dl&#10;DOyGp/B6uyxP4SMu5jo9WnnfijGX0/HhHpTQKP/hv/aLNXCzKE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L8u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3bMQA&#10;AADdAAAADwAAAGRycy9kb3ducmV2LnhtbESP32rCMBTG7we+QziCN2Om2k1GNYqIHaM3ou4BDs2x&#10;KTYnpYlt9/bLYLDLj+/Pj2+zG20jeup87VjBYp6AIC6drrlS8HXNX95B+ICssXFMCr7Jw247edpg&#10;pt3AZ+ovoRJxhH2GCkwIbSalLw1Z9HPXEkfv5jqLIcqukrrDIY7bRi6TZCUt1hwJBls6GCrvl4eN&#10;kFOKp+I2XPOPEQc8Foaf92elZtNxvwYRaAz/4b/2p1aQvr6t4P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bt2z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zHV8YA&#10;AADdAAAADwAAAGRycy9kb3ducmV2LnhtbESPX0sDMRDE34V+h7AF32zO2n9cmxapCiL4YBVK35bL&#10;9u7wsgnJ2ju/vREEH4eZ+Q2z2Q2uUxeKqfVs4HZSgCKuvG25NvDx/nSzApUE2WLnmQx8U4LddnS1&#10;wdL6nt/ocpBaZQinEg00IqHUOlUNOUwTH4izd/bRoWQZa20j9hnuOj0tioV22HJeaDDQvqHq8/Dl&#10;DLz2j+FluZifwynOpjo9WDnuxZjr8XC/BiU0yH/4r/1sDdzN5kv4fZOfgN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zHV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PzW8MA&#10;AADdAAAADwAAAGRycy9kb3ducmV2LnhtbERPW2vCMBR+F/Yfwhn4IjPd1DGqUeYgOJggXmCvh+bY&#10;FpuTkkRb//3yMPDx47svVr1txI18qB0reB1nIIgLZ2ouFZyO+uUDRIjIBhvHpOBOAVbLp8ECc+M6&#10;3tPtEEuRQjjkqKCKsc2lDEVFFsPYtcSJOztvMSboS2k8dincNvIty96lxZpTQ4UtfVVUXA5Xq2C9&#10;68qJHxXr3v2cN78zrY3eaqWGz/3nHESkPj7E/+5vo2AynaW56U16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PzW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cMhcQA&#10;AADdAAAADwAAAGRycy9kb3ducmV2LnhtbESP3WoCMRSE7wu+QziCdzXrL3ZrFFEWSumN2gc4bE43&#10;q5uTJYnr+vamUOjlMDPfMOttbxvRkQ+1YwWTcQaCuHS65krB97l4XYEIEVlj45gUPCjAdjN4WWOu&#10;3Z2P1J1iJRKEQ44KTIxtLmUoDVkMY9cSJ+/HeYsxSV9J7fGe4LaR0yxbSos1pwWDLe0NldfTzSoo&#10;Pqdf3fWmfeF2/dzSwlxWB6PUaNjv3kFE6uN/+K/9oRXM5os3+H2TnoD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HDI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k14MMA&#10;AADdAAAADwAAAGRycy9kb3ducmV2LnhtbERPW2vCMBR+F/YfwhnsRWY6b4xqlCmECRNkKuz10Bzb&#10;YnNSksx2/948DHz8+O7LdW8bcSMfascK3kYZCOLCmZpLBeeTfn0HESKywcYxKfijAOvV02CJuXEd&#10;f9PtGEuRQjjkqKCKsc2lDEVFFsPItcSJuzhvMSboS2k8dincNnKcZXNpsebUUGFL24qK6/HXKtgc&#10;unLih8Wmd1+Xz5+Z1kbvtVIvz/3HAkSkPj7E/+6dUTCZztP+9CY9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k14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3KPsQA&#10;AADdAAAADwAAAGRycy9kb3ducmV2LnhtbESP3WoCMRSE7wt9h3AK3tWsPxXZGkWUBSneVH2Aw+a4&#10;2bo5WZK4rm/fCIKXw8x8wyxWvW1ERz7UjhWMhhkI4tLpmisFp2PxOQcRIrLGxjEpuFOA1fL9bYG5&#10;djf+pe4QK5EgHHJUYGJscylDachiGLqWOHln5y3GJH0ltcdbgttGjrNsJi3WnBYMtrQxVF4OV6ug&#10;+Bnvu8tV+8Kt+6mlL/M33xqlBh/9+htEpD6+ws/2TiuYTGcjeLxJT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dyj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pOb78A&#10;AADdAAAADwAAAGRycy9kb3ducmV2LnhtbESPzQrCMBCE74LvEFbwpqm/SDWKCIoerT7A0qxtsdnU&#10;Jtr69kYQPA4z8w2z2rSmFC+qXWFZwWgYgSBOrS44U3C97AcLEM4jaywtk4I3Odisu50Vxto2fKZX&#10;4jMRIOxiVJB7X8VSujQng25oK+Lg3Wxt0AdZZ1LX2AS4KeU4iubSYMFhIceKdjml9+RpFEzfzeGR&#10;zO7RXhsanSbViX06U6rfa7dLEJ5a/w//2ketYDKdj+H7JjwBuf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Ck5v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Ty6MUA&#10;AADdAAAADwAAAGRycy9kb3ducmV2LnhtbESPQWvCQBSE7wX/w/KE3upGI6GmriJKivTURtvzI/tM&#10;QrNvQ3YT47/vCkKPw8x8w6y3o2nEQJ2rLSuYzyIQxIXVNZcKzqfs5RWE88gaG8uk4EYOtpvJ0xpT&#10;ba/8RUPuSxEg7FJUUHnfplK6oiKDbmZb4uBdbGfQB9mVUnd4DXDTyEUUJdJgzWGhwpb2FRW/eW8U&#10;9MnP4syXD/2ZH27vq0O2c/K7VOp5Ou7eQHga/X/40T5qBfEyieH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1PLo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4Vm8cA&#10;AADdAAAADwAAAGRycy9kb3ducmV2LnhtbESPQWvCQBSE70L/w/IKvZlNNQRNXUUFofVQ0dpDb6/Z&#10;1ySafRuzW03/vSsIPQ4z8w0zmXWmFmdqXWVZwXMUgyDOra64ULD/WPVHIJxH1lhbJgV/5GA2fehN&#10;MNP2wls673whAoRdhgpK75tMSpeXZNBFtiEO3o9tDfog20LqFi8Bbmo5iONUGqw4LJTY0LKk/Lj7&#10;NQo+N6N0vFm8JYf1+zcOjT596SpV6umxm7+A8NT5//C9/aoVDJM0gdub8AT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eFZv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py88YA&#10;AADdAAAADwAAAGRycy9kb3ducmV2LnhtbESPQWvCQBSE74X+h+UVequbqg0hukqrqMVT1EKvj+wz&#10;Cc2+DdltEv31bqHgcZiZb5j5cjC16Kh1lWUFr6MIBHFudcWFgq/T5iUB4TyyxtoyKbiQg+Xi8WGO&#10;qbY9H6g7+kIECLsUFZTeN6mULi/JoBvZhjh4Z9sa9EG2hdQt9gFuajmOolgarDgslNjQqqT85/hr&#10;FFzjb8zcbvyxnmhPl2mytftsq9Tz0/A+A+Fp8Pfwf/tTK5hM4zf4exOe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6py8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C/PMUA&#10;AADdAAAADwAAAGRycy9kb3ducmV2LnhtbESP0WrCQBRE34X+w3KFvulGm4Y2ukoRC32zRj/gkr1u&#10;gtm7Mbtq2q93BcHHYWbOMPNlbxtxoc7XjhVMxgkI4tLpmo2C/e579AHCB2SNjWNS8EcelouXwRxz&#10;7a68pUsRjIgQ9jkqqEJocyl9WZFFP3YtcfQOrrMYouyM1B1eI9w2cpokmbRYc1yosKVVReWxOFsF&#10;Jzd9132xxs1x/flbG5Oe/repUq/D/msGIlAfnuFH+0creEuzDO5v4hO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oL88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2Qz8UA&#10;AADdAAAADwAAAGRycy9kb3ducmV2LnhtbESPwW7CMBBE70j8g7VIvYEDtAHSOKitVIkrlAPHxV6S&#10;lHgdYhfSfn1dCanH0cy80eTr3jbiSp2vHSuYThIQxNqZmksF+4/38RKED8gGG8ek4Js8rIvhIMfM&#10;uBtv6boLpYgQ9hkqqEJoMym9rsiin7iWOHon11kMUXalNB3eItw2cpYkqbRYc1yosKW3ivR592UV&#10;bOojPaX6tLLLV709/FzCfPFplHoY9S/PIAL14T98b2+MgvljuoC/N/EJ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zZD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v3ScYA&#10;AADdAAAADwAAAGRycy9kb3ducmV2LnhtbESPQWvCQBCF7wX/wzKCt7rRFmlTV6mFQkutUBW9Dtlp&#10;NpidDdk1xn/vHAo9zsyb9943X/a+Vh21sQpsYDLOQBEXwVZcGtjv3u+fQMWEbLEOTAauFGG5GNzN&#10;Mbfhwj/UbVOpxIRjjgZcSk2udSwceYzj0BDL7Te0HpOMbaltixcx97WeZtlMe6xYEhw29OaoOG3P&#10;3kCHm2t2dKvv589qXUw3q8OXlb0ZDfvXF1CJ+vQv/vv+sAYeHmdSV2iEBP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v3S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zsssUA&#10;AADdAAAADwAAAGRycy9kb3ducmV2LnhtbESPQUvDQBSE74L/YXmCN7sxSqmx21IKFY+a9uDxmX3N&#10;pmbfC7trE/31riB4HGbmG2a5nnyvzhRiJ2zgdlaAIm7EdtwaOOx3NwtQMSFb7IXJwBdFWK8uL5ZY&#10;WRn5lc51alWGcKzQgEtpqLSOjSOPcSYDcfaOEjymLEOrbcAxw32vy6KYa48d5wWHA20dNR/1pzcw&#10;PjXvp/L4Zt13GGRXv8ip7MWY66tp8wgq0ZT+w3/tZ2vg7n7+AL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LOyy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SVVcMA&#10;AADdAAAADwAAAGRycy9kb3ducmV2LnhtbERPy2oCMRTdF/yHcAV3NaOVKqNRrA8oohRtu79OrjOj&#10;yc0wiTr+fbMouDyc92TWWCNuVPvSsYJeNwFBnDldcq7g53v9OgLhA7JG45gUPMjDbNp6mWCq3Z33&#10;dDuEXMQQ9ikqKEKoUil9VpBF33UVceROrrYYIqxzqWu8x3BrZD9J3qXFkmNDgRUtCsouh6tVsP5a&#10;mnN/t5//yrBYDY9mtPlYbpXqtJv5GESgJjzF/+5PreBtMIz745v4BOT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SVV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/9d8YA&#10;AADdAAAADwAAAGRycy9kb3ducmV2LnhtbESPQWvCQBSE74L/YXmCl1I31loluooURAUFawWvz+wz&#10;CWbfhuwa4793CwWPw8x8w0znjSlETZXLLSvo9yIQxInVOacKjr/L9zEI55E1FpZJwYMczGft1hRj&#10;be/8Q/XBpyJA2MWoIPO+jKV0SUYGXc+WxMG72MqgD7JKpa7wHuCmkB9R9CUN5hwWMizpO6PkergZ&#10;BfV+e07XtSs31/GbGw7Oq9VOn5TqdprFBISnxr/C/+21VjD4HPXh7014AnL2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0/9d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wfycgA&#10;AADdAAAADwAAAGRycy9kb3ducmV2LnhtbESPQWsCMRSE74L/ITyhN826tdZujVKFgpdCtR709tw8&#10;dxc3L9sk6tpf3xQKHoeZ+YaZzltTiws5X1lWMBwkIIhzqysuFGy/3vsTED4ga6wtk4IbeZjPup0p&#10;ZtpeeU2XTShEhLDPUEEZQpNJ6fOSDPqBbYijd7TOYIjSFVI7vEa4qWWaJGNpsOK4UGJDy5Ly0+Zs&#10;FCxeJovvzxF//KwPe9rvDqen1CVKPfTat1cQgdpwD/+3V1rB4+g5hb838QnI2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PB/JyAAAAN0AAAAPAAAAAAAAAAAAAAAAAJgCAABk&#10;cnMvZG93bnJldi54bWxQSwUGAAAAAAQABAD1AAAAjQMAAAAA&#10;" fillcolor="black" stroked="f"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l5XMgA&#10;AADdAAAADwAAAGRycy9kb3ducmV2LnhtbESPT2sCMRTE74V+h/AKvdVs1VpZjVKrQqH24J9Dj6+b&#10;527Yzcuyibr66U1B8DjMzG+Y8bS1lThS441jBa+dBARx5rThXMFuu3wZgvABWWPlmBScycN08vgw&#10;xlS7E6/puAm5iBD2KSooQqhTKX1WkEXfcTVx9PausRiibHKpGzxFuK1kN0kG0qLhuFBgTZ8FZeXm&#10;YBX8fg/McG2o+7e6zBZ69VbOfualUs9P7ccIRKA23MO39pdW0Ou/9+D/TXwCcnI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WXlc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XfncYA&#10;AADdAAAADwAAAGRycy9kb3ducmV2LnhtbESPT2sCMRTE7wW/Q3iCN836Bytbo4iltBcPtS29Pjav&#10;m+1uXtYk6uqnNwWhx2FmfsMs151txIl8qBwrGI8yEMSF0xWXCj4/XoYLECEia2wck4ILBViveg9L&#10;zLU78zud9rEUCcIhRwUmxjaXMhSGLIaRa4mT9+O8xZikL6X2eE5w28hJls2lxYrTgsGWtoaKen+0&#10;Cvzm+7m+8vGrzq67S3j97Q4LNEoN+t3mCUSkLv6H7+03rWA6e5zB35v0BOTq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1Xfn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3ftMYA&#10;AADdAAAADwAAAGRycy9kb3ducmV2LnhtbESP3WoCMRSE7wu+QziCN6Vma3+sW6MUQSgogtYHON0c&#10;d5cmJ8vmqGufvhGEXg4z8w0znXfeqRO1sQ5s4HGYgSIugq25NLD/Wj68gYqCbNEFJgMXijCf9e6m&#10;mNtw5i2ddlKqBOGYo4FKpMm1jkVFHuMwNMTJO4TWoyTZltq2eE5w7/Qoy161x5rTQoUNLSoqfnZH&#10;b8CNvt1kNY5ruez1Ovv1sr3fWGMG/e7jHZRQJ//hW/vTGnh6Hr/A9U16An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3ft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NOh8YA&#10;AADdAAAADwAAAGRycy9kb3ducmV2LnhtbESPQWsCMRSE70L/Q3iF3jSrFSurUdqKsJceulW8PjfP&#10;zWLysmxSXfvrm0LB4zAz3zDLde+suFAXGs8KxqMMBHHldcO1gt3XdjgHESKyRuuZFNwowHr1MFhi&#10;rv2VP+lSxlokCIccFZgY21zKUBlyGEa+JU7eyXcOY5JdLXWH1wR3Vk6ybCYdNpwWDLb0bqg6l99O&#10;waZs7WRXmLdw2H8cj7b42dJho9TTY/+6ABGpj/fwf7vQCp6nLzP4e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NOh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ikrcQA&#10;AADdAAAADwAAAGRycy9kb3ducmV2LnhtbESPzYvCMBTE74L/Q3gLe9NkP7BSjSLLCsKe/Dp4eyTP&#10;trvNS2mytv73RhA8DjPzG2a+7F0tLtSGyrOGt7ECQWy8rbjQcNivR1MQISJbrD2ThisFWC6Ggznm&#10;1ne8pcsuFiJBOOSooYyxyaUMpiSHYewb4uSdfeswJtkW0rbYJbir5btSE+mw4rRQYkNfJZm/3b/T&#10;8LuWP94oNMfDsdvY7PQ9oVpp/frSr2YgIvXxGX60N1bDx2eWwf1Neg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IpK3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6S8cIA&#10;AADdAAAADwAAAGRycy9kb3ducmV2LnhtbERPy4rCMBTdC/5DuII7TUcHlY5RnAFhGHHhA3F5ba5t&#10;aXNTkqidvzcLweXhvOfL1tTiTs6XlhV8DBMQxJnVJecKjof1YAbCB2SNtWVS8E8elotuZ46ptg/e&#10;0X0fchFD2KeooAihSaX0WUEG/dA2xJG7WmcwROhyqR0+Yrip5ShJJtJgybGhwIZ+Csqq/c0oON82&#10;fN2O/1buO5xse/DV6DKrlOr32tUXiEBteItf7l+tYPw5jXPjm/gE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TpLx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iNuMgA&#10;AADdAAAADwAAAGRycy9kb3ducmV2LnhtbESPT2sCMRTE74LfITyhN83WWv+sRqlCwUtBrQe9PTev&#10;u4ubl20Sde2nbwpCj8PM/IaZLRpTiSs5X1pW8NxLQBBnVpecK9h/vnfHIHxA1lhZJgV38rCYt1sz&#10;TLW98Zauu5CLCGGfooIihDqV0mcFGfQ9WxNH78s6gyFKl0vt8BbhppL9JBlKgyXHhQJrWhWUnXcX&#10;o2A5GS+/NwP++NmejnQ8nM6vfZco9dRp3qYgAjXhP/xor7WCl8FoAn9v4hO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mI24yAAAAN0AAAAPAAAAAAAAAAAAAAAAAJgCAABk&#10;cnMvZG93bnJldi54bWxQSwUGAAAAAAQABAD1AAAAjQMAAAAA&#10;" fillcolor="black" stroked="f"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uuA8IA&#10;AADdAAAADwAAAGRycy9kb3ducmV2LnhtbERPyWrDMBC9F/IPYgK9NXKaUoIbJZhAaOjJ2eh1Yk0t&#10;U2tkJEVx/746FHp8vH21GW0vEvnQOVYwnxUgiBunO24VnE+7pyWIEJE19o5JwQ8F2KwnDysstbvz&#10;gdIxtiKHcChRgYlxKKUMjSGLYeYG4sx9OW8xZuhbqT3ec7jt5XNRvEqLHecGgwNtDTXfx5tVkK7b&#10;ulqkz2QOH75qvavfL9daqcfpWL2BiDTGf/Gfe68VLF6WeX9+k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C64D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DrascA&#10;AADdAAAADwAAAGRycy9kb3ducmV2LnhtbESPQUvDQBSE74X+h+UVvLWbVCk1zaZIqaJeqmlBj4/s&#10;azaYfRuyaxr99a4geBxm5hsm3462FQP1vnGsIF0kIIgrpxuuFZyO9/M1CB+QNbaOScEXedgW00mO&#10;mXYXfqWhDLWIEPYZKjAhdJmUvjJk0S9cRxy9s+sthij7WuoeLxFuW7lMkpW02HBcMNjRzlD1UX5a&#10;BT7d7d+e7fft8P5g+FA+mdVLbZS6mo13GxCBxvAf/ms/agXXN+sUft/EJy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A62r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60C3E" w:rsidRDefault="00F60C3E" w:rsidP="00F60C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60C3E" w:rsidRDefault="00F60C3E" w:rsidP="00F60C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0C3E" w:rsidRDefault="00F60C3E" w:rsidP="00F60C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0C3E" w:rsidRDefault="00F60C3E" w:rsidP="00F60C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0C3E" w:rsidRDefault="00F60C3E" w:rsidP="00F60C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0C3E" w:rsidRDefault="00F60C3E" w:rsidP="00F60C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60C3E" w:rsidRDefault="00F60C3E" w:rsidP="00F60C3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60C3E" w:rsidRDefault="00F60C3E" w:rsidP="00F60C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60C3E" w:rsidRDefault="00F60C3E" w:rsidP="00F60C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60C3E" w:rsidRDefault="00F60C3E" w:rsidP="00F60C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0C3E" w:rsidRDefault="00F60C3E" w:rsidP="00F60C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60C3E" w:rsidRDefault="00F60C3E" w:rsidP="00F60C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0C3E" w:rsidRDefault="00F60C3E" w:rsidP="00F60C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60C3E" w:rsidRDefault="00F60C3E" w:rsidP="00F60C3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0C3E" w:rsidRDefault="00F60C3E" w:rsidP="00F60C3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F60C3E" w:rsidRDefault="00F60C3E" w:rsidP="00F60C3E">
      <w:pPr>
        <w:pStyle w:val="24"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</w:rPr>
      </w:pPr>
    </w:p>
    <w:p w:rsidR="00F60C3E" w:rsidRDefault="00F60C3E" w:rsidP="00F60C3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громадянам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одноразової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допомоги</w:t>
      </w:r>
      <w:proofErr w:type="spellEnd"/>
    </w:p>
    <w:p w:rsidR="00F60C3E" w:rsidRDefault="00F60C3E" w:rsidP="00F60C3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0C3E" w:rsidRDefault="00F60C3E" w:rsidP="00F60C3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ст.25,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ст.42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поданими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жителів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бюджету 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№ 4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23.12.2020 року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на 2021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№ 9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27.11.2020 року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одноразової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жителям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на 2021 – 2023 роки » 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F60C3E" w:rsidRDefault="00F60C3E" w:rsidP="00F60C3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C3E" w:rsidRDefault="00F60C3E" w:rsidP="00F60C3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F60C3E" w:rsidRDefault="00F60C3E" w:rsidP="00F60C3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Поліщуку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Феодосію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Микитовичу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F60C3E" w:rsidRDefault="00F60C3E" w:rsidP="00F60C3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Груша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Валентині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Ростиславівні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</w:p>
    <w:p w:rsidR="00F60C3E" w:rsidRDefault="00F60C3E" w:rsidP="00F60C3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Зощук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Станіславовичу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F60C3E" w:rsidRDefault="00F60C3E" w:rsidP="00F60C3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 Стеценко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</w:p>
    <w:p w:rsidR="00F60C3E" w:rsidRDefault="00F60C3E" w:rsidP="00F60C3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Троцюк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Феодосійовичу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F60C3E" w:rsidRDefault="00F60C3E" w:rsidP="00F60C3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Троцюк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</w:t>
      </w:r>
    </w:p>
    <w:p w:rsidR="00F60C3E" w:rsidRDefault="00F60C3E" w:rsidP="00F60C3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Поліщук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Дмитру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F60C3E" w:rsidRDefault="00F60C3E" w:rsidP="00F60C3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Аліксюку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Віктору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</w:t>
      </w:r>
    </w:p>
    <w:p w:rsidR="00F60C3E" w:rsidRDefault="00F60C3E" w:rsidP="00F60C3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2.Відділу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бухгалтерського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обл</w:t>
      </w:r>
      <w:proofErr w:type="gramEnd"/>
      <w:r>
        <w:rPr>
          <w:rFonts w:ascii="Times New Roman" w:hAnsi="Times New Roman" w:cs="Times New Roman"/>
          <w:sz w:val="24"/>
          <w:szCs w:val="24"/>
        </w:rPr>
        <w:t>іку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здійснити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виплату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вищеназваним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60C3E" w:rsidRDefault="00F60C3E" w:rsidP="00F60C3E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F60C3E" w:rsidRPr="00F60C3E" w:rsidRDefault="00F60C3E" w:rsidP="00F60C3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6C18BC" w:rsidRPr="00F60C3E" w:rsidRDefault="00F60C3E" w:rsidP="00F60C3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sectPr w:rsidR="006C18BC" w:rsidRPr="00F60C3E" w:rsidSect="00F60C3E">
      <w:pgSz w:w="12240" w:h="15840"/>
      <w:pgMar w:top="1440" w:right="1440" w:bottom="70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59C" w:rsidRDefault="004B259C">
      <w:pPr>
        <w:spacing w:after="0" w:line="240" w:lineRule="auto"/>
      </w:pPr>
      <w:r>
        <w:separator/>
      </w:r>
    </w:p>
  </w:endnote>
  <w:endnote w:type="continuationSeparator" w:id="0">
    <w:p w:rsidR="004B259C" w:rsidRDefault="004B2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59C" w:rsidRDefault="004B259C">
      <w:pPr>
        <w:spacing w:after="0" w:line="240" w:lineRule="auto"/>
      </w:pPr>
      <w:r>
        <w:separator/>
      </w:r>
    </w:p>
  </w:footnote>
  <w:footnote w:type="continuationSeparator" w:id="0">
    <w:p w:rsidR="004B259C" w:rsidRDefault="004B25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C3E"/>
    <w:rsid w:val="004B259C"/>
    <w:rsid w:val="006C18BC"/>
    <w:rsid w:val="00F6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C3E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60C3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60C3E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60C3E"/>
    <w:rPr>
      <w:rFonts w:ascii="Consolas" w:eastAsiaTheme="minorEastAsia" w:hAnsi="Consolas"/>
      <w:sz w:val="20"/>
      <w:szCs w:val="20"/>
    </w:rPr>
  </w:style>
  <w:style w:type="character" w:customStyle="1" w:styleId="afe">
    <w:name w:val="Основной текст_"/>
    <w:link w:val="24"/>
    <w:locked/>
    <w:rsid w:val="00F60C3E"/>
    <w:rPr>
      <w:spacing w:val="8"/>
      <w:shd w:val="clear" w:color="auto" w:fill="FFFFFF"/>
    </w:rPr>
  </w:style>
  <w:style w:type="paragraph" w:customStyle="1" w:styleId="24">
    <w:name w:val="Основной текст2"/>
    <w:basedOn w:val="a"/>
    <w:link w:val="afe"/>
    <w:rsid w:val="00F60C3E"/>
    <w:pPr>
      <w:widowControl w:val="0"/>
      <w:shd w:val="clear" w:color="auto" w:fill="FFFFFF"/>
      <w:spacing w:before="300" w:after="0" w:line="315" w:lineRule="exact"/>
      <w:jc w:val="both"/>
    </w:pPr>
    <w:rPr>
      <w:rFonts w:eastAsiaTheme="minorHAnsi"/>
      <w:spacing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C3E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60C3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60C3E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60C3E"/>
    <w:rPr>
      <w:rFonts w:ascii="Consolas" w:eastAsiaTheme="minorEastAsia" w:hAnsi="Consolas"/>
      <w:sz w:val="20"/>
      <w:szCs w:val="20"/>
    </w:rPr>
  </w:style>
  <w:style w:type="character" w:customStyle="1" w:styleId="afe">
    <w:name w:val="Основной текст_"/>
    <w:link w:val="24"/>
    <w:locked/>
    <w:rsid w:val="00F60C3E"/>
    <w:rPr>
      <w:spacing w:val="8"/>
      <w:shd w:val="clear" w:color="auto" w:fill="FFFFFF"/>
    </w:rPr>
  </w:style>
  <w:style w:type="paragraph" w:customStyle="1" w:styleId="24">
    <w:name w:val="Основной текст2"/>
    <w:basedOn w:val="a"/>
    <w:link w:val="afe"/>
    <w:rsid w:val="00F60C3E"/>
    <w:pPr>
      <w:widowControl w:val="0"/>
      <w:shd w:val="clear" w:color="auto" w:fill="FFFFFF"/>
      <w:spacing w:before="300" w:after="0" w:line="315" w:lineRule="exact"/>
      <w:jc w:val="both"/>
    </w:pPr>
    <w:rPr>
      <w:rFonts w:eastAsiaTheme="minorHAnsi"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1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2021-01-16T18:02:00Z</dcterms:created>
  <dcterms:modified xsi:type="dcterms:W3CDTF">2021-01-16T18:03:00Z</dcterms:modified>
</cp:coreProperties>
</file>