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E0" w:rsidRDefault="004D14E0" w:rsidP="004D14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14E0" w:rsidRDefault="004D14E0" w:rsidP="004D14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r w:rsidR="00FF1D9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D14E0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FF1D91" w:rsidRDefault="00653651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05</w:t>
      </w:r>
      <w:bookmarkStart w:id="0" w:name="_GoBack"/>
      <w:bookmarkEnd w:id="0"/>
      <w:r w:rsidR="004D14E0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="00FF1D9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10</w:t>
      </w:r>
      <w:r w:rsidR="004D14E0"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Крупець                                                       </w:t>
      </w:r>
      <w:r w:rsidR="00FF1D91">
        <w:rPr>
          <w:rFonts w:ascii="Times New Roman" w:eastAsia="Arial Unicode MS" w:hAnsi="Times New Roman"/>
          <w:color w:val="000000"/>
          <w:sz w:val="24"/>
          <w:szCs w:val="24"/>
        </w:rPr>
        <w:t>№</w:t>
      </w:r>
      <w:r w:rsidR="00FF1D9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</w:t>
      </w:r>
    </w:p>
    <w:p w:rsidR="004D14E0" w:rsidRPr="00FF7551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Про  внесення змін до рішення </w:t>
      </w:r>
      <w:proofErr w:type="spellStart"/>
      <w:r w:rsidRPr="00344573">
        <w:rPr>
          <w:sz w:val="24"/>
          <w:szCs w:val="24"/>
        </w:rPr>
        <w:t>Крупецької</w:t>
      </w:r>
      <w:proofErr w:type="spellEnd"/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сільської ради від 22 жовтня 2019 №14 «Про 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структуру та загальну чисельність апарату</w:t>
      </w:r>
    </w:p>
    <w:p w:rsidR="004D14E0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ради, її виконавчих органів та </w:t>
      </w:r>
      <w:r w:rsidRPr="00344573">
        <w:rPr>
          <w:bCs w:val="0"/>
          <w:sz w:val="24"/>
          <w:szCs w:val="24"/>
        </w:rPr>
        <w:t>штатний розпис</w:t>
      </w:r>
      <w:r w:rsidRPr="00344573">
        <w:rPr>
          <w:sz w:val="24"/>
          <w:szCs w:val="24"/>
        </w:rPr>
        <w:t>»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</w:p>
    <w:p w:rsidR="004D14E0" w:rsidRPr="00993CAA" w:rsidRDefault="004D14E0" w:rsidP="004D14E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3CAA"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першої статті 26 Закону України «Про місцеве самоврядування в Україні», 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>Постанови Кабінету Міністрів України №268 від 09.03.2006 року «</w:t>
      </w:r>
      <w:r w:rsidRPr="00993C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 xml:space="preserve">» (із змінами), Наказу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(із змінами), </w:t>
      </w:r>
      <w:r w:rsidRPr="00993CAA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4D14E0" w:rsidRPr="002542AC" w:rsidRDefault="004D14E0" w:rsidP="004D14E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542AC">
        <w:rPr>
          <w:rFonts w:ascii="Times New Roman" w:hAnsi="Times New Roman" w:cs="Times New Roman"/>
          <w:sz w:val="24"/>
          <w:szCs w:val="24"/>
        </w:rPr>
        <w:t xml:space="preserve">1.Внести  зміни до рішення </w:t>
      </w:r>
      <w:proofErr w:type="spellStart"/>
      <w:r w:rsidRPr="002542A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542AC">
        <w:rPr>
          <w:rFonts w:ascii="Times New Roman" w:hAnsi="Times New Roman" w:cs="Times New Roman"/>
          <w:sz w:val="24"/>
          <w:szCs w:val="24"/>
        </w:rPr>
        <w:t xml:space="preserve"> сільської ради від 22 жовтня 2019 року №14 «Про структуру та загальну чисельність апарату ради, її виконавчих органів та штатний розпис» , а саме:</w:t>
      </w:r>
    </w:p>
    <w:p w:rsidR="004D14E0" w:rsidRPr="002542AC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2AC">
        <w:rPr>
          <w:rFonts w:ascii="Times New Roman" w:hAnsi="Times New Roman" w:cs="Times New Roman"/>
          <w:sz w:val="24"/>
          <w:szCs w:val="24"/>
        </w:rPr>
        <w:t xml:space="preserve">         1.1.Викласти підпункт 1.1 пункту 1 в новій редакції: «Загальну чисельність апарату ради та її виконавчих органів в кількості  </w:t>
      </w:r>
      <w:r w:rsidR="00FF1D91">
        <w:rPr>
          <w:rFonts w:ascii="Times New Roman" w:hAnsi="Times New Roman" w:cs="Times New Roman"/>
          <w:sz w:val="24"/>
          <w:szCs w:val="24"/>
        </w:rPr>
        <w:t>4</w:t>
      </w:r>
      <w:r w:rsidR="00FF1D91" w:rsidRPr="00FF1D91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2542AC">
        <w:rPr>
          <w:rFonts w:ascii="Times New Roman" w:hAnsi="Times New Roman" w:cs="Times New Roman"/>
          <w:sz w:val="24"/>
          <w:szCs w:val="24"/>
        </w:rPr>
        <w:t xml:space="preserve"> штатних одиниць».</w:t>
      </w:r>
    </w:p>
    <w:p w:rsidR="004D14E0" w:rsidRPr="002542AC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2542AC">
        <w:rPr>
          <w:rFonts w:ascii="Times New Roman" w:hAnsi="Times New Roman" w:cs="Times New Roman"/>
          <w:sz w:val="24"/>
          <w:szCs w:val="24"/>
          <w:lang w:val="ru-RU"/>
        </w:rPr>
        <w:t>1.2.</w:t>
      </w:r>
      <w:r w:rsidRPr="002542AC">
        <w:rPr>
          <w:rFonts w:ascii="Times New Roman" w:hAnsi="Times New Roman" w:cs="Times New Roman"/>
          <w:sz w:val="24"/>
          <w:szCs w:val="24"/>
        </w:rPr>
        <w:t xml:space="preserve">Викласти додаток 1 «Структура апарату </w:t>
      </w:r>
      <w:proofErr w:type="spellStart"/>
      <w:r w:rsidRPr="002542A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542AC">
        <w:rPr>
          <w:rFonts w:ascii="Times New Roman" w:hAnsi="Times New Roman" w:cs="Times New Roman"/>
          <w:sz w:val="24"/>
          <w:szCs w:val="24"/>
        </w:rPr>
        <w:t xml:space="preserve"> сільської ради, її виконавчих органі</w:t>
      </w:r>
      <w:proofErr w:type="gramStart"/>
      <w:r w:rsidRPr="002542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42AC">
        <w:rPr>
          <w:rFonts w:ascii="Times New Roman" w:hAnsi="Times New Roman" w:cs="Times New Roman"/>
          <w:sz w:val="24"/>
          <w:szCs w:val="24"/>
        </w:rPr>
        <w:t>» в новій редакції, що додається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14E0" w:rsidRDefault="004D14E0" w:rsidP="004D14E0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  <w:r w:rsidRPr="00B4074E">
        <w:rPr>
          <w:rFonts w:eastAsiaTheme="minorEastAsia"/>
          <w:b w:val="0"/>
          <w:bCs w:val="0"/>
          <w:sz w:val="24"/>
          <w:szCs w:val="24"/>
        </w:rPr>
        <w:t xml:space="preserve">2. </w:t>
      </w:r>
      <w:r w:rsidRPr="00F615CA"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 w:rsidR="00FF1D91" w:rsidRPr="00FF1D91">
        <w:rPr>
          <w:b w:val="0"/>
          <w:sz w:val="24"/>
          <w:szCs w:val="24"/>
          <w:lang w:val="ru-RU"/>
        </w:rPr>
        <w:t xml:space="preserve"> </w:t>
      </w:r>
      <w:r w:rsidRPr="00F615CA">
        <w:rPr>
          <w:b w:val="0"/>
          <w:bCs w:val="0"/>
          <w:sz w:val="24"/>
          <w:szCs w:val="24"/>
        </w:rPr>
        <w:t>з питань прав людини, законності, депутатської ді</w:t>
      </w:r>
      <w:r>
        <w:rPr>
          <w:b w:val="0"/>
          <w:bCs w:val="0"/>
          <w:sz w:val="24"/>
          <w:szCs w:val="24"/>
        </w:rPr>
        <w:t>яльності, етики та регламенту (</w:t>
      </w:r>
      <w:r w:rsidR="00FF1D91">
        <w:rPr>
          <w:b w:val="0"/>
          <w:bCs w:val="0"/>
          <w:sz w:val="24"/>
          <w:szCs w:val="24"/>
        </w:rPr>
        <w:t>Кравчук Л.І.)</w:t>
      </w:r>
      <w:r w:rsidR="00FF1D91" w:rsidRPr="00FF1D91">
        <w:rPr>
          <w:b w:val="0"/>
          <w:bCs w:val="0"/>
          <w:sz w:val="24"/>
          <w:szCs w:val="24"/>
          <w:lang w:val="ru-RU"/>
        </w:rPr>
        <w:t xml:space="preserve"> </w:t>
      </w:r>
      <w:r>
        <w:rPr>
          <w:rFonts w:eastAsiaTheme="minorEastAsia"/>
          <w:b w:val="0"/>
          <w:bCs w:val="0"/>
          <w:sz w:val="24"/>
          <w:szCs w:val="24"/>
        </w:rPr>
        <w:t>та</w:t>
      </w:r>
      <w:r w:rsidRPr="00B4074E">
        <w:rPr>
          <w:rFonts w:eastAsiaTheme="minorEastAsia"/>
          <w:b w:val="0"/>
          <w:bCs w:val="0"/>
          <w:sz w:val="24"/>
          <w:szCs w:val="24"/>
        </w:rPr>
        <w:t xml:space="preserve"> сільського голову </w:t>
      </w:r>
      <w:r w:rsidR="00FF1D91">
        <w:rPr>
          <w:rFonts w:eastAsiaTheme="minorEastAsia"/>
          <w:b w:val="0"/>
          <w:bCs w:val="0"/>
          <w:sz w:val="24"/>
          <w:szCs w:val="24"/>
        </w:rPr>
        <w:t xml:space="preserve">Валерія </w:t>
      </w:r>
      <w:proofErr w:type="spellStart"/>
      <w:r w:rsidRPr="00B4074E">
        <w:rPr>
          <w:rFonts w:eastAsiaTheme="minorEastAsia"/>
          <w:b w:val="0"/>
          <w:bCs w:val="0"/>
          <w:sz w:val="24"/>
          <w:szCs w:val="24"/>
        </w:rPr>
        <w:t>Михалюка</w:t>
      </w:r>
      <w:proofErr w:type="spellEnd"/>
      <w:r w:rsidRPr="00B4074E">
        <w:rPr>
          <w:rFonts w:eastAsiaTheme="minorEastAsia"/>
          <w:b w:val="0"/>
          <w:bCs w:val="0"/>
          <w:sz w:val="24"/>
          <w:szCs w:val="24"/>
        </w:rPr>
        <w:t>.</w:t>
      </w:r>
    </w:p>
    <w:p w:rsidR="00FF1D91" w:rsidRDefault="00FF1D91" w:rsidP="004D14E0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</w:p>
    <w:p w:rsidR="00FF1D91" w:rsidRPr="006A21A7" w:rsidRDefault="00FF1D91" w:rsidP="004D14E0">
      <w:pPr>
        <w:pStyle w:val="Pro"/>
        <w:spacing w:after="0" w:line="276" w:lineRule="auto"/>
        <w:ind w:right="-284"/>
        <w:rPr>
          <w:b w:val="0"/>
          <w:bCs w:val="0"/>
          <w:sz w:val="24"/>
          <w:szCs w:val="24"/>
        </w:rPr>
      </w:pPr>
    </w:p>
    <w:p w:rsidR="004D14E0" w:rsidRPr="00EC7498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F1D91" w:rsidRDefault="00FF1D91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4D14E0" w:rsidRPr="00FF7551" w:rsidRDefault="00FF1D91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4D14E0" w:rsidRPr="00FF7551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Pr="00FF755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F7551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4D14E0" w:rsidRPr="00FF7551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103" w:right="-284"/>
        <w:rPr>
          <w:rFonts w:eastAsiaTheme="minorEastAsia"/>
          <w:b w:val="0"/>
          <w:bCs w:val="0"/>
          <w:sz w:val="24"/>
          <w:szCs w:val="24"/>
        </w:rPr>
      </w:pPr>
      <w:r w:rsidRPr="00FF7551">
        <w:rPr>
          <w:rFonts w:eastAsiaTheme="minorEastAsia"/>
          <w:b w:val="0"/>
          <w:bCs w:val="0"/>
          <w:sz w:val="24"/>
          <w:szCs w:val="24"/>
        </w:rPr>
        <w:t>(у редакції рішення в</w:t>
      </w:r>
      <w:r>
        <w:rPr>
          <w:rFonts w:eastAsiaTheme="minorEastAsia"/>
          <w:b w:val="0"/>
          <w:bCs w:val="0"/>
          <w:sz w:val="24"/>
          <w:szCs w:val="24"/>
        </w:rPr>
        <w:t xml:space="preserve">ід </w:t>
      </w:r>
      <w:r w:rsidR="00FF1D91">
        <w:rPr>
          <w:rFonts w:eastAsiaTheme="minorEastAsia"/>
          <w:b w:val="0"/>
          <w:bCs w:val="0"/>
          <w:sz w:val="24"/>
          <w:szCs w:val="24"/>
        </w:rPr>
        <w:t>07.10</w:t>
      </w:r>
      <w:r>
        <w:rPr>
          <w:rFonts w:eastAsiaTheme="minorEastAsia"/>
          <w:b w:val="0"/>
          <w:bCs w:val="0"/>
          <w:sz w:val="24"/>
          <w:szCs w:val="24"/>
        </w:rPr>
        <w:t>.2021 року №</w:t>
      </w:r>
      <w:r w:rsidR="00FF1D91">
        <w:rPr>
          <w:rFonts w:eastAsiaTheme="minorEastAsia"/>
          <w:b w:val="0"/>
          <w:bCs w:val="0"/>
          <w:sz w:val="24"/>
          <w:szCs w:val="24"/>
        </w:rPr>
        <w:t>_</w:t>
      </w:r>
      <w:r w:rsidRPr="00FF7551">
        <w:rPr>
          <w:rFonts w:eastAsiaTheme="minorEastAsia"/>
          <w:b w:val="0"/>
          <w:bCs w:val="0"/>
          <w:sz w:val="24"/>
          <w:szCs w:val="24"/>
        </w:rPr>
        <w:t>)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4D14E0" w:rsidRPr="00FF7551" w:rsidRDefault="004D14E0" w:rsidP="004D14E0">
      <w:pPr>
        <w:spacing w:after="0"/>
        <w:rPr>
          <w:rFonts w:ascii="Times New Roman" w:hAnsi="Times New Roman" w:cs="Times New Roman"/>
          <w:caps/>
          <w:sz w:val="24"/>
          <w:szCs w:val="24"/>
        </w:rPr>
      </w:pP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1D91"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4D14E0" w:rsidRPr="00FF1D91" w:rsidRDefault="004D14E0" w:rsidP="004D14E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1D91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Сільський голова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Секретар сільської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Заступник сільського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голови  з питань діяльності виконавчих органів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Керуючий справами (секретар) виконавчого комітету сільської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Старости</w:t>
      </w:r>
    </w:p>
    <w:p w:rsidR="004D14E0" w:rsidRPr="00FF1D9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:rsidR="004D14E0" w:rsidRPr="00FF1D9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1D91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Загальний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бухгалтерського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обліку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 xml:space="preserve">з організаційно </w:t>
      </w:r>
      <w:r w:rsidR="00FF1D91">
        <w:rPr>
          <w:rFonts w:ascii="Times New Roman" w:hAnsi="Times New Roman"/>
          <w:color w:val="auto"/>
          <w:sz w:val="24"/>
          <w:szCs w:val="24"/>
        </w:rPr>
        <w:t>–</w:t>
      </w:r>
      <w:r w:rsidRPr="00FF1D91">
        <w:rPr>
          <w:rFonts w:ascii="Times New Roman" w:hAnsi="Times New Roman"/>
          <w:color w:val="auto"/>
          <w:sz w:val="24"/>
          <w:szCs w:val="24"/>
        </w:rPr>
        <w:t xml:space="preserve"> кадрової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роботи</w:t>
      </w:r>
    </w:p>
    <w:p w:rsidR="004D14E0" w:rsidRPr="00FF1D91" w:rsidRDefault="004D14E0" w:rsidP="004D14E0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/>
          <w:color w:val="auto"/>
          <w:sz w:val="24"/>
          <w:szCs w:val="24"/>
        </w:rPr>
      </w:pP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smallCaps/>
          <w:sz w:val="24"/>
          <w:szCs w:val="24"/>
        </w:rPr>
      </w:pPr>
      <w:r w:rsidRPr="00FF1D91">
        <w:rPr>
          <w:rFonts w:ascii="Times New Roman" w:hAnsi="Times New Roman" w:cs="Times New Roman"/>
          <w:b/>
          <w:smallCaps/>
          <w:sz w:val="24"/>
          <w:szCs w:val="24"/>
        </w:rPr>
        <w:t>Відділи та інші структурні підрозділи виконавчого комітету: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hanging="284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комунальної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власності, охорони навколишнього середовища та земельних відносин;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 xml:space="preserve">Відділ освіти, культури, молоді, спорту та соціального захисту населення; 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 з питань організації надання адміністративних послуг;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Будинки культури, клуби;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Бібліотеки;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Соціальні робітники;</w:t>
      </w:r>
    </w:p>
    <w:p w:rsidR="004D14E0" w:rsidRPr="00FF1D9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8.  Працівники позашкільної освіти;</w:t>
      </w:r>
    </w:p>
    <w:p w:rsidR="004D14E0" w:rsidRPr="00FF1D91" w:rsidRDefault="004D14E0" w:rsidP="004D14E0">
      <w:pPr>
        <w:tabs>
          <w:tab w:val="left" w:pos="284"/>
          <w:tab w:val="left" w:pos="426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9.  Обслуговуючий персонал.</w:t>
      </w:r>
    </w:p>
    <w:p w:rsidR="004D14E0" w:rsidRPr="00FF1D91" w:rsidRDefault="004D14E0" w:rsidP="004D14E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ab/>
      </w: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1D91"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4D14E0" w:rsidRPr="00FF1D91" w:rsidRDefault="004D14E0" w:rsidP="004D14E0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1.Фінансовий відділ</w:t>
      </w: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2.Служба у справах дітей</w:t>
      </w:r>
    </w:p>
    <w:p w:rsidR="00FF1D91" w:rsidRPr="00FF1D91" w:rsidRDefault="00FF1D91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Відділ містобудування та архітектури</w:t>
      </w:r>
    </w:p>
    <w:p w:rsidR="00FF1D91" w:rsidRDefault="00FF1D91" w:rsidP="004D14E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344573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Додаток 2</w:t>
      </w:r>
    </w:p>
    <w:p w:rsidR="004D14E0" w:rsidRPr="00DD419D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caps/>
          <w:sz w:val="24"/>
          <w:szCs w:val="24"/>
        </w:rPr>
      </w:pPr>
      <w:r w:rsidRPr="00DD419D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4D14E0" w:rsidRPr="00240217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Pr="0024021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217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</w:p>
    <w:p w:rsidR="004D14E0" w:rsidRPr="00240217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4D14E0" w:rsidRPr="00FF1D91" w:rsidRDefault="004D14E0" w:rsidP="00FF1D91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 w:right="-284"/>
        <w:rPr>
          <w:rFonts w:eastAsiaTheme="minorEastAsia"/>
          <w:b w:val="0"/>
          <w:bCs w:val="0"/>
          <w:sz w:val="24"/>
          <w:szCs w:val="24"/>
        </w:rPr>
      </w:pPr>
      <w:r>
        <w:rPr>
          <w:rFonts w:eastAsiaTheme="minorEastAsia"/>
          <w:b w:val="0"/>
          <w:bCs w:val="0"/>
          <w:sz w:val="24"/>
          <w:szCs w:val="24"/>
        </w:rPr>
        <w:t xml:space="preserve">(у редакції рішення від </w:t>
      </w:r>
      <w:r w:rsidR="00FF1D91">
        <w:rPr>
          <w:rFonts w:eastAsiaTheme="minorEastAsia"/>
          <w:b w:val="0"/>
          <w:bCs w:val="0"/>
          <w:sz w:val="24"/>
          <w:szCs w:val="24"/>
        </w:rPr>
        <w:t>07</w:t>
      </w:r>
      <w:r>
        <w:rPr>
          <w:rFonts w:eastAsiaTheme="minorEastAsia"/>
          <w:b w:val="0"/>
          <w:bCs w:val="0"/>
          <w:sz w:val="24"/>
          <w:szCs w:val="24"/>
        </w:rPr>
        <w:t>.</w:t>
      </w:r>
      <w:r w:rsidR="00FF1D91">
        <w:rPr>
          <w:rFonts w:eastAsiaTheme="minorEastAsia"/>
          <w:b w:val="0"/>
          <w:bCs w:val="0"/>
          <w:sz w:val="24"/>
          <w:szCs w:val="24"/>
        </w:rPr>
        <w:t>10</w:t>
      </w:r>
      <w:r>
        <w:rPr>
          <w:rFonts w:eastAsiaTheme="minorEastAsia"/>
          <w:b w:val="0"/>
          <w:bCs w:val="0"/>
          <w:sz w:val="24"/>
          <w:szCs w:val="24"/>
        </w:rPr>
        <w:t>.</w:t>
      </w:r>
      <w:r w:rsidRPr="00240217">
        <w:rPr>
          <w:rFonts w:eastAsiaTheme="minorEastAsia"/>
          <w:b w:val="0"/>
          <w:bCs w:val="0"/>
          <w:sz w:val="24"/>
          <w:szCs w:val="24"/>
        </w:rPr>
        <w:t>202</w:t>
      </w:r>
      <w:r>
        <w:rPr>
          <w:rFonts w:eastAsiaTheme="minorEastAsia"/>
          <w:b w:val="0"/>
          <w:bCs w:val="0"/>
          <w:sz w:val="24"/>
          <w:szCs w:val="24"/>
        </w:rPr>
        <w:t>1 року №</w:t>
      </w:r>
      <w:r w:rsidR="00FF1D91">
        <w:rPr>
          <w:rFonts w:eastAsiaTheme="minorEastAsia"/>
          <w:b w:val="0"/>
          <w:bCs w:val="0"/>
          <w:sz w:val="24"/>
          <w:szCs w:val="24"/>
        </w:rPr>
        <w:t>__</w:t>
      </w:r>
      <w:r w:rsidRPr="00240217">
        <w:rPr>
          <w:rFonts w:eastAsiaTheme="minorEastAsia"/>
          <w:b w:val="0"/>
          <w:bCs w:val="0"/>
          <w:sz w:val="24"/>
          <w:szCs w:val="24"/>
        </w:rPr>
        <w:t>)</w:t>
      </w:r>
    </w:p>
    <w:p w:rsidR="00FF1D91" w:rsidRDefault="00FF1D91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D91" w:rsidRDefault="00FF1D91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ОРГАНІВ</w:t>
      </w: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0"/>
        <w:gridCol w:w="24"/>
        <w:gridCol w:w="6807"/>
        <w:gridCol w:w="2230"/>
      </w:tblGrid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</w:tr>
      <w:tr w:rsidR="004D14E0" w:rsidRPr="00344573" w:rsidTr="008E0952">
        <w:trPr>
          <w:trHeight w:val="45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Керуючий справами (секретар) 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14E0" w:rsidRPr="00344573" w:rsidTr="008E0952">
        <w:trPr>
          <w:trHeight w:val="301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78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14E0" w:rsidRPr="00344573" w:rsidTr="008E0952">
        <w:trPr>
          <w:trHeight w:val="383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14E0" w:rsidRPr="00344573" w:rsidTr="008E095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з організаційно-кадрової роботи</w:t>
            </w:r>
          </w:p>
        </w:tc>
      </w:tr>
      <w:tr w:rsidR="004D14E0" w:rsidRPr="00344573" w:rsidTr="008E0952"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ED6D25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25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14E0" w:rsidRPr="00344573" w:rsidTr="008E095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хорони навколишнього середовища та земельних відносин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FF1D91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14E0" w:rsidRPr="00344573" w:rsidTr="008E095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4D14E0" w:rsidRPr="00344573" w:rsidTr="008E0952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14E0" w:rsidRPr="00344573" w:rsidTr="008E095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з питань організації надання адміністративних послуг 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14E0" w:rsidRPr="00344573" w:rsidTr="008E0952">
        <w:trPr>
          <w:trHeight w:val="62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Обслуговуючий персонал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D14E0" w:rsidRPr="00344573" w:rsidTr="008E0952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240217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</w:tr>
      <w:tr w:rsidR="004D14E0" w:rsidRPr="00344573" w:rsidTr="008E0952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Виконавчі органи сільської ради</w:t>
            </w:r>
          </w:p>
        </w:tc>
      </w:tr>
      <w:tr w:rsidR="004D14E0" w:rsidRPr="00344573" w:rsidTr="008E0952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Фінансовий відділ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E0" w:rsidRPr="00344573" w:rsidTr="008E0952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14E0" w:rsidRPr="00344573" w:rsidTr="008E0952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Служба у справах дітей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ED6D25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25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F1D91" w:rsidRPr="00344573" w:rsidTr="008E0952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D91" w:rsidRPr="00FF1D91" w:rsidRDefault="00FF1D91" w:rsidP="00FF1D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D91">
              <w:rPr>
                <w:rFonts w:ascii="Times New Roman" w:hAnsi="Times New Roman" w:cs="Times New Roman"/>
                <w:b/>
                <w:sz w:val="24"/>
                <w:szCs w:val="24"/>
              </w:rPr>
              <w:t>Відділ містобудування та архітектури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D91" w:rsidRPr="00344573" w:rsidRDefault="00FF1D91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91" w:rsidRPr="00344573" w:rsidTr="00FF1D91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D91" w:rsidRPr="00ED6D25" w:rsidRDefault="00FF1D91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D91" w:rsidRPr="00344573" w:rsidRDefault="00FF1D91" w:rsidP="002A1C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D91" w:rsidRPr="00FF1D91" w:rsidRDefault="00FF1D91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1D91" w:rsidRPr="00344573" w:rsidTr="00FF1D91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D91" w:rsidRPr="00ED6D25" w:rsidRDefault="00FF1D91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D91" w:rsidRPr="00344573" w:rsidRDefault="00FF1D91" w:rsidP="002A1C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D91" w:rsidRPr="00C43720" w:rsidRDefault="00C4372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720" w:rsidRPr="00344573" w:rsidTr="0024009C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20" w:rsidRPr="00344573" w:rsidRDefault="00C43720" w:rsidP="00C437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25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20" w:rsidRDefault="00C4372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14E0" w:rsidRPr="00344573" w:rsidTr="008E0952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C4372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4D14E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</w:tbl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4D14E0" w:rsidRDefault="004D14E0" w:rsidP="004D14E0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____________________________________</w:t>
      </w:r>
    </w:p>
    <w:p w:rsidR="004D14E0" w:rsidRDefault="004D14E0" w:rsidP="004D14E0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</w:rPr>
      </w:pP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4D14E0" w:rsidRPr="00C43720" w:rsidRDefault="004D14E0" w:rsidP="00C43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Валерій МИХАЛЮК</w:t>
      </w:r>
    </w:p>
    <w:sectPr w:rsidR="004D14E0" w:rsidRPr="00C43720" w:rsidSect="00FF1D91">
      <w:pgSz w:w="12240" w:h="15840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202" w:rsidRDefault="00985202">
      <w:pPr>
        <w:spacing w:after="0" w:line="240" w:lineRule="auto"/>
      </w:pPr>
      <w:r>
        <w:separator/>
      </w:r>
    </w:p>
  </w:endnote>
  <w:endnote w:type="continuationSeparator" w:id="0">
    <w:p w:rsidR="00985202" w:rsidRDefault="0098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202" w:rsidRDefault="00985202">
      <w:pPr>
        <w:spacing w:after="0" w:line="240" w:lineRule="auto"/>
      </w:pPr>
      <w:r>
        <w:separator/>
      </w:r>
    </w:p>
  </w:footnote>
  <w:footnote w:type="continuationSeparator" w:id="0">
    <w:p w:rsidR="00985202" w:rsidRDefault="00985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E0"/>
    <w:rsid w:val="00345E60"/>
    <w:rsid w:val="004D14E0"/>
    <w:rsid w:val="00653651"/>
    <w:rsid w:val="006D4D9F"/>
    <w:rsid w:val="008079BB"/>
    <w:rsid w:val="00985202"/>
    <w:rsid w:val="009A78E9"/>
    <w:rsid w:val="00A20373"/>
    <w:rsid w:val="00C43720"/>
    <w:rsid w:val="00D150FA"/>
    <w:rsid w:val="00FF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12</TotalTime>
  <Pages>4</Pages>
  <Words>759</Words>
  <Characters>4330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4</cp:revision>
  <cp:lastPrinted>2009-07-13T00:38:00Z</cp:lastPrinted>
  <dcterms:created xsi:type="dcterms:W3CDTF">2021-09-23T08:31:00Z</dcterms:created>
  <dcterms:modified xsi:type="dcterms:W3CDTF">2021-09-28T06:59:00Z</dcterms:modified>
</cp:coreProperties>
</file>