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B3B" w:rsidRPr="008F5204" w:rsidRDefault="00CA0B3B" w:rsidP="00CA0B3B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>ПРОЕКТ</w:t>
      </w:r>
    </w:p>
    <w:p w:rsidR="00CA0B3B" w:rsidRPr="008F5204" w:rsidRDefault="009626B4" w:rsidP="00CA0B3B">
      <w:pPr>
        <w:rPr>
          <w:rFonts w:ascii="Times New Roman" w:hAnsi="Times New Roman" w:cs="Times New Roman"/>
        </w:rPr>
      </w:pPr>
      <w:r w:rsidRPr="009626B4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bn88HkAAI1ZBAAOAAAAZHJzL2Uyb0RvYy54bWzsfW1uJjmS3n8DvoOgnwNUK5nfWZiaxUxX&#10;18DA2B5gXh/gLUlVEqzSW5bUXTVeLGDAR/BF9gZ7hd0b+QkyyCSljIic6p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BZdbn88HkAAI1ZBAAOAAAAAAAAAAAAAAAAAC4CAABkcnMvZTJv&#10;RG9jLnhtbFBLAQItABQABgAIAAAAIQCyHUyb4AAAAAoBAAAPAAAAAAAAAAAAAAAAAEp8AABkcnMv&#10;ZG93bnJldi54bWxQSwUGAAAAAAQABADzAAAAV3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Lfi8UA&#10;AADdAAAADwAAAGRycy9kb3ducmV2LnhtbESPQWvCQBSE7wX/w/IKvdVNE6qSukoQKzkEJLbeH9ln&#10;Epp9G7Krxn/fFQSPw8x8wyzXo+nEhQbXWlbwMY1AEFdWt1wr+P35fl+AcB5ZY2eZFNzIwXo1eVli&#10;qu2VS7ocfC0ChF2KChrv+1RKVzVk0E1tTxy8kx0M+iCHWuoBrwFuOhlH0UwabDksNNjTpqHq73A2&#10;Cmyyy4tjHZfJluees/3idBwLpd5ex+wLhKfRP8OPdq4VzD6TBO5vwhO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ot+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2D8ckA&#10;AADdAAAADwAAAGRycy9kb3ducmV2LnhtbESPQUsDMRSE74L/ITzBS7HZal3r2rRIYWv1ILQKvT42&#10;z83azcuSxHbbX2+EgsdhZr5hpvPetmJPPjSOFYyGGQjiyumGawWfH+XNBESIyBpbx6TgSAHms8uL&#10;KRbaHXhN+02sRYJwKFCBibErpAyVIYth6Dri5H05bzEm6WupPR4S3LbyNstyabHhtGCwo4Wharf5&#10;sQq+y3ezXTycln7wuKbToHx7aV9zpa6v+ucnEJH6+B8+t1daQX5/N4a/N+kJy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l2D8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lEFcIA&#10;AADdAAAADwAAAGRycy9kb3ducmV2LnhtbESP3YrCMBCF7xd8hzCCN4umqyhSjSKiIt6IPw8wNGNT&#10;bCalydr69kYQvDycn48zX7a2FA+qfeFYwd8gAUGcOV1wruB62fanIHxA1lg6JgVP8rBcdH7mmGrX&#10;8Ike55CLOMI+RQUmhCqV0meGLPqBq4ijd3O1xRBlnUtdYxPHbSmHSTKRFguOBIMVrQ1l9/O/jZDj&#10;CI+HW3PZ7lpscHMw/Ls6KdXrtqsZiEBt+IY/7b1WMBmPxv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yUQV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APwsYA&#10;AADdAAAADwAAAGRycy9kb3ducmV2LnhtbESPQUsDMRSE74L/ITzBm81a7SrbpkWqQhE8WAvF22Pz&#10;urt08xKSZ3f9940geBxm5htmsRpdr04UU+fZwO2kAEVce9txY2D3+XrzCCoJssXeMxn4oQSr5eXF&#10;AivrB/6g01YalSGcKjTQioRK61S35DBNfCDO3sFHh5JlbLSNOGS46/W0KErtsOO80GKgdUv1cfvt&#10;DLwPL+HtoZwdwle8n+r0bGW/FmOur8anOSihUf7Df+2NNVDO7kr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APw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d/+cUA&#10;AADdAAAADwAAAGRycy9kb3ducmV2LnhtbESP32rCMBTG74W9QziD3chMt6Ib1SgyVhm9Keoe4NAc&#10;m2JzUpqs7d5+EQZefnx/fnyb3WRbMVDvG8cKXhYJCOLK6YZrBd/n/PkdhA/IGlvHpOCXPOy2D7MN&#10;ZtqNfKThFGoRR9hnqMCE0GVS+sqQRb9wHXH0Lq63GKLsa6l7HOO4beVrkqykxYYjwWBHH4aq6+nH&#10;RkiZYllcxnN+mHDEz8LwfH9U6ulx2q9BBJrCPfzf/tIKVsv0DW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V3/5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M+K8MA&#10;AADdAAAADwAAAGRycy9kb3ducmV2LnhtbERPTUsDMRC9F/wPYQRvNmu1a1mbFqkVROjBKhRvw2a6&#10;u7iZhGTaXf+9OQg9Pt73cj26Xp0pps6zgbtpAYq49rbjxsDX5+vtAlQSZIu9ZzLwSwnWq6vJEivr&#10;B/6g814alUM4VWigFQmV1qluyWGa+kCcuaOPDiXD2Ggbccjhrtezoii1w45zQ4uBNi3VP/uTM7Ab&#10;tuH9sZwfw3d8mOn0YuWwEWNursfnJ1BCo1zE/+43a6Cc3+e5+U1+An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M+K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87zsYA&#10;AADdAAAADwAAAGRycy9kb3ducmV2LnhtbESPQWsCMRSE70L/Q3iFXkrNqijt1igqhAoKoi30+tg8&#10;d5duXpYkdbf/3ggFj8PMfMPMl71txIV8qB0rGA0zEMSFMzWXCr4+9csriBCRDTaOScEfBVguHgZz&#10;zI3r+EiXUyxFgnDIUUEVY5tLGYqKLIaha4mTd3beYkzSl9J47BLcNnKcZTNpsea0UGFLm4qKn9Ov&#10;VbA+dOXEPxfr3u3OH99TrY3ea6WeHvvVO4hIfbyH/9tbo2A2nbzB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87z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7a8AA&#10;AADdAAAADwAAAGRycy9kb3ducmV2LnhtbERPy4rCMBTdD8w/hDvgbpqOqEg1iowURGbj4wMuzbWp&#10;NjclibX+vVkMuDyc93I92Fb05EPjWMFPloMgrpxuuFZwPpXfcxAhImtsHZOCJwVYrz4/llho9+AD&#10;9cdYixTCoUAFJsaukDJUhiyGzHXEibs4bzEm6GupPT5SuG3lOM9n0mLDqcFgR7+GqtvxbhWU+/Ff&#10;f7trX7rNMLE0Ndf51ig1+ho2CxCRhvgW/7t3WsFsOkn705v0BOTq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ju7a8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9EtcYA&#10;AADdAAAADwAAAGRycy9kb3ducmV2LnhtbESPQWsCMRSE7wX/Q3iCF6lZ2yplNYoWQgsVRFvw+tg8&#10;dxc3L0sS3e2/bwpCj8PMfMMs171txI18qB0rmE4yEMSFMzWXCr6/9OMriBCRDTaOScEPBVivBg9L&#10;zI3r+EC3YyxFgnDIUUEVY5tLGYqKLIaJa4mTd3beYkzSl9J47BLcNvIpy+bSYs1pocKW3ioqLser&#10;VbDdd+WzHxfb3n2e308zrY3eaaVGw36zABGpj//he/vDKJjPXqbw9y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9Et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Ah8QA&#10;AADdAAAADwAAAGRycy9kb3ducmV2LnhtbESPwWrDMBBE74H8g9hAb7Fck4TgRg6hxVBKL0n7AYu1&#10;tVxbKyMpjvv3VaGQ4zAzb5jDcbaDmMiHzrGCxywHQdw43XGr4POjXu9BhIiscXBMCn4owLFaLg5Y&#10;anfjM02X2IoE4VCiAhPjWEoZGkMWQ+ZG4uR9OW8xJulbqT3eEtwOssjznbTYcVowONKzoaa/XK2C&#10;+q14n/qr9rU7zRtLW/O9fzFKPazm0xOISHO8h//br1rBbrsp4O9NegKy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lgI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w/OsEA&#10;AADdAAAADwAAAGRycy9kb3ducmV2LnhtbESP0YrCMBRE3wX/IVzBN01dbZFqFBGU9dHqB1yaa1ts&#10;bmqTtfXvN4Lg4zAzZ5j1tje1eFLrKssKZtMIBHFudcWFguvlMFmCcB5ZY22ZFLzIwXYzHKwx1bbj&#10;Mz0zX4gAYZeigtL7JpXS5SUZdFPbEAfvZluDPsi2kLrFLsBNLX+iKJEGKw4LJTa0Lym/Z39GweLV&#10;HR9ZfI8O2tDsNG9O7PNYqfGo361AeOr9N/xp/2oFSbyYw/tNeA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sPzr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e+UsUA&#10;AADdAAAADwAAAGRycy9kb3ducmV2LnhtbESPQWvCQBSE7wX/w/KE3upGiaGmriJKivTURtvzI/tM&#10;QrNvQ3YT47/vCkKPw8x8w6y3o2nEQJ2rLSuYzyIQxIXVNZcKzqfs5RWE88gaG8uk4EYOtpvJ0xpT&#10;ba/8RUPuSxEg7FJUUHnfplK6oiKDbmZb4uBdbGfQB9mVUnd4DXDTyEUUJdJgzWGhwpb2FRW/eW8U&#10;9MnP4syXD/2ZH27vq0O2c/K7VOp5Ou7eQHga/X/40T5qBckyju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175S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hkzscA&#10;AADdAAAADwAAAGRycy9kb3ducmV2LnhtbESPT2vCQBTE70K/w/IK3nTjv2Cjq6ggtD0otfXg7Zl9&#10;Jmmzb2N2q/Hbu0Khx2FmfsNM540pxYVqV1hW0OtGIIhTqwvOFHx9rjtjEM4jaywtk4IbOZjPnlpT&#10;TLS98gdddj4TAcIuQQW591UipUtzMui6tiIO3snWBn2QdSZ1jdcAN6XsR1EsDRYcFnKsaJVT+rP7&#10;NQr223H8sl2+Db/fN0ccGH0+6CJWqv3cLCYgPDX+P/zXftUK4tFwBI834QnI2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4ZM7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I4SsUA&#10;AADdAAAADwAAAGRycy9kb3ducmV2LnhtbESPS4vCQBCE74L/YWhhbzrxFSTrKO6KDzypu7DXJtMm&#10;wUxPyMxq9Nc7guCxqKqvqOm8MaW4UO0Kywr6vQgEcWp1wZmC359VdwLCeWSNpWVScCMH81m7NcVE&#10;2ysf6HL0mQgQdgkqyL2vEildmpNB17MVcfBOtjbog6wzqWu8Brgp5SCKYmmw4LCQY0XfOaXn479R&#10;cI//cO82g6/lUHu6jSZru9uvlfroNItPEJ4a/w6/2lutIB6PYni+CU9Az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kjhK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bOacUA&#10;AADdAAAADwAAAGRycy9kb3ducmV2LnhtbESP0WrCQBRE34X+w3ILfTObSrQas0oRC32rpv2AS/a6&#10;CcnejdlV0359tyD0cZiZM0yxHW0nrjT4xrGC5yQFQVw53bBR8PX5Nl2C8AFZY+eYFHyTh+3mYVJg&#10;rt2Nj3QtgxERwj5HBXUIfS6lr2qy6BPXE0fv5AaLIcrBSD3gLcJtJ2dpupAWG44LNfa0q6lqy4tV&#10;cHazuR7LPX60+9WhMSY7/xwzpZ4ex9c1iEBj+A/f2+9awWKevcD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Bs5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jQc8EA&#10;AADdAAAADwAAAGRycy9kb3ducmV2LnhtbERPPW/CMBDdkfofrKvEBg6lBAgYBEiVWKEdGA/7SALx&#10;OY0NpP31eEBifHrf82VrK3GjxpeOFQz6CQhi7UzJuYKf76/eBIQPyAYrx6TgjzwsF2+dOWbG3XlH&#10;t33IRQxhn6GCIoQ6k9Lrgiz6vquJI3dyjcUQYZNL0+A9httKfiRJKi2WHBsKrGlTkL7sr1bBtjzS&#10;KNWnqZ2s9e7w/xuG47NRqvvermYgArXhJX66t0ZBOvqMc+Ob+AT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40HP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2GHMIA&#10;AADdAAAADwAAAGRycy9kb3ducmV2LnhtbERPXWvCMBR9F/Yfwh34pulEZXZGUUFQnMLc0NdLc9eU&#10;NTelibX+eyMMfDzfnOm8taVoqPaFYwVv/QQEceZ0wbmCn+917x2ED8gaS8ek4EYe5rOXzhRT7a78&#10;Rc0x5CKWsE9RgQmhSqX0mSGLvu8q4qj9utpiiLDOpa7xGsttKQdJMpYWC44LBitaGcr+jheroMHD&#10;LTmb5X6yLT6zwWF52unIq+5ru/gAEagNT/N/eqMVjEfDCTzexCc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/YY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UHPMIA&#10;AADdAAAADwAAAGRycy9kb3ducmV2LnhtbERPTUvDQBC9C/0PyxS82Y2BFondliJUeqzRQ49jdppN&#10;m50Ju2sT/fXuQfD4eN/r7eR7daMQO2EDj4sCFHEjtuPWwMf7/uEJVEzIFnthMvBNEbab2d0aKysj&#10;v9GtTq3KIRwrNOBSGiqtY+PIY1zIQJy5swSPKcPQahtwzOG+12VRrLTHjnODw4FeHDXX+ssbGF+b&#10;z0t5Pln3EwbZ10e5lL0Ycz+fds+gEk3pX/znPlgDq+Uy789v8h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JQc8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LkAMcA&#10;AADdAAAADwAAAGRycy9kb3ducmV2LnhtbESPW2sCMRSE3wv9D+EIfatZBS+sRvFSQUQRL30/3Rx3&#10;tyYnyybq+u+bQqGPw8x8w4ynjTXiTrUvHSvotBMQxJnTJecKzqfV+xCED8gajWNS8CQP08nryxhT&#10;7R58oPsx5CJC2KeooAihSqX0WUEWfdtVxNG7uNpiiLLOpa7xEeHWyG6S9KXFkuNCgRUtCsqux5tV&#10;sNovzXd3d5h9yrD4GHyZ4Wa+3Cr11mpmIxCBmvAf/muvtYJ+r9eB3zfxCcjJ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C5A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e3zsUA&#10;AADdAAAADwAAAGRycy9kb3ducmV2LnhtbESPQYvCMBSE74L/IbwFL7KmKhWpRhFBVFjBdRe8Ppu3&#10;bbF5KU2s9d9vBMHjMDPfMPNla0rRUO0KywqGgwgEcWp1wZmC35/N5xSE88gaS8uk4EEOlotuZ46J&#10;tnf+pubkMxEg7BJUkHtfJVK6NCeDbmAr4uD92dqgD7LOpK7xHuCmlKMomkiDBYeFHCta55ReTzej&#10;oDl+XbJd46r9ddp38fiy3R70WaneR7uagfDU+nf41d5pBZM4HsHzTXg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d7fO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punMgA&#10;AADdAAAADwAAAGRycy9kb3ducmV2LnhtbESPT2sCMRTE7wW/Q3hCbzXrnxVdjaJCoReh2h7q7bl5&#10;7i5uXtYk1dVP3xQKPQ4z8xtmvmxNLa7kfGVZQb+XgCDOra64UPD58foyAeEDssbaMim4k4flovM0&#10;x0zbG+/oug+FiBD2GSooQ2gyKX1ekkHfsw1x9E7WGQxRukJqh7cIN7UcJMlYGqw4LpTY0Kak/Lz/&#10;NgrW08n68j7i7WN3PNDh63hOBy5R6rnbrmYgArXhP/zXftMKxmk6hN838Qn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mm6cyAAAAN0AAAAPAAAAAAAAAAAAAAAAAJgCAABk&#10;cnMvZG93bnJldi54bWxQSwUGAAAAAAQABAD1AAAAjQMAAAAA&#10;" fillcolor="black" stroked="f"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o15scA&#10;AADdAAAADwAAAGRycy9kb3ducmV2LnhtbESPT2vCQBTE74V+h+UVeqsbpQkSXUX7BwrqQduDx2f2&#10;mSzJvg3ZrUY/fVcoeBxm5jfMdN7bRpyo88axguEgAUFcOG24VPDz/fkyBuEDssbGMSm4kIf57PFh&#10;irl2Z97SaRdKESHsc1RQhdDmUvqiIot+4Fri6B1dZzFE2ZVSd3iOcNvIUZJk0qLhuFBhS28VFfXu&#10;1yrYrzIz3hoaHdbX5Ydep/Vy814r9fzULyYgAvXhHv5vf2kFWZq+wu1Nf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aNeb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OuyMYA&#10;AADdAAAADwAAAGRycy9kb3ducmV2LnhtbESPQWsCMRSE74X+h/AK3rrZFlZkaxSpFL140Lb0+ti8&#10;bra7eVmTqKu/3ghCj8PMfMNM54PtxJF8aBwreMlyEMSV0w3XCr4+P54nIEJE1tg5JgVnCjCfPT5M&#10;sdTuxFs67mItEoRDiQpMjH0pZagMWQyZ64mT9+u8xZikr6X2eEpw28nXPB9Liw2nBYM9vRuq2t3B&#10;KvCLn2V74cN3m18257D6G/YTNEqNnobFG4hIQ/wP39trrWBcFAXc3qQn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Ouy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WVDcUA&#10;AADdAAAADwAAAGRycy9kb3ducmV2LnhtbESPUWvCQBCE34X+h2MLfZF6UTCtqacUoVCoCFp/wJrb&#10;JqF3eyG31dhf7wmCj8PMfMPMl7136khdbAIbGI8yUMRlsA1XBvbfH8+voKIgW3SBycCZIiwXD4M5&#10;FjaceEvHnVQqQTgWaKAWaQutY1mTxzgKLXHyfkLnUZLsKm07PCW4d3qSZbn22HBaqLGlVU3l7+7P&#10;G3CTg5t9vcS1nPd6nf172Q431pinx/79DZRQL/fwrf1pDeTTaQ7XN+kJ6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dZUN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U/0sYA&#10;AADdAAAADwAAAGRycy9kb3ducmV2LnhtbESPQWsCMRSE7wX/Q3iF3mq2grasRtGKsBcPXS1en5vn&#10;ZjF5WTapbv31jSD0OMzMN8xs0TsrLtSFxrOCt2EGgrjyuuFawX63ef0AESKyRuuZFPxSgMV88DTD&#10;XPsrf9GljLVIEA45KjAxtrmUoTLkMAx9S5y8k+8cxiS7WuoOrwnurBxl2UQ6bDgtGGzp01B1Ln+c&#10;gnXZ2tG+MKtw+N4ej7a4beiwVurluV9OQUTq43/40S60gsl4/A7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U/0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3kEcAA&#10;AADdAAAADwAAAGRycy9kb3ducmV2LnhtbERPy4rCMBTdC/MP4Q6402QEq3SMIoOCMCtfi9ldkmtb&#10;bW5KE23n781CcHk478Wqd7V4UBsqzxq+xgoEsfG24kLD6bgdzUGEiGyx9kwa/inAavkxWGBufcd7&#10;ehxiIVIIhxw1lDE2uZTBlOQwjH1DnLiLbx3GBNtC2ha7FO5qOVEqkw4rTg0lNvRTkrkd7k7DdSt/&#10;vVFozqdzt7Ozv01GtdJ6+Nmvv0FE6uNb/HLvrIZsOk1z05v0BO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b3kE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jjpMUA&#10;AADdAAAADwAAAGRycy9kb3ducmV2LnhtbESPQWsCMRSE70L/Q3gFb5qtotjVKLZQEIsHtYjH5+a5&#10;u+zmZUmirv/eFASPw8x8w8wWranFlZwvLSv46CcgiDOrS84V/O1/ehMQPiBrrC2Tgjt5WMzfOjNM&#10;tb3xlq67kIsIYZ+igiKEJpXSZwUZ9H3bEEfvbJ3BEKXLpXZ4i3BTy0GSjKXBkuNCgQ19F5RVu4tR&#10;cLz88nkzXC/dVzjYdu+rwWlSKdV9b5dTEIHa8Ao/2yutYDwafcL/m/g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6OOk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Q6VsQA&#10;AADdAAAADwAAAGRycy9kb3ducmV2LnhtbERPz2vCMBS+C/sfwht401TRorVRpiB4GUy3w7y9Ns+2&#10;2Lx0SdRuf/1yGOz48f3ON71pxZ2cbywrmIwTEMSl1Q1XCj7e96MFCB+QNbaWScE3edisnwY5Zto+&#10;+Ej3U6hEDGGfoYI6hC6T0pc1GfRj2xFH7mKdwRChq6R2+IjhppXTJEmlwYZjQ40d7Woqr6ebUbBd&#10;LrZfbzN+/TkWZzp/Ftf51CVKDZ/7lxWIQH34F/+5D1pBOk/j/vgmPg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kOlbEAAAA3QAAAA8AAAAAAAAAAAAAAAAAmAIAAGRycy9k&#10;b3ducmV2LnhtbFBLBQYAAAAABAAEAPUAAACJAwAAAAA=&#10;" fillcolor="black" stroked="f"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RlzMUA&#10;AADdAAAADwAAAGRycy9kb3ducmV2LnhtbESPQUsDMRSE70L/Q3gFbzbbiousTctSKIqnbVW8vm5e&#10;N0s3L0sS0/XfG0HwOMzMN8x6O9lBJPKhd6xguShAELdO99wpeH/b3z2CCBFZ4+CYFHxTgO1mdrPG&#10;SrsrHygdYycyhEOFCkyMYyVlaA1ZDAs3Emfv7LzFmKXvpPZ4zXA7yFVRlNJiz3nB4Eg7Q+3l+GUV&#10;pNOuqe/TZzKHV1933jXPH6dGqdv5VD+BiDTF//Bf+0UrKB/K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GX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EbScYA&#10;AADdAAAADwAAAGRycy9kb3ducmV2LnhtbESPQWvCQBSE7wX/w/KE3upGoUGjq4jYYntpGwU9PrLP&#10;bDD7NmTXmPbXd4VCj8PMfMMsVr2tRUetrxwrGI8SEMSF0xWXCg77l6cpCB+QNdaOScE3eVgtBw8L&#10;zLS78Rd1eShFhLDPUIEJocmk9IUhi37kGuLonV1rMUTZllK3eItwW8tJkqTSYsVxwWBDG0PFJb9a&#10;BX682R7f7c+sO70a/sjfTPpZGqUeh/16DiJQH/7Df+2dVpA+pxO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EbS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A0B3B" w:rsidRDefault="00CA0B3B" w:rsidP="00CA0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A0B3B" w:rsidRPr="008F5204" w:rsidRDefault="00CA0B3B" w:rsidP="00CA0B3B">
      <w:pPr>
        <w:jc w:val="center"/>
        <w:rPr>
          <w:rFonts w:ascii="Times New Roman" w:hAnsi="Times New Roman" w:cs="Times New Roman"/>
          <w:b/>
        </w:rPr>
      </w:pPr>
    </w:p>
    <w:p w:rsidR="00CA0B3B" w:rsidRPr="008F5204" w:rsidRDefault="00CA0B3B" w:rsidP="00CA0B3B">
      <w:pPr>
        <w:jc w:val="center"/>
        <w:rPr>
          <w:rFonts w:ascii="Times New Roman" w:hAnsi="Times New Roman" w:cs="Times New Roman"/>
          <w:b/>
        </w:rPr>
      </w:pPr>
    </w:p>
    <w:p w:rsidR="00CA0B3B" w:rsidRPr="008F5204" w:rsidRDefault="00CA0B3B" w:rsidP="00CA0B3B">
      <w:pPr>
        <w:jc w:val="center"/>
        <w:rPr>
          <w:rFonts w:ascii="Times New Roman" w:hAnsi="Times New Roman" w:cs="Times New Roman"/>
          <w:b/>
        </w:rPr>
      </w:pPr>
    </w:p>
    <w:p w:rsidR="00CA0B3B" w:rsidRPr="008F5204" w:rsidRDefault="00CA0B3B" w:rsidP="00CA0B3B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CA0B3B" w:rsidRPr="008F5204" w:rsidRDefault="00CA0B3B" w:rsidP="00CA0B3B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CA0B3B" w:rsidRPr="008F5204" w:rsidRDefault="00CA0B3B" w:rsidP="00CA0B3B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CA0B3B" w:rsidRPr="008F5204" w:rsidRDefault="00CA0B3B" w:rsidP="00CA0B3B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CA0B3B" w:rsidRPr="008F5204" w:rsidRDefault="00CA0B3B" w:rsidP="00CA0B3B">
      <w:pPr>
        <w:jc w:val="center"/>
        <w:rPr>
          <w:rFonts w:ascii="Times New Roman" w:hAnsi="Times New Roman" w:cs="Times New Roman"/>
          <w:b/>
        </w:rPr>
      </w:pPr>
    </w:p>
    <w:p w:rsidR="00CA0B3B" w:rsidRPr="008F5204" w:rsidRDefault="00CA0B3B" w:rsidP="00CA0B3B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CA0B3B" w:rsidRPr="008F5204" w:rsidRDefault="00CA0B3B" w:rsidP="00CA0B3B">
      <w:pPr>
        <w:jc w:val="center"/>
        <w:rPr>
          <w:rFonts w:ascii="Times New Roman" w:hAnsi="Times New Roman" w:cs="Times New Roman"/>
          <w:b/>
        </w:rPr>
      </w:pPr>
    </w:p>
    <w:p w:rsidR="00CA0B3B" w:rsidRPr="008F5204" w:rsidRDefault="00CA0B3B" w:rsidP="00CA0B3B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CA0B3B" w:rsidRPr="008F5204" w:rsidRDefault="00CA0B3B" w:rsidP="00CA0B3B">
      <w:pPr>
        <w:rPr>
          <w:rFonts w:ascii="Times New Roman" w:hAnsi="Times New Roman" w:cs="Times New Roman"/>
        </w:rPr>
      </w:pPr>
    </w:p>
    <w:p w:rsidR="00CA0B3B" w:rsidRPr="008F5204" w:rsidRDefault="00CA0B3B" w:rsidP="00CA0B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CA0B3B" w:rsidRPr="008F5204" w:rsidRDefault="00CA0B3B" w:rsidP="00CA0B3B">
      <w:pPr>
        <w:tabs>
          <w:tab w:val="left" w:pos="2160"/>
        </w:tabs>
        <w:rPr>
          <w:rFonts w:ascii="Times New Roman" w:hAnsi="Times New Roman" w:cs="Times New Roman"/>
        </w:rPr>
      </w:pPr>
    </w:p>
    <w:p w:rsidR="00CA0B3B" w:rsidRPr="00EF1F94" w:rsidRDefault="00CA0B3B" w:rsidP="00CA0B3B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CA0B3B" w:rsidRPr="00EF1F94" w:rsidRDefault="00CA0B3B" w:rsidP="00CA0B3B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Про затвердження проекту землеустрою</w:t>
      </w:r>
    </w:p>
    <w:p w:rsidR="00CA0B3B" w:rsidRPr="00EF1F94" w:rsidRDefault="00CA0B3B" w:rsidP="00CA0B3B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щодо відведення земельної ділянки  та</w:t>
      </w:r>
    </w:p>
    <w:p w:rsidR="00CA0B3B" w:rsidRPr="00EF1F94" w:rsidRDefault="00CA0B3B" w:rsidP="00CA0B3B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 xml:space="preserve">передачі  її у власність   </w:t>
      </w:r>
      <w:proofErr w:type="spellStart"/>
      <w:r>
        <w:rPr>
          <w:rFonts w:ascii="Times New Roman" w:hAnsi="Times New Roman" w:cs="Times New Roman"/>
          <w:b/>
          <w:color w:val="auto"/>
        </w:rPr>
        <w:t>Троцюк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С.Р.</w:t>
      </w:r>
    </w:p>
    <w:p w:rsidR="00CA0B3B" w:rsidRPr="00EF1F94" w:rsidRDefault="00CA0B3B" w:rsidP="00CA0B3B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</w:p>
    <w:p w:rsidR="00CA0B3B" w:rsidRPr="00EF1F94" w:rsidRDefault="00CA0B3B" w:rsidP="00CA0B3B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CA0B3B" w:rsidRPr="00EF1F94" w:rsidRDefault="00CA0B3B" w:rsidP="00CA0B3B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CA0B3B" w:rsidRPr="00EF1F94" w:rsidRDefault="00CA0B3B" w:rsidP="00CA0B3B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EF1F94">
        <w:rPr>
          <w:rFonts w:ascii="Times New Roman" w:hAnsi="Times New Roman" w:cs="Times New Roman"/>
          <w:color w:val="auto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</w:t>
      </w:r>
      <w:r>
        <w:rPr>
          <w:rFonts w:ascii="Times New Roman" w:hAnsi="Times New Roman" w:cs="Times New Roman"/>
          <w:color w:val="auto"/>
        </w:rPr>
        <w:t xml:space="preserve">ву </w:t>
      </w:r>
      <w:proofErr w:type="spellStart"/>
      <w:r>
        <w:rPr>
          <w:rFonts w:ascii="Times New Roman" w:hAnsi="Times New Roman" w:cs="Times New Roman"/>
          <w:color w:val="auto"/>
        </w:rPr>
        <w:t>Троцюк</w:t>
      </w:r>
      <w:proofErr w:type="spellEnd"/>
      <w:r>
        <w:rPr>
          <w:rFonts w:ascii="Times New Roman" w:hAnsi="Times New Roman" w:cs="Times New Roman"/>
          <w:color w:val="auto"/>
        </w:rPr>
        <w:t xml:space="preserve"> С.Р.</w:t>
      </w:r>
      <w:r w:rsidRPr="00EF1F94">
        <w:rPr>
          <w:rFonts w:ascii="Times New Roman" w:hAnsi="Times New Roman" w:cs="Times New Roman"/>
          <w:color w:val="auto"/>
        </w:rPr>
        <w:t xml:space="preserve">., сільська   рада    </w:t>
      </w:r>
    </w:p>
    <w:p w:rsidR="00CA0B3B" w:rsidRDefault="00CA0B3B" w:rsidP="00CA0B3B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>ВИРІШИЛА:</w:t>
      </w:r>
    </w:p>
    <w:p w:rsidR="00CA0B3B" w:rsidRPr="008F5204" w:rsidRDefault="00CA0B3B" w:rsidP="00CA0B3B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CA0B3B" w:rsidRPr="008F5204" w:rsidRDefault="00CA0B3B" w:rsidP="00CA0B3B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proofErr w:type="spellStart"/>
      <w:r>
        <w:rPr>
          <w:rFonts w:ascii="Times New Roman" w:hAnsi="Times New Roman" w:cs="Times New Roman"/>
        </w:rPr>
        <w:t>Троцюк</w:t>
      </w:r>
      <w:proofErr w:type="spellEnd"/>
      <w:r>
        <w:rPr>
          <w:rFonts w:ascii="Times New Roman" w:hAnsi="Times New Roman" w:cs="Times New Roman"/>
        </w:rPr>
        <w:t xml:space="preserve"> Світлані Ростиславівні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індивідуального садівництва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 w:rsidRPr="008F5204">
        <w:rPr>
          <w:rFonts w:ascii="Times New Roman" w:hAnsi="Times New Roman" w:cs="Times New Roman"/>
        </w:rPr>
        <w:t>площею 0</w:t>
      </w:r>
      <w:r>
        <w:rPr>
          <w:rFonts w:ascii="Times New Roman" w:hAnsi="Times New Roman" w:cs="Times New Roman"/>
        </w:rPr>
        <w:t>.1200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  <w:color w:val="auto"/>
        </w:rPr>
        <w:t>с.Лисиче</w:t>
      </w:r>
      <w:proofErr w:type="spellEnd"/>
      <w:r>
        <w:rPr>
          <w:rFonts w:ascii="Times New Roman" w:hAnsi="Times New Roman" w:cs="Times New Roman"/>
          <w:color w:val="auto"/>
        </w:rPr>
        <w:t>, вулиця Незалежності.</w:t>
      </w:r>
    </w:p>
    <w:p w:rsidR="00CA0B3B" w:rsidRPr="008F5204" w:rsidRDefault="00CA0B3B" w:rsidP="00CA0B3B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Передати </w:t>
      </w:r>
      <w:proofErr w:type="spellStart"/>
      <w:r>
        <w:rPr>
          <w:rFonts w:ascii="Times New Roman" w:hAnsi="Times New Roman" w:cs="Times New Roman"/>
        </w:rPr>
        <w:t>Троцюк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Світланіц</w:t>
      </w:r>
      <w:proofErr w:type="spellEnd"/>
      <w:r>
        <w:rPr>
          <w:rFonts w:ascii="Times New Roman" w:hAnsi="Times New Roman" w:cs="Times New Roman"/>
        </w:rPr>
        <w:t xml:space="preserve"> Ростиславівні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 за адресою: </w:t>
      </w:r>
      <w:r w:rsidR="00853AD4" w:rsidRPr="00853AD4">
        <w:rPr>
          <w:rFonts w:ascii="Times New Roman" w:hAnsi="Times New Roman" w:cs="Times New Roman"/>
          <w:lang w:val="ru-RU"/>
        </w:rPr>
        <w:t>___________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853AD4" w:rsidRPr="00853AD4">
        <w:rPr>
          <w:rFonts w:ascii="Times New Roman" w:hAnsi="Times New Roman" w:cs="Times New Roman"/>
          <w:lang w:val="ru-RU"/>
        </w:rPr>
        <w:t>__________</w:t>
      </w:r>
      <w:r w:rsidRPr="008F5204">
        <w:rPr>
          <w:rFonts w:ascii="Times New Roman" w:hAnsi="Times New Roman" w:cs="Times New Roman"/>
        </w:rPr>
        <w:t>, у власність земельну ділянку, площею 0,</w:t>
      </w:r>
      <w:r>
        <w:rPr>
          <w:rFonts w:ascii="Times New Roman" w:hAnsi="Times New Roman" w:cs="Times New Roman"/>
        </w:rPr>
        <w:t>1200 га, кадастровий номер: 68239847</w:t>
      </w:r>
      <w:r w:rsidRPr="008F5204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1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04:0015</w:t>
      </w:r>
      <w:r w:rsidRPr="008F5204">
        <w:rPr>
          <w:rFonts w:ascii="Times New Roman" w:hAnsi="Times New Roman" w:cs="Times New Roman"/>
        </w:rPr>
        <w:t>, для</w:t>
      </w:r>
      <w:r w:rsidRPr="00D03863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 xml:space="preserve">індивідуального садівництва 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</w:t>
      </w:r>
      <w:r w:rsidRPr="00CE1EBA"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с.Лисиче</w:t>
      </w:r>
      <w:proofErr w:type="spellEnd"/>
      <w:r>
        <w:rPr>
          <w:rFonts w:ascii="Times New Roman" w:hAnsi="Times New Roman" w:cs="Times New Roman"/>
          <w:color w:val="auto"/>
        </w:rPr>
        <w:t>, вулиця Незалежності</w:t>
      </w:r>
      <w:r w:rsidRPr="008F5204">
        <w:rPr>
          <w:rFonts w:ascii="Times New Roman" w:hAnsi="Times New Roman" w:cs="Times New Roman"/>
        </w:rPr>
        <w:t>.</w:t>
      </w:r>
    </w:p>
    <w:p w:rsidR="00CA0B3B" w:rsidRPr="008F5204" w:rsidRDefault="00CA0B3B" w:rsidP="00CA0B3B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proofErr w:type="spellStart"/>
      <w:r>
        <w:rPr>
          <w:rFonts w:ascii="Times New Roman" w:hAnsi="Times New Roman" w:cs="Times New Roman"/>
        </w:rPr>
        <w:t>Троцюк</w:t>
      </w:r>
      <w:proofErr w:type="spellEnd"/>
      <w:r>
        <w:rPr>
          <w:rFonts w:ascii="Times New Roman" w:hAnsi="Times New Roman" w:cs="Times New Roman"/>
        </w:rPr>
        <w:t xml:space="preserve"> С.Р.,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ій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A0B3B" w:rsidRPr="008F5204" w:rsidRDefault="00CA0B3B" w:rsidP="00CA0B3B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A0B3B" w:rsidRPr="00CA0B3B" w:rsidRDefault="00CA0B3B" w:rsidP="00CA0B3B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CA0B3B" w:rsidRPr="008F5204" w:rsidRDefault="00CA0B3B" w:rsidP="00CA0B3B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C635EB" w:rsidRPr="00CA0B3B" w:rsidRDefault="00CA0B3B" w:rsidP="00CA0B3B">
      <w:pPr>
        <w:tabs>
          <w:tab w:val="left" w:pos="4424"/>
        </w:tabs>
        <w:spacing w:after="160" w:line="259" w:lineRule="auto"/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</w:p>
    <w:sectPr w:rsidR="00C635EB" w:rsidRPr="00CA0B3B" w:rsidSect="00CA0B3B">
      <w:pgSz w:w="12240" w:h="15840"/>
      <w:pgMar w:top="1440" w:right="1440" w:bottom="127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A0B3B"/>
    <w:rsid w:val="00067215"/>
    <w:rsid w:val="00171A2E"/>
    <w:rsid w:val="00277004"/>
    <w:rsid w:val="00304C90"/>
    <w:rsid w:val="00505B6D"/>
    <w:rsid w:val="006D3977"/>
    <w:rsid w:val="007D6C18"/>
    <w:rsid w:val="00853AD4"/>
    <w:rsid w:val="009626B4"/>
    <w:rsid w:val="00C635EB"/>
    <w:rsid w:val="00CA0B3B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B3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281</Words>
  <Characters>1604</Characters>
  <Application>Microsoft Office Word</Application>
  <DocSecurity>0</DocSecurity>
  <Lines>13</Lines>
  <Paragraphs>3</Paragraphs>
  <ScaleCrop>false</ScaleCrop>
  <Company>Microsoft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2020-02-13T11:31:00Z</dcterms:created>
  <dcterms:modified xsi:type="dcterms:W3CDTF">2020-02-13T12:17:00Z</dcterms:modified>
</cp:coreProperties>
</file>