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B2" w:rsidRDefault="00F647B2" w:rsidP="00F647B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E9FEA8" wp14:editId="41DB3A4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7B2" w:rsidRDefault="00F647B2" w:rsidP="00F647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47B2" w:rsidRDefault="00F647B2" w:rsidP="00F647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47B2" w:rsidRDefault="00F647B2" w:rsidP="00F647B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ХІV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647B2" w:rsidRDefault="00F647B2" w:rsidP="00F647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47B2" w:rsidRDefault="00F647B2" w:rsidP="00F647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07.09.2021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647B2" w:rsidRDefault="00F647B2" w:rsidP="00F647B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7B2" w:rsidRDefault="00F647B2" w:rsidP="00F647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7B2" w:rsidRDefault="00F647B2" w:rsidP="00F647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7B2" w:rsidRPr="00D82BDE" w:rsidRDefault="00F647B2" w:rsidP="00F647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47B2" w:rsidRDefault="00F647B2" w:rsidP="00F647B2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№10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ради»,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№4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F647B2" w:rsidRDefault="00F647B2" w:rsidP="00F647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7B2" w:rsidRDefault="00F647B2" w:rsidP="00F64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CF4BCC">
        <w:rPr>
          <w:rFonts w:ascii="Times New Roman" w:hAnsi="Times New Roman" w:cs="Times New Roman"/>
          <w:sz w:val="24"/>
          <w:szCs w:val="24"/>
        </w:rPr>
        <w:t xml:space="preserve">Надати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доп</w:t>
      </w:r>
      <w:r>
        <w:rPr>
          <w:rFonts w:ascii="Times New Roman" w:hAnsi="Times New Roman" w:cs="Times New Roman"/>
          <w:sz w:val="24"/>
          <w:szCs w:val="24"/>
        </w:rPr>
        <w:t>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Кірушок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Тимощука Романа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помер  13.08.2021 року,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№55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17.08.2021 року),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5000.00  (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F647B2" w:rsidRDefault="00F647B2" w:rsidP="00F64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47B2" w:rsidRDefault="00F647B2" w:rsidP="00F64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sz w:val="24"/>
          <w:szCs w:val="24"/>
        </w:rPr>
        <w:t>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647B2" w:rsidRDefault="00F647B2" w:rsidP="00F647B2"/>
    <w:p w:rsidR="00F647B2" w:rsidRDefault="00F647B2" w:rsidP="00F647B2"/>
    <w:p w:rsidR="00F647B2" w:rsidRDefault="00F647B2" w:rsidP="00F647B2"/>
    <w:p w:rsidR="00F647B2" w:rsidRDefault="00F647B2" w:rsidP="00F647B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2675FB" w:rsidRDefault="002675FB">
      <w:bookmarkStart w:id="0" w:name="_GoBack"/>
      <w:bookmarkEnd w:id="0"/>
    </w:p>
    <w:sectPr w:rsidR="002675F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B2"/>
    <w:rsid w:val="002675FB"/>
    <w:rsid w:val="00F6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B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647B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47B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47B2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B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647B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47B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47B2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2021-09-13T12:59:00Z</dcterms:created>
  <dcterms:modified xsi:type="dcterms:W3CDTF">2021-09-13T12:59:00Z</dcterms:modified>
</cp:coreProperties>
</file>