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7710" w:rsidRDefault="00267710" w:rsidP="0026771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7710" w:rsidRDefault="00267710" w:rsidP="0026771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7710" w:rsidRDefault="00267710" w:rsidP="0026771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67710" w:rsidRDefault="00267710" w:rsidP="0026771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67710" w:rsidRDefault="00267710" w:rsidP="002677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67710" w:rsidRDefault="00267710" w:rsidP="0026771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№57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67710" w:rsidRDefault="00267710" w:rsidP="0026771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267710" w:rsidRDefault="00267710" w:rsidP="0026771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267710" w:rsidRDefault="00267710" w:rsidP="0026771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267710" w:rsidRDefault="00267710" w:rsidP="0026771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267710" w:rsidRPr="005C5A92" w:rsidRDefault="00267710" w:rsidP="0026771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Носолюк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С.В.</w:t>
      </w:r>
    </w:p>
    <w:p w:rsidR="00267710" w:rsidRDefault="00267710" w:rsidP="002677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267710" w:rsidRDefault="00267710" w:rsidP="002677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267710" w:rsidRDefault="00267710" w:rsidP="002677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267710" w:rsidRDefault="00267710" w:rsidP="002677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Володимирівні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села Крупець.</w:t>
      </w:r>
    </w:p>
    <w:p w:rsidR="00267710" w:rsidRDefault="00267710" w:rsidP="002677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Володимирівні,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1901A2">
        <w:rPr>
          <w:rFonts w:ascii="Times New Roman" w:eastAsia="Calibri" w:hAnsi="Times New Roman" w:cs="Times New Roman"/>
          <w:sz w:val="24"/>
          <w:lang w:val="ru-RU" w:eastAsia="en-US"/>
        </w:rPr>
        <w:t>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1901A2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6823984000:03:002:0165,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за межами  села Крупець.</w:t>
      </w:r>
    </w:p>
    <w:p w:rsidR="00267710" w:rsidRDefault="00267710" w:rsidP="0026771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Носолюк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267710" w:rsidRDefault="00267710" w:rsidP="0026771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67710" w:rsidRPr="00267710" w:rsidRDefault="00267710" w:rsidP="0026771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A0727D" w:rsidRPr="00267710" w:rsidRDefault="00267710" w:rsidP="0026771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A0727D" w:rsidRPr="0026771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7710"/>
    <w:rsid w:val="001901A2"/>
    <w:rsid w:val="00267710"/>
    <w:rsid w:val="00A0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1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6771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771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67710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71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6771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6771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67710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278</Words>
  <Characters>1588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2021-07-26T12:37:00Z</dcterms:created>
  <dcterms:modified xsi:type="dcterms:W3CDTF">2021-07-27T07:29:00Z</dcterms:modified>
</cp:coreProperties>
</file>