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25B" w:rsidRPr="000E0D80" w:rsidRDefault="007A425B" w:rsidP="007A425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7A425B" w:rsidRPr="001869AA" w:rsidRDefault="007A425B" w:rsidP="007A425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9536" name="Группа 9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953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53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pR3MMA&#10;AADdAAAADwAAAGRycy9kb3ducmV2LnhtbESPS6vCMBSE94L/IRzBnabX4uP2GkVExYUgvvaH5tiW&#10;25yUJmr990YQXA4z8w0znTemFHeqXWFZwU8/AkGcWl1wpuB8WvcmIJxH1lhaJgVPcjCftVtTTLR9&#10;8IHuR5+JAGGXoILc+yqR0qU5GXR9WxEH72prgz7IOpO6xkeAm1IOomgkDRYcFnKsaJlT+n+8GQU2&#10;3mx3l2xwiFc89rzYT66XZqdUt9Ms/kB4avw3/GlvtYLfYTyG95vwBO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pR3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MBoMUA&#10;AADdAAAADwAAAGRycy9kb3ducmV2LnhtbERPy2oCMRTdC/2HcAtupGZq0dapUYow9bEQtIVuL5Pb&#10;ybSTmyFJdfTrm4Xg8nDes0VnG3EkH2rHCh6HGQji0umaKwWfH8XDC4gQkTU2jknBmQIs5ne9Geba&#10;nXhPx0OsRArhkKMCE2ObSxlKQxbD0LXEift23mJM0FdSezylcNvIUZZNpMWaU4PBlpaGyt/Dn1Xw&#10;U+zM1/L58u4H0z1dBsV21WwmSvXvu7dXEJG6eBNf3WutYDp+SnPTm/Q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0wG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Aap8MA&#10;AADdAAAADwAAAGRycy9kb3ducmV2LnhtbESP3YrCMBCF74V9hzDC3sia7qqLVqOI6CLeiD8PMDRj&#10;U2wmpYm2vr1ZELw8nJ+PM1u0thR3qn3hWMF3PwFBnDldcK7gfNp8jUH4gKyxdEwKHuRhMf/ozDDV&#10;ruED3Y8hF3GEfYoKTAhVKqXPDFn0fVcRR+/iaoshyjqXusYmjttS/iTJr7RYcCQYrGhlKLsebzZC&#10;9gPc7y7NafPXYoPrneHe8qDUZ7ddTkEEasM7/GpvtYLJaDiE/z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Aap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dqnMYA&#10;AADdAAAADwAAAGRycy9kb3ducmV2LnhtbESPQUsDMRSE70L/Q3iCN5u1dFtdm5ZSFUTooVUQb4/N&#10;6+7i5iUkz+76740geBxm5htmtRldr84UU+fZwM20AEVce9txY+Dt9en6FlQSZIu9ZzLwTQk268nF&#10;CivrBz7Q+SiNyhBOFRpoRUKldapbcpimPhBn7+SjQ8kyNtpGHDLc9XpWFAvtsOO80GKgXUv15/HL&#10;GdgPj+FluShP4SPOZzo9WHnfiTFXl+P2HpTQKP/hv/azNXBXzk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dqn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4hS8MA&#10;AADdAAAADwAAAGRycy9kb3ducmV2LnhtbESP24rCMBRF34X5h3AG5kU0HW9oxygio4gv4uUDDs2x&#10;KdOclCZj698bQfBxsy+LPV+2thQ3qn3hWMF3PwFBnDldcK7gct70piB8QNZYOiYFd/KwXHx05phq&#10;1/CRbqeQizjCPkUFJoQqldJnhiz6vquIo3d1tcUQZZ1LXWMTx20pB0kykRYLjgSDFa0NZX+nfxsh&#10;hyEe9tfmvNm22ODv3nB3dVTq67Nd/YAI1IZ3+NXeaQWz8WgC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4hS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lRcMYA&#10;AADdAAAADwAAAGRycy9kb3ducmV2LnhtbESPX0sDMRDE34V+h7AF32yupX/0bFpKVRDBB2uh+LZc&#10;tneHl01I1t757Y0g+DjMzG+Y9XZwnbpQTK1nA9NJAYq48rbl2sDx/enmFlQSZIudZzLwTQm2m9HV&#10;Gkvre36jy0FqlSGcSjTQiIRS61Q15DBNfCDO3tlHh5JlrLWN2Ge46/SsKJbaYct5ocFA+4aqz8OX&#10;M/DaP4aX1XJxDh9xPtPpwcppL8Zcj4fdPSihQf7Df+1na+BuMV/B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lRc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lfMQA&#10;AADdAAAADwAAAGRycy9kb3ducmV2LnhtbERPXWvCMBR9H/gfwhV8GZrOzTGrUaYQNlCQ6cDXS3Nt&#10;i81NSaLt/v3yMNjj4Xwv171txJ18qB0reJpkIIgLZ2ouFXyf9PgNRIjIBhvHpOCHAqxXg4cl5sZ1&#10;/EX3YyxFCuGQo4IqxjaXMhQVWQwT1xIn7uK8xZigL6Xx2KVw28hplr1KizWnhgpb2lZUXI83q2Bz&#10;6Mpn/1hsere7fJxnWhu910qNhv37AkSkPv6L/9yfRsF89pLmpjfpCc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2ZX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aosQA&#10;AADdAAAADwAAAGRycy9kb3ducmV2LnhtbESPUWvCMBSF3wf+h3AF32aq6NBqFFEKY+xl1R9waa5N&#10;tbkpSazdv18Ggz0ezjnf4Wz3g21FTz40jhXMphkI4srphmsFl3PxugIRIrLG1jEp+KYA+93oZYu5&#10;dk/+or6MtUgQDjkqMDF2uZShMmQxTF1HnLyr8xZjkr6W2uMzwW0r51n2Ji02nBYMdnQ0VN3Lh1VQ&#10;fMw/+/tD+8IdhoWlpbmtTkapyXg4bEBEGuJ/+K/9rhWsl4s1/L5JT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Cmq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n/p8QA&#10;AADdAAAADwAAAGRycy9kb3ducmV2LnhtbERPW2vCMBR+H+w/hDPwZcx0G5WtGmUOwoQJ4gX2emiO&#10;bbE5KUm09d+bB2GPH999thhsKy7kQ+NYwes4A0FcOtNwpeCw1y8fIEJENtg6JgVXCrCYPz7MsDCu&#10;5y1ddrESKYRDgQrqGLtCylDWZDGMXUecuKPzFmOCvpLGY5/CbSvfsmwiLTacGmrs6Lum8rQ7WwXL&#10;TV+9++dyObjf489frrXRa63U6Gn4moKINMR/8d29Mgo+8zztT2/SE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Z/6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AecQA&#10;AADdAAAADwAAAGRycy9kb3ducmV2LnhtbESPUWvCMBSF3wf+h3CFvc1UWYdWo4hSkLGXuf2AS3Nt&#10;qs1NSWKt/34RhD0ezjnf4aw2g21FTz40jhVMJxkI4srphmsFvz/l2xxEiMgaW8ek4E4BNuvRywoL&#10;7W78Tf0x1iJBOBSowMTYFVKGypDFMHEdcfJOzluMSfpaao+3BLetnGXZh7TYcFow2NHOUHU5Xq2C&#10;8nP21V+u2pduO7xbys15vjdKvY6H7RJEpCH+h5/tg1awyPMpPN6kJ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tAH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EKMQA&#10;AADdAAAADwAAAGRycy9kb3ducmV2LnhtbESP0WqDQBRE3wv9h+UW8tasJjW01lVKwNA81uQDLu6t&#10;Sty71t1E/ftsodDHYWbOMFkxm17caHSdZQXxOgJBXFvdcaPgfCqfX0E4j6yxt0wKFnJQ5I8PGaba&#10;TvxFt8o3IkDYpaig9X5IpXR1Swbd2g7Ewfu2o0Ef5NhIPeIU4KaXmyjaSYMdh4UWB9q3VF+qq1Hw&#10;skyHnyq5RKU2FB+3w5F9nSi1epo/3kF4mv1/+K/9qRW8JckGft+EJ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6hC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Q4r8QA&#10;AADdAAAADwAAAGRycy9kb3ducmV2LnhtbESPQYvCMBSE74L/IbwFb5quoqzVtIjisnjSrrvnR/Ns&#10;i81LaaLWf28EweMwM98wy7QztbhS6yrLCj5HEQji3OqKCwXH3+3wC4TzyBpry6TgTg7SpN9bYqzt&#10;jQ90zXwhAoRdjApK75tYSpeXZNCNbEMcvJNtDfog20LqFm8Bbmo5jqKZNFhxWCixoXVJ+Tm7GAWX&#10;2f/4yKed3meb+/d8s105+VcoNfjoVgsQnjr/Dr/aP1rBfDqdwPNNeAI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kOK/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7f3MgA&#10;AADdAAAADwAAAGRycy9kb3ducmV2LnhtbESPS2/CMBCE75X4D9YicStOeUQQMIhWQiocQDx66G2J&#10;t0naeB1iF8K/x5UqcRzNzDea6bwxpbhQ7QrLCl66EQji1OqCMwXHw/J5BMJ5ZI2lZVJwIwfzWetp&#10;iom2V97RZe8zESDsElSQe18lUro0J4Ouayvi4H3Z2qAPss6krvEa4KaUvSiKpcGCw0KOFb3llP7s&#10;f42Cj+0oHm9fV4Pv9eaEfaPPn7qIleq0m8UEhKfGP8L/7XetYDwcDuDvTXgCcnY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bt/c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q4tMUA&#10;AADdAAAADwAAAGRycy9kb3ducmV2LnhtbESPQWvCQBSE74L/YXmCN91ojdjoKtpSLZ7UFnp9ZJ9J&#10;MPs2ZFeN/npXEHocZuYbZrZoTCkuVLvCsoJBPwJBnFpdcKbg9+erNwHhPLLG0jIpuJGDxbzdmmGi&#10;7ZX3dDn4TAQIuwQV5N5XiZQuzcmg69uKOHhHWxv0QdaZ1DVeA9yUchhFY2mw4LCQY0UfOaWnw9ko&#10;uI//cOc2w9Xnm/Z0G03WdrtbK9XtNMspCE+N/w+/2t9awXscx/B8E5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Wri0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1e8UA&#10;AADdAAAADwAAAGRycy9kb3ducmV2LnhtbESPwWrDMBBE74X8g9hAbo3cEIfGjWxCcKG3Jm4/YLG2&#10;som1cizVcfr1VaDQ4zAzb5hdMdlOjDT41rGCp2UCgrh2umWj4PPj9fEZhA/IGjvHpOBGHop89rDD&#10;TLsrn2isghERwj5DBU0IfSalrxuy6JeuJ47elxsshigHI/WA1wi3nVwlyUZabDkuNNjToaH6XH1b&#10;BRe3SvVUlfh+LrfH1pj15ee0Vmoxn/YvIAJN4T/8137TCrZpuoH7m/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V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1aiMUA&#10;AADdAAAADwAAAGRycy9kb3ducmV2LnhtbESPwW7CMBBE75X6D9ZW4lacUoVAiINoJSSuQA89LvaS&#10;BOJ1GrsQ+Pq6UqUeRzPzRlMsB9uKC/W+cazgZZyAINbONFwp+Nivn2cgfEA22DomBTfysCwfHwrM&#10;jbvyli67UIkIYZ+jgjqELpfS65os+rHriKN3dL3FEGVfSdPjNcJtKydJMpUWG44LNXb0XpM+776t&#10;gk1zoHSqj3M7e9Pbz/tXeM1ORqnR07BagAg0hP/wX3tjFMzTNIPfN/EJy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PVq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s9DsYA&#10;AADdAAAADwAAAGRycy9kb3ducmV2LnhtbESPT2vCQBDF74V+h2UKvdVNBaVGV9FCoaWt4B/0OmTH&#10;bDA7G7LbGL+9cyh4nJk3773fbNH7WnXUxiqwgddBBoq4CLbi0sB+9/HyBiomZIt1YDJwpQiL+ePD&#10;DHMbLryhbptKJSYcczTgUmpyrWPhyGMchIZYbqfQekwytqW2LV7E3Nd6mGVj7bFiSXDY0Luj4rz9&#10;8wY6XF+zo1v9Tr6qn2K4Xh2+rezN81O/nIJK1Ke7+P/70xqYjEZSV2iEBP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6s9D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wm9cUA&#10;AADdAAAADwAAAGRycy9kb3ducmV2LnhtbESPQUvDQBSE70L/w/IK3uzGQMXGbosIFY8ae+jxNfua&#10;Tc2+F3bXJvrrXUHwOMzMN8x6O/leXSjETtjA7aIARdyI7bg1sH/f3dyDignZYi9MBr4ownYzu1pj&#10;ZWXkN7rUqVUZwrFCAy6lodI6No48xoUMxNk7SfCYsgyttgHHDPe9LoviTnvsOC84HOjJUfNRf3oD&#10;43NzPJeng3XfYZBd/SrnshdjrufT4wOoRFP6D/+1X6yB1XK5gt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3Cb1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EDcsMA&#10;AADdAAAADwAAAGRycy9kb3ducmV2LnhtbERPy2oCMRTdC/5DuII7zSj46NQoPqEUpWjb/e3kdmY0&#10;uRkmUad/3ywEl4fzni0aa8SNal86VjDoJyCIM6dLzhV8fe56UxA+IGs0jknBH3lYzNutGaba3flI&#10;t1PIRQxhn6KCIoQqldJnBVn0fVcRR+7X1RZDhHUudY33GG6NHCbJWFosOTYUWNG6oOxyuloFu4+N&#10;OQ8Px+W3DOvt5MdM31ebvVLdTrN8BRGoCU/xw/2mFbyMxnF/fBOf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EDc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prUMcA&#10;AADdAAAADwAAAGRycy9kb3ducmV2LnhtbESP3WrCQBSE7wt9h+UUelN0kxZFo2sogsSCBf/A22P2&#10;NAnJng3ZbUzfvlsQejnMzDfMMh1MI3rqXGVZQTyOQBDnVldcKDifNqMZCOeRNTaWScEPOUhXjw9L&#10;TLS98YH6oy9EgLBLUEHpfZtI6fKSDLqxbYmD92U7gz7IrpC6w1uAm0a+RtFUGqw4LJTY0rqkvD5+&#10;GwX9fncttr1rP+rZi5u8XbPsU1+Uen4a3hcgPA3+P3xvb7WC+WQaw9+b8ATk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Ka1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mJ7scA&#10;AADdAAAADwAAAGRycy9kb3ducmV2LnhtbESPQWsCMRSE7wX/Q3iCt5rtoqJbo2ih4EVQ20O9PTev&#10;u4ublzWJuvbXm4LgcZiZb5jpvDW1uJDzlWUFb/0EBHFudcWFgu+vz9cxCB+QNdaWScGNPMxnnZcp&#10;ZtpeeUuXXShEhLDPUEEZQpNJ6fOSDPq+bYij92udwRClK6R2eI1wU8s0SUbSYMVxocSGPkrKj7uz&#10;UbCcjJenzYDXf9vDnvY/h+MwdYlSvW67eAcRqA3P8KO90gomw1EK/2/iE5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5ie7HAAAA3QAAAA8AAAAAAAAAAAAAAAAAmAIAAGRy&#10;cy9kb3ducmV2LnhtbFBLBQYAAAAABAAEAPUAAACMAwAAAAA=&#10;" fillcolor="black" stroked="f"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zve8cA&#10;AADdAAAADwAAAGRycy9kb3ducmV2LnhtbESPQWvCQBSE7wX/w/KE3uqmFoNNXUVtC4J60PbQ42v2&#10;NVmSfRuyW43+elcQPA4z8w0zmXW2FgdqvXGs4HmQgCDOnTZcKPj++nwag/ABWWPtmBScyMNs2nuY&#10;YKbdkXd02IdCRAj7DBWUITSZlD4vyaIfuIY4en+utRiibAupWzxGuK3lMElSadFwXCixoWVJebX/&#10;twp+1qkZ7wwNfzfnxYfejKrF9r1S6rHfzd9ABOrCPXxrr7SC11H6A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0c73v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BJusYA&#10;AADdAAAADwAAAGRycy9kb3ducmV2LnhtbESPQWsCMRSE74L/ITyhN81WqtitUcRS6sWDtqXXx+Z1&#10;s93NyzaJuvrrjSD0OMzMN8x82dlGHMmHyrGCx1EGgrhwuuJSwefH23AGIkRkjY1jUnCmAMtFvzfH&#10;XLsT7+i4j6VIEA45KjAxtrmUoTBkMYxcS5y8H+ctxiR9KbXHU4LbRo6zbCotVpwWDLa0NlTU+4NV&#10;4Fffr/WFD191dtmew/tv9zdDo9TDoFu9gIjUxf/wvb3RCp4n0ye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BJu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hJk8YA&#10;AADdAAAADwAAAGRycy9kb3ducmV2LnhtbESP3WrCQBSE7wu+w3IKvSl1o+Bf6ioiFAqVgtEHOM2e&#10;JqG7Z0P2VGOf3hUKXg4z8w2zXPfeqRN1sQlsYDTMQBGXwTZcGTge3l7moKIgW3SBycCFIqxXg4cl&#10;5jaceU+nQiqVIBxzNFCLtLnWsazJYxyGljh536HzKEl2lbYdnhPcOz3Osqn22HBaqLGlbU3lT/Hr&#10;Dbjxl1t8zOJOLke9y/687J8/rTFPj/3mFZRQL/fwf/vdGlhMphO4vUlPQK+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hJk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bYoMYA&#10;AADdAAAADwAAAGRycy9kb3ducmV2LnhtbESPQWsCMRSE74X+h/AK3mpWoUu7NYqtCHvpwa3F63Pz&#10;3CwmL8sm1bW/3ghCj8PMfMPMFoOz4kR9aD0rmIwzEMS11y03Crbf6+dXECEia7SeScGFAizmjw8z&#10;LLQ/84ZOVWxEgnAoUIGJsSukDLUhh2HsO+LkHXzvMCbZN1L3eE5wZ+U0y3LpsOW0YLCjT0P1sfp1&#10;ClZVZ6fb0nyE3c/Xfm/LvzXtVkqNnoblO4hIQ/wP39ulVvD2kud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bYo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0yisQA&#10;AADdAAAADwAAAGRycy9kb3ducmV2LnhtbESPT2sCMRTE7wW/Q3hCbzVRcG23RilFQejJf4feHslz&#10;d3Xzsmyiu/32jSB4HGbmN8x82bta3KgNlWcN45ECQWy8rbjQcNiv395BhIhssfZMGv4owHIxeJlj&#10;bn3HW7rtYiEShEOOGsoYm1zKYEpyGEa+IU7eybcOY5JtIW2LXYK7Wk6UyqTDitNCiQ19l2Quu6vT&#10;cF7LH28UmuPh2G3s7HeVUa20fh32X58gIvXxGX60N1bDxzSbwf1Neg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NMo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kfC8QA&#10;AADeAAAADwAAAGRycy9kb3ducmV2LnhtbERPS2vCQBC+F/wPywjedGMsVaKraKEgLT34QDyO2TEJ&#10;yc6G3VXTf98tCL3Nx/ecxaozjbiT85VlBeNRAoI4t7riQsHx8DGcgfABWWNjmRT8kIfVsveywEzb&#10;B+/ovg+FiCHsM1RQhtBmUvq8JIN+ZFviyF2tMxgidIXUDh8x3DQyTZI3abDi2FBiS+8l5fX+ZhSc&#10;b198/Z58rt0mnGx38HV6mdVKDfrdeg4iUBf+xU/3Vsf56et0An/vx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ZHwv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1SDcYA&#10;AADeAAAADwAAAGRycy9kb3ducmV2LnhtbERPTWvCQBC9C/0Pywi96cYQrU1dpRYEL0K1PdTbmJ0m&#10;wexsurvV6K/vCkJv83ifM1t0phEncr62rGA0TEAQF1bXXCr4/FgNpiB8QNbYWCYFF/KwmD/0Zphr&#10;e+YtnXahFDGEfY4KqhDaXEpfVGTQD21LHLlv6wyGCF0ptcNzDDeNTJNkIg3WHBsqbOmtouK4+zUK&#10;ls/T5c97xpvr9rCn/dfhOE5dotRjv3t9ARGoC//iu3ut4/w0e8rg9k68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1SDcYAAADeAAAADwAAAAAAAAAAAAAAAACYAgAAZHJz&#10;L2Rvd25yZXYueG1sUEsFBgAAAAAEAAQA9QAAAIsDAAAAAA==&#10;" fillcolor="black" stroked="f"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f8PMQA&#10;AADeAAAADwAAAGRycy9kb3ducmV2LnhtbERPS2sCMRC+F/ofwgi91az2ydYoi1Baelptxeu4GTeL&#10;m8mSpHH775tCwdt8fM9ZrEbbi0Q+dI4VzKYFCOLG6Y5bBV+fr7fPIEJE1tg7JgU/FGC1vL5aYKnd&#10;mTeUtrEVOYRDiQpMjEMpZWgMWQxTNxBn7ui8xZihb6X2eM7htpfzoniUFjvODQYHWhtqTttvqyAd&#10;1nV1l/bJbD581XpXv+0OtVI3k7F6ARFpjBfxv/td5/nz+6cH+Hsn3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X/D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kmQsUA&#10;AADeAAAADwAAAGRycy9kb3ducmV2LnhtbERPTWvCQBC9C/0PyxS81Y0iqU1dRUSL7UUbhfY4ZKfZ&#10;YHY2ZLcx9td3CwVv83ifM1/2thYdtb5yrGA8SkAQF05XXCo4HbcPMxA+IGusHZOCK3lYLu4Gc8y0&#10;u/A7dXkoRQxhn6ECE0KTSekLQxb9yDXEkftyrcUQYVtK3eIlhttaTpIklRYrjg0GG1obKs75t1Xg&#10;x+vNx5v9eeo+Xwzv81eTHkqj1PC+Xz2DCNSHm/jfvdNx/mT6mMLf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aSZC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425B" w:rsidRPr="000E0D80" w:rsidRDefault="007A425B" w:rsidP="007A425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7A425B" w:rsidRPr="001869AA" w:rsidRDefault="007A425B" w:rsidP="007A425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7A425B" w:rsidRPr="001869AA" w:rsidRDefault="007A425B" w:rsidP="007A425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7A425B" w:rsidRPr="001869AA" w:rsidRDefault="007A425B" w:rsidP="007A425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7A425B" w:rsidRPr="000E0D80" w:rsidRDefault="007A425B" w:rsidP="007A425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eastAsia="uk-UA"/>
        </w:rPr>
      </w:pPr>
    </w:p>
    <w:p w:rsidR="007A425B" w:rsidRPr="001869AA" w:rsidRDefault="007A425B" w:rsidP="007A425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7A425B" w:rsidRPr="001869AA" w:rsidRDefault="007A425B" w:rsidP="007A425B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7A425B" w:rsidRPr="001869AA" w:rsidRDefault="007A425B" w:rsidP="007A425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7A425B" w:rsidRPr="001869AA" w:rsidRDefault="007A425B" w:rsidP="007A425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7A425B" w:rsidRPr="001869AA" w:rsidRDefault="007A425B" w:rsidP="007A425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25B" w:rsidRDefault="007A425B" w:rsidP="007A42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42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425B" w:rsidRDefault="007A425B" w:rsidP="007A42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A425B" w:rsidRDefault="007A425B" w:rsidP="007A425B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7A425B" w:rsidRPr="001869AA" w:rsidRDefault="007A425B" w:rsidP="007A425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A425B" w:rsidRDefault="007A425B" w:rsidP="007A425B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7A425B" w:rsidRPr="001869AA" w:rsidRDefault="007A425B" w:rsidP="007A425B">
      <w:pPr>
        <w:spacing w:after="0" w:line="240" w:lineRule="auto"/>
        <w:jc w:val="center"/>
        <w:rPr>
          <w:rFonts w:ascii="Times New Roman" w:hAnsi="Times New Roman"/>
        </w:rPr>
      </w:pPr>
    </w:p>
    <w:p w:rsidR="007A425B" w:rsidRDefault="007A425B" w:rsidP="007A425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</w:t>
      </w:r>
      <w:r>
        <w:rPr>
          <w:rFonts w:ascii="Times New Roman" w:hAnsi="Times New Roman"/>
          <w:sz w:val="24"/>
        </w:rPr>
        <w:t xml:space="preserve">                     №____</w:t>
      </w:r>
    </w:p>
    <w:p w:rsidR="007A425B" w:rsidRPr="002E4653" w:rsidRDefault="007A425B" w:rsidP="007A425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A425B" w:rsidRPr="008E2C07" w:rsidRDefault="007A425B" w:rsidP="007A425B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7A425B" w:rsidRPr="008E2C07" w:rsidRDefault="007A425B" w:rsidP="007A425B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7A425B" w:rsidRPr="008E2C07" w:rsidRDefault="007A425B" w:rsidP="007A425B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7A425B" w:rsidRPr="008E2C07" w:rsidRDefault="007A425B" w:rsidP="007A425B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>)</w:t>
      </w:r>
    </w:p>
    <w:p w:rsidR="007A425B" w:rsidRDefault="007A425B" w:rsidP="007A425B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Хандрусь</w:t>
      </w:r>
      <w:proofErr w:type="spellEnd"/>
      <w:r>
        <w:rPr>
          <w:rFonts w:ascii="Times New Roman" w:hAnsi="Times New Roman"/>
          <w:b/>
          <w:sz w:val="24"/>
        </w:rPr>
        <w:t xml:space="preserve"> О.І.</w:t>
      </w:r>
    </w:p>
    <w:p w:rsidR="007A425B" w:rsidRPr="008E2C07" w:rsidRDefault="007A425B" w:rsidP="007A425B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7A425B" w:rsidRPr="008E2C07" w:rsidRDefault="007A425B" w:rsidP="007A425B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заяву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Хандрусь</w:t>
      </w:r>
      <w:proofErr w:type="spellEnd"/>
      <w:r>
        <w:rPr>
          <w:rFonts w:ascii="Times New Roman" w:hAnsi="Times New Roman"/>
          <w:sz w:val="24"/>
          <w:lang w:val="ru-RU"/>
        </w:rPr>
        <w:t xml:space="preserve"> О.І. 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</w:t>
      </w:r>
    </w:p>
    <w:p w:rsidR="007A425B" w:rsidRPr="008E2C07" w:rsidRDefault="007A425B" w:rsidP="007A425B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7A425B" w:rsidRPr="008E2C07" w:rsidRDefault="007A425B" w:rsidP="007A425B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7A425B" w:rsidRPr="00A80768" w:rsidRDefault="007A425B" w:rsidP="007A425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Хандрусь</w:t>
      </w:r>
      <w:proofErr w:type="spellEnd"/>
      <w:r>
        <w:rPr>
          <w:rFonts w:ascii="Times New Roman" w:hAnsi="Times New Roman"/>
          <w:sz w:val="24"/>
        </w:rPr>
        <w:t xml:space="preserve"> Олександру Івановичу</w:t>
      </w:r>
      <w:r w:rsidRPr="00CE2369">
        <w:rPr>
          <w:rFonts w:ascii="Times New Roman" w:hAnsi="Times New Roman"/>
          <w:sz w:val="24"/>
        </w:rPr>
        <w:t>, як</w:t>
      </w:r>
      <w:r>
        <w:rPr>
          <w:rFonts w:ascii="Times New Roman" w:hAnsi="Times New Roman"/>
          <w:sz w:val="24"/>
        </w:rPr>
        <w:t xml:space="preserve">ий зареєстрований за адресою: </w:t>
      </w:r>
      <w:r w:rsidR="007B1F3C">
        <w:rPr>
          <w:rFonts w:ascii="Times New Roman" w:hAnsi="Times New Roman"/>
          <w:sz w:val="24"/>
          <w:lang w:val="en-US"/>
        </w:rPr>
        <w:t>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E2369">
        <w:rPr>
          <w:rFonts w:ascii="Times New Roman" w:hAnsi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</w:t>
      </w:r>
      <w:r>
        <w:rPr>
          <w:rFonts w:ascii="Times New Roman" w:hAnsi="Times New Roman"/>
          <w:sz w:val="24"/>
        </w:rPr>
        <w:t>сцевості)</w:t>
      </w:r>
      <w:r w:rsidRPr="00326E4F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>орієнтовною площею 0,1733</w:t>
      </w:r>
      <w:r w:rsidRPr="004151C9">
        <w:rPr>
          <w:rFonts w:ascii="Times New Roman" w:hAnsi="Times New Roman"/>
          <w:sz w:val="24"/>
        </w:rPr>
        <w:t xml:space="preserve"> га,  для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.К</w:t>
      </w:r>
      <w:proofErr w:type="gramEnd"/>
      <w:r>
        <w:rPr>
          <w:rFonts w:ascii="Times New Roman" w:hAnsi="Times New Roman"/>
          <w:sz w:val="24"/>
        </w:rPr>
        <w:t>рупець</w:t>
      </w:r>
      <w:proofErr w:type="spellEnd"/>
      <w:r w:rsidRPr="004151C9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4151C9"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вул.Ватутіна</w:t>
      </w:r>
      <w:proofErr w:type="spellEnd"/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29 (кадастровий номер 6823984000:01:002:0027).</w:t>
      </w:r>
    </w:p>
    <w:p w:rsidR="007A425B" w:rsidRPr="001A3C69" w:rsidRDefault="007A425B" w:rsidP="007A425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E2369">
        <w:rPr>
          <w:rFonts w:ascii="Times New Roman" w:hAnsi="Times New Roman"/>
          <w:sz w:val="24"/>
        </w:rPr>
        <w:t xml:space="preserve">        </w:t>
      </w:r>
      <w:r w:rsidRPr="001A3C69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Хандрусь О.І.</w:t>
      </w:r>
      <w:r w:rsidRPr="001A3C69">
        <w:rPr>
          <w:rFonts w:ascii="Times New Roman" w:hAnsi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A425B" w:rsidRPr="008E2C07" w:rsidRDefault="007A425B" w:rsidP="007A425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A425B" w:rsidRPr="004151C9" w:rsidRDefault="007A425B" w:rsidP="007A425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151C9">
        <w:rPr>
          <w:rFonts w:ascii="Times New Roman" w:hAnsi="Times New Roman"/>
          <w:sz w:val="24"/>
        </w:rPr>
        <w:t xml:space="preserve"> </w:t>
      </w:r>
    </w:p>
    <w:p w:rsidR="007A425B" w:rsidRPr="00917C04" w:rsidRDefault="007A425B" w:rsidP="007A425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A425B" w:rsidRPr="00052E82" w:rsidRDefault="007A425B" w:rsidP="007A425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A425B" w:rsidRPr="00917C04" w:rsidRDefault="007A425B" w:rsidP="007A425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91373F" w:rsidRDefault="0091373F"/>
    <w:sectPr w:rsidR="0091373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25B"/>
    <w:rsid w:val="00171A2E"/>
    <w:rsid w:val="00304C90"/>
    <w:rsid w:val="00505B6D"/>
    <w:rsid w:val="006D3977"/>
    <w:rsid w:val="007A425B"/>
    <w:rsid w:val="007B1F3C"/>
    <w:rsid w:val="007D6C18"/>
    <w:rsid w:val="0091373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5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5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254</Words>
  <Characters>1451</Characters>
  <Application>Microsoft Office Word</Application>
  <DocSecurity>0</DocSecurity>
  <Lines>12</Lines>
  <Paragraphs>3</Paragraphs>
  <ScaleCrop>false</ScaleCrop>
  <Company>Microsoft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2020-11-17T16:31:00Z</dcterms:created>
  <dcterms:modified xsi:type="dcterms:W3CDTF">2020-11-18T07:14:00Z</dcterms:modified>
</cp:coreProperties>
</file>