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000" w:rsidRDefault="00E74000" w:rsidP="00E7400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Theme="minorHAnsi" w:hAnsiTheme="minorHAnsi" w:cstheme="minorBidi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136525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000" w:rsidRDefault="00E74000" w:rsidP="00E74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10.7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74000" w:rsidRDefault="00E74000" w:rsidP="00E74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74000" w:rsidRDefault="00E74000" w:rsidP="00E7400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E74000" w:rsidRDefault="00E74000" w:rsidP="00E74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4000" w:rsidRDefault="00E74000" w:rsidP="00E74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4000" w:rsidRDefault="00E74000" w:rsidP="00E74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4000" w:rsidRDefault="00E74000" w:rsidP="00E74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74000" w:rsidRDefault="00E74000" w:rsidP="00E7400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74000" w:rsidRDefault="00E74000" w:rsidP="00E74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74000" w:rsidRDefault="00E74000" w:rsidP="00E74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74000" w:rsidRDefault="00E74000" w:rsidP="00E74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4000" w:rsidRDefault="00E74000" w:rsidP="00E74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74000" w:rsidRDefault="00E74000" w:rsidP="00E74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4000" w:rsidRDefault="00E74000" w:rsidP="00E74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74000" w:rsidRDefault="00E74000" w:rsidP="00E7400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74000" w:rsidRDefault="00E74000" w:rsidP="00E7400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№89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E74000" w:rsidRDefault="00E74000" w:rsidP="00E7400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74000" w:rsidRPr="00EB4539" w:rsidRDefault="00E74000" w:rsidP="00E7400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E74000" w:rsidRPr="00EB4539" w:rsidRDefault="00E74000" w:rsidP="00E74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із землеустрою  щодо </w:t>
      </w:r>
    </w:p>
    <w:p w:rsidR="00E74000" w:rsidRPr="00EB4539" w:rsidRDefault="00E74000" w:rsidP="00E74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 земельної  ділянки</w:t>
      </w:r>
    </w:p>
    <w:p w:rsidR="00E74000" w:rsidRPr="00EB4539" w:rsidRDefault="00E74000" w:rsidP="00E74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зі зміною цільового призначення</w:t>
      </w:r>
    </w:p>
    <w:p w:rsidR="00E74000" w:rsidRPr="00EB4539" w:rsidRDefault="00E74000" w:rsidP="00E74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Шуль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В.В.</w:t>
      </w:r>
    </w:p>
    <w:p w:rsidR="00E74000" w:rsidRPr="00EB4539" w:rsidRDefault="00E74000" w:rsidP="00E74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4000" w:rsidRPr="00EB4539" w:rsidRDefault="00E74000" w:rsidP="00E74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20, 186 Земельного кодексу України, Закону України «Про землеустрій»,  розглянувши   заяву  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Шуль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В.В.,  сільська рада </w:t>
      </w:r>
    </w:p>
    <w:p w:rsidR="00E74000" w:rsidRPr="00994186" w:rsidRDefault="00E74000" w:rsidP="00E74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E74000" w:rsidRPr="00EB4539" w:rsidRDefault="00E74000" w:rsidP="00E74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Надати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Шуль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Володимиру Володимировичу,  який зареєстрована  за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73111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</w:t>
      </w:r>
      <w:bookmarkStart w:id="0" w:name="_GoBack"/>
      <w:bookmarkEnd w:id="0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проєкту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із землеустрою щодо відведення земельної ділянки для передачі її у власність,  орієнтовною площею 2,0000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</w:t>
      </w:r>
      <w:r w:rsidRPr="00EB453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6823986800:05:011:0002, зі зміною цільового призначення, для ведення особистого селянського господарства, яка розташована </w:t>
      </w:r>
      <w:r w:rsidRPr="00EB453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Хмельницька область, Шепетівський район, с.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Стригани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.</w:t>
      </w:r>
    </w:p>
    <w:p w:rsidR="00E74000" w:rsidRPr="00EB4539" w:rsidRDefault="00E74000" w:rsidP="00E74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Шуль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В.В. розробити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зі зміною цільового призначення та подати на розгляд сесії сільської ради.</w:t>
      </w:r>
    </w:p>
    <w:p w:rsidR="00E74000" w:rsidRPr="00EB4539" w:rsidRDefault="00E74000" w:rsidP="00E7400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E74000" w:rsidRDefault="00E74000" w:rsidP="00E7400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 w:rsidRPr="00EB4539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E74000" w:rsidRPr="00E74000" w:rsidRDefault="00E74000" w:rsidP="00E7400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</w:p>
    <w:p w:rsidR="002D70C7" w:rsidRPr="00E74000" w:rsidRDefault="00E74000" w:rsidP="00E7400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EB4539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2D70C7" w:rsidRPr="00E74000" w:rsidSect="00E74000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000"/>
    <w:rsid w:val="002D70C7"/>
    <w:rsid w:val="00731119"/>
    <w:rsid w:val="00E7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0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7400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7400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74000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0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7400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7400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74000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276</Words>
  <Characters>1577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2021-07-26T12:52:00Z</dcterms:created>
  <dcterms:modified xsi:type="dcterms:W3CDTF">2021-07-27T07:39:00Z</dcterms:modified>
</cp:coreProperties>
</file>