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A1" w:rsidRPr="00154EFF" w:rsidRDefault="002C02A1" w:rsidP="002C02A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2A1" w:rsidRDefault="002C02A1" w:rsidP="002C02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02A1" w:rsidRDefault="002C02A1" w:rsidP="002C02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02A1" w:rsidRDefault="002C02A1" w:rsidP="002C02A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02A1" w:rsidRDefault="002C02A1" w:rsidP="002C02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C02A1" w:rsidRDefault="002C02A1" w:rsidP="002C02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02A1" w:rsidRDefault="002C02A1" w:rsidP="002C02A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№93</w:t>
      </w:r>
    </w:p>
    <w:p w:rsidR="002C02A1" w:rsidRDefault="002C02A1" w:rsidP="002C02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02A1" w:rsidRPr="000330F8" w:rsidRDefault="002C02A1" w:rsidP="002C02A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2C02A1" w:rsidRPr="000330F8" w:rsidRDefault="002C02A1" w:rsidP="002C02A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2C02A1" w:rsidRPr="000330F8" w:rsidRDefault="002C02A1" w:rsidP="002C02A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земельних</w:t>
      </w: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ділян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2C02A1" w:rsidRPr="000330F8" w:rsidRDefault="002C02A1" w:rsidP="002C02A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2C02A1" w:rsidRPr="000330F8" w:rsidRDefault="002C02A1" w:rsidP="002C02A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2A1" w:rsidRPr="000330F8" w:rsidRDefault="002C02A1" w:rsidP="002C02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0330F8">
        <w:rPr>
          <w:rFonts w:ascii="Times New Roman" w:eastAsia="Calibri" w:hAnsi="Times New Roman" w:cs="Times New Roman"/>
          <w:sz w:val="24"/>
          <w:szCs w:val="24"/>
        </w:rPr>
        <w:t xml:space="preserve">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2C02A1" w:rsidRPr="000330F8" w:rsidRDefault="002C02A1" w:rsidP="002C02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F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C02A1" w:rsidRPr="00FD01F8" w:rsidRDefault="002C02A1" w:rsidP="002C02A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FD0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FD0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FD0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об’єднання земельних ділянок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унальної власності площею 0,4800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6823982100:03:005:0048;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площею 0,5000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6823982100:03:005:0059;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площею 4,9822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6823982100:03:005:</w:t>
      </w:r>
      <w:r w:rsidRPr="00634D3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0064  </w:t>
      </w:r>
      <w:r w:rsidRPr="00634D37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34D37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що  розташовані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Хмельницька область, </w:t>
      </w:r>
      <w:proofErr w:type="spellStart"/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рада,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02A1" w:rsidRPr="00FD01F8" w:rsidRDefault="002C02A1" w:rsidP="002C02A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D01F8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об’єднання земельних ділянок </w:t>
      </w:r>
      <w:r w:rsidRPr="00FD01F8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2C02A1" w:rsidRPr="00FD01F8" w:rsidRDefault="002C02A1" w:rsidP="002C02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01F8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02A1" w:rsidRPr="000330F8" w:rsidRDefault="002C02A1" w:rsidP="002C02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866FB" w:rsidRPr="002C02A1" w:rsidRDefault="002C02A1" w:rsidP="002C02A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330F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866FB" w:rsidRPr="002C02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2A1"/>
    <w:rsid w:val="001866FB"/>
    <w:rsid w:val="002C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A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C0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C02A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A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C0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C02A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2022-02-08T06:59:00Z</dcterms:created>
  <dcterms:modified xsi:type="dcterms:W3CDTF">2022-02-08T06:59:00Z</dcterms:modified>
</cp:coreProperties>
</file>