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D9" w:rsidRDefault="000916D9" w:rsidP="000916D9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99C607C" wp14:editId="6F2E47E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5" name="Рисунок 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e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916D9" w:rsidRDefault="000916D9" w:rsidP="000916D9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916D9" w:rsidRDefault="000916D9" w:rsidP="000916D9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 Ї Н А</w:t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16D9" w:rsidRDefault="000916D9" w:rsidP="00091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16D9" w:rsidRDefault="000916D9" w:rsidP="00091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ІШЕННЯ</w:t>
      </w: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916D9" w:rsidRDefault="000916D9" w:rsidP="00091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22.02.2021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№8</w:t>
      </w:r>
    </w:p>
    <w:p w:rsidR="000916D9" w:rsidRDefault="000916D9" w:rsidP="000916D9">
      <w:pPr>
        <w:pStyle w:val="Standard"/>
        <w:jc w:val="right"/>
        <w:rPr>
          <w:rFonts w:cs="Times New Roman"/>
          <w:lang w:val="uk-UA"/>
        </w:rPr>
      </w:pPr>
    </w:p>
    <w:p w:rsidR="000916D9" w:rsidRDefault="000916D9" w:rsidP="000916D9">
      <w:pPr>
        <w:pStyle w:val="Standard"/>
        <w:spacing w:line="276" w:lineRule="auto"/>
        <w:rPr>
          <w:rFonts w:cs="Times New Roman"/>
          <w:b/>
          <w:lang w:val="uk-UA"/>
        </w:rPr>
      </w:pPr>
      <w:r>
        <w:rPr>
          <w:rFonts w:cs="Times New Roman"/>
          <w:b/>
          <w:lang w:val="uk-UA"/>
        </w:rPr>
        <w:t>Про план першочергових заходів з профілактики</w:t>
      </w:r>
    </w:p>
    <w:p w:rsidR="000916D9" w:rsidRDefault="000916D9" w:rsidP="000916D9">
      <w:pPr>
        <w:pStyle w:val="Standard"/>
        <w:spacing w:line="276" w:lineRule="auto"/>
        <w:rPr>
          <w:rFonts w:cs="Times New Roman"/>
          <w:b/>
          <w:lang w:val="uk-UA"/>
        </w:rPr>
      </w:pPr>
      <w:r>
        <w:rPr>
          <w:rFonts w:cs="Times New Roman"/>
          <w:b/>
          <w:lang w:val="uk-UA"/>
        </w:rPr>
        <w:t xml:space="preserve">травматизму невиробничого характеру у </w:t>
      </w:r>
      <w:proofErr w:type="spellStart"/>
      <w:r>
        <w:rPr>
          <w:rFonts w:cs="Times New Roman"/>
          <w:b/>
          <w:lang w:val="uk-UA"/>
        </w:rPr>
        <w:t>Крупецькій</w:t>
      </w:r>
      <w:proofErr w:type="spellEnd"/>
    </w:p>
    <w:p w:rsidR="000916D9" w:rsidRDefault="000916D9" w:rsidP="000916D9">
      <w:pPr>
        <w:pStyle w:val="Standard"/>
        <w:spacing w:line="276" w:lineRule="auto"/>
        <w:rPr>
          <w:rFonts w:cs="Times New Roman"/>
          <w:b/>
          <w:lang w:val="uk-UA"/>
        </w:rPr>
      </w:pPr>
      <w:r>
        <w:rPr>
          <w:rFonts w:cs="Times New Roman"/>
          <w:b/>
          <w:lang w:val="uk-UA"/>
        </w:rPr>
        <w:t xml:space="preserve"> сільській раді на 2021 рік</w:t>
      </w:r>
    </w:p>
    <w:p w:rsidR="000916D9" w:rsidRDefault="000916D9" w:rsidP="000916D9">
      <w:pPr>
        <w:pStyle w:val="Standard"/>
        <w:rPr>
          <w:rFonts w:cs="Times New Roman"/>
          <w:lang w:val="uk-UA"/>
        </w:rPr>
      </w:pPr>
    </w:p>
    <w:p w:rsidR="000916D9" w:rsidRDefault="000916D9" w:rsidP="000916D9">
      <w:pPr>
        <w:pStyle w:val="Standard"/>
        <w:spacing w:line="276" w:lineRule="auto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Відповідно до ч.1 статті 52 Закону України «Про місцеве самоврядування в Україні»,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заступника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04.02.2021 року №70/30-36-678/2021 , з метою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невиробничого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травматизму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1.Затвердити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першочергових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травматизму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невиробничого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2.Забезпечити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безумовне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першочергових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травматизму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невиробничого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ОДА до 20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 року.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ind w:leftChars="2641" w:left="5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ЗАТВЕРДЖЕНО </w:t>
      </w:r>
    </w:p>
    <w:p w:rsidR="000916D9" w:rsidRDefault="000916D9" w:rsidP="000916D9">
      <w:pPr>
        <w:spacing w:after="0"/>
        <w:ind w:leftChars="2641" w:left="581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22.02.2021 р. №8</w:t>
      </w:r>
    </w:p>
    <w:p w:rsidR="000916D9" w:rsidRDefault="000916D9" w:rsidP="00091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D9" w:rsidRDefault="000916D9" w:rsidP="00091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першочергових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6D9" w:rsidRDefault="000916D9" w:rsidP="00091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травматизму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невиробничого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характеру у </w:t>
      </w:r>
    </w:p>
    <w:p w:rsidR="000916D9" w:rsidRDefault="000916D9" w:rsidP="00091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аналізу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скоєння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нещасних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випадків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невиробничого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характеру ( у т. 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нещасних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випадків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внаслідок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ДТП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загибелі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єктах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установи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Щоквартально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належне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утримання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доріг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несприятлих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Вжити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ідтримання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справному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Здійснкння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придатності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експлуатації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автобусів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складних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руху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 способу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пожежної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правильного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особистої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оточуючих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повязаній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виробництвом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закладах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семінарів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вікторин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воді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тижнів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основ БЖД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пришкільних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оздоровчих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таборів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нещасних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випадків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підлітковому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середовищі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вжити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перебування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неповнолітніх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батьків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замінюють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у закладах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розважальних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,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вулицях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місцях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вечірній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ільничний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Вжити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ілактики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суїцидальної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попередження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закладах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різноманітного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позакласної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виховної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язковим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відпрацюванням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виникнення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першої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травмованим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потерпілим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збереження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побуті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патрулюванні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нещасних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випадках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потерпілим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Організаця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широкої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снювальної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робот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виявленні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пошкодженьна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лініях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недопущення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доступу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підстанцій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енергозбереженя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бесід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злочинності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правопорушенням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одиноких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пристарілих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незахищених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неблагополучних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метою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необхідної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  <w:tr w:rsidR="000916D9" w:rsidTr="007F2F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Вжиття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дитячій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бездоглядності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безпритульності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залучають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протиправної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здійснюють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напоїв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тютюнових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виробів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особам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своєчасного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поверення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сім,ї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місцем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посилення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опіки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поліпшення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виховної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ними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9" w:rsidRDefault="000916D9" w:rsidP="007F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</w:tr>
    </w:tbl>
    <w:p w:rsidR="000916D9" w:rsidRDefault="000916D9" w:rsidP="00091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16D9" w:rsidRPr="000916D9" w:rsidRDefault="000916D9" w:rsidP="000916D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916D9" w:rsidRDefault="000916D9" w:rsidP="00091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0BE8" w:rsidRPr="000916D9" w:rsidRDefault="000916D9" w:rsidP="000916D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140BE8" w:rsidRPr="000916D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F9" w:rsidRDefault="004877F9">
      <w:pPr>
        <w:spacing w:after="0" w:line="240" w:lineRule="auto"/>
      </w:pPr>
      <w:r>
        <w:separator/>
      </w:r>
    </w:p>
  </w:endnote>
  <w:endnote w:type="continuationSeparator" w:id="0">
    <w:p w:rsidR="004877F9" w:rsidRDefault="00487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F9" w:rsidRDefault="004877F9">
      <w:pPr>
        <w:spacing w:after="0" w:line="240" w:lineRule="auto"/>
      </w:pPr>
      <w:r>
        <w:separator/>
      </w:r>
    </w:p>
  </w:footnote>
  <w:footnote w:type="continuationSeparator" w:id="0">
    <w:p w:rsidR="004877F9" w:rsidRDefault="00487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D9"/>
    <w:rsid w:val="000916D9"/>
    <w:rsid w:val="00140BE8"/>
    <w:rsid w:val="0048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6D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Standard">
    <w:name w:val="Standard"/>
    <w:uiPriority w:val="34"/>
    <w:qFormat/>
    <w:rsid w:val="000916D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6D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Standard">
    <w:name w:val="Standard"/>
    <w:uiPriority w:val="34"/>
    <w:qFormat/>
    <w:rsid w:val="000916D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2021-02-24T18:25:00Z</dcterms:created>
  <dcterms:modified xsi:type="dcterms:W3CDTF">2021-02-24T18:26:00Z</dcterms:modified>
</cp:coreProperties>
</file>