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7D8" w:rsidRDefault="00A937D8" w:rsidP="00A937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37D8" w:rsidRDefault="00CC2B25" w:rsidP="00A937D8">
      <w:pPr>
        <w:jc w:val="both"/>
        <w:rPr>
          <w:rFonts w:ascii="Times New Roman" w:hAnsi="Times New Roman" w:cs="Times New Roman"/>
        </w:rPr>
      </w:pPr>
      <w:r w:rsidRPr="00CC2B2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937D8" w:rsidRDefault="00A937D8" w:rsidP="00A937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937D8" w:rsidRDefault="00A937D8" w:rsidP="00A937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937D8" w:rsidRDefault="00A937D8" w:rsidP="00A937D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937D8" w:rsidRDefault="00A937D8" w:rsidP="00A937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937D8" w:rsidRDefault="00A937D8" w:rsidP="00A937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937D8" w:rsidRDefault="00A937D8" w:rsidP="00A937D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937D8" w:rsidRDefault="00A937D8" w:rsidP="00A937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937D8" w:rsidRDefault="00A937D8" w:rsidP="00A937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937D8" w:rsidRDefault="00A937D8" w:rsidP="00A937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937D8" w:rsidRDefault="00A937D8" w:rsidP="00A937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937D8" w:rsidRDefault="00A937D8" w:rsidP="00A937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937D8" w:rsidRDefault="00A937D8" w:rsidP="00A937D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937D8" w:rsidRDefault="00A937D8" w:rsidP="00A937D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937D8" w:rsidRDefault="00A937D8" w:rsidP="00A937D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937D8" w:rsidRPr="00AD3A9F" w:rsidRDefault="00A937D8" w:rsidP="00A937D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№15</w:t>
      </w:r>
    </w:p>
    <w:p w:rsidR="00A937D8" w:rsidRPr="00E1336B" w:rsidRDefault="00A937D8" w:rsidP="00A937D8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A937D8" w:rsidRPr="00AD3A9F" w:rsidRDefault="00A937D8" w:rsidP="00A937D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D3A9F">
        <w:rPr>
          <w:rFonts w:ascii="Times New Roman" w:hAnsi="Times New Roman" w:cs="Times New Roman"/>
          <w:b/>
          <w:sz w:val="24"/>
          <w:szCs w:val="24"/>
        </w:rPr>
        <w:t xml:space="preserve">Про розгляд заяви Столярчук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3A9F">
        <w:rPr>
          <w:rFonts w:ascii="Times New Roman" w:hAnsi="Times New Roman" w:cs="Times New Roman"/>
          <w:b/>
          <w:sz w:val="24"/>
          <w:szCs w:val="24"/>
        </w:rPr>
        <w:t>Н.О.</w:t>
      </w:r>
    </w:p>
    <w:p w:rsidR="00A937D8" w:rsidRPr="00AD3A9F" w:rsidRDefault="00A937D8" w:rsidP="00A937D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937D8" w:rsidRPr="00AD3A9F" w:rsidRDefault="00A937D8" w:rsidP="00A937D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A9F">
        <w:rPr>
          <w:rFonts w:ascii="Times New Roman" w:hAnsi="Times New Roman" w:cs="Times New Roman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</w:t>
      </w:r>
      <w:r>
        <w:rPr>
          <w:rFonts w:ascii="Times New Roman" w:hAnsi="Times New Roman" w:cs="Times New Roman"/>
          <w:sz w:val="24"/>
          <w:szCs w:val="24"/>
        </w:rPr>
        <w:t xml:space="preserve">ст.141 </w:t>
      </w:r>
      <w:r w:rsidRPr="00AD3A9F">
        <w:rPr>
          <w:rFonts w:ascii="Times New Roman" w:hAnsi="Times New Roman" w:cs="Times New Roman"/>
          <w:sz w:val="24"/>
          <w:szCs w:val="24"/>
        </w:rPr>
        <w:t xml:space="preserve">Земельного кодексу України, Закону України «Про землеустрій», розглянувши заяву  Столярчук Н.О., сільська   рада     </w:t>
      </w:r>
    </w:p>
    <w:p w:rsidR="00A937D8" w:rsidRPr="00AD3A9F" w:rsidRDefault="00A937D8" w:rsidP="00A937D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A9F">
        <w:rPr>
          <w:rFonts w:ascii="Times New Roman" w:hAnsi="Times New Roman" w:cs="Times New Roman"/>
          <w:sz w:val="24"/>
          <w:szCs w:val="24"/>
        </w:rPr>
        <w:t>ВИРІШИЛА:</w:t>
      </w:r>
    </w:p>
    <w:p w:rsidR="00A937D8" w:rsidRPr="00AD3A9F" w:rsidRDefault="00A937D8" w:rsidP="00A937D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A9F">
        <w:rPr>
          <w:rFonts w:ascii="Times New Roman" w:hAnsi="Times New Roman" w:cs="Times New Roman"/>
          <w:sz w:val="24"/>
          <w:szCs w:val="24"/>
        </w:rPr>
        <w:t xml:space="preserve">      1. У зв’язку з добровільною відмовою, Столярчук Ніни Олександрівни, яка зареєстрована за адресою: </w:t>
      </w:r>
      <w:r w:rsidR="00CA6913" w:rsidRPr="00CA6913">
        <w:rPr>
          <w:rFonts w:ascii="Times New Roman" w:hAnsi="Times New Roman" w:cs="Times New Roman"/>
          <w:sz w:val="24"/>
          <w:szCs w:val="24"/>
          <w:lang w:val="ru-RU"/>
        </w:rPr>
        <w:t>__________________</w:t>
      </w:r>
      <w:r w:rsidRPr="00AD3A9F">
        <w:rPr>
          <w:rFonts w:ascii="Times New Roman" w:hAnsi="Times New Roman" w:cs="Times New Roman"/>
          <w:sz w:val="24"/>
          <w:szCs w:val="24"/>
        </w:rPr>
        <w:t xml:space="preserve">, припинити право користування на земельну ділянку орієнтовною площею  0,60 га, яка розташована в </w:t>
      </w:r>
      <w:proofErr w:type="spellStart"/>
      <w:r w:rsidRPr="00AD3A9F">
        <w:rPr>
          <w:rFonts w:ascii="Times New Roman" w:hAnsi="Times New Roman" w:cs="Times New Roman"/>
          <w:sz w:val="24"/>
          <w:szCs w:val="24"/>
        </w:rPr>
        <w:t>с.Колом’є</w:t>
      </w:r>
      <w:proofErr w:type="spellEnd"/>
      <w:r w:rsidRPr="00AD3A9F">
        <w:rPr>
          <w:rFonts w:ascii="Times New Roman" w:hAnsi="Times New Roman" w:cs="Times New Roman"/>
          <w:sz w:val="24"/>
          <w:szCs w:val="24"/>
        </w:rPr>
        <w:t>,  по вул. Зелена у районі житлового будинку №42,та перевести в землі запасу Крупецької сільської ради.</w:t>
      </w:r>
    </w:p>
    <w:p w:rsidR="00A937D8" w:rsidRPr="00AD3A9F" w:rsidRDefault="00A937D8" w:rsidP="00A937D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3A9F">
        <w:rPr>
          <w:rFonts w:ascii="Times New Roman" w:hAnsi="Times New Roman" w:cs="Times New Roman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A937D8" w:rsidRPr="00AD3A9F" w:rsidRDefault="00A937D8" w:rsidP="00A937D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37D8" w:rsidRPr="00AD3A9F" w:rsidRDefault="00A937D8" w:rsidP="00A937D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37D8" w:rsidRPr="00AD3A9F" w:rsidRDefault="00A937D8" w:rsidP="00A937D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37D8" w:rsidRPr="00AD3A9F" w:rsidRDefault="00A937D8" w:rsidP="00A937D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37D8" w:rsidRPr="00AD3A9F" w:rsidRDefault="00A937D8" w:rsidP="00A937D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37D8" w:rsidRPr="00AD3A9F" w:rsidRDefault="00A937D8" w:rsidP="00A937D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D3A9F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В.А. </w:t>
      </w:r>
      <w:proofErr w:type="spellStart"/>
      <w:r w:rsidRPr="00AD3A9F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F46324" w:rsidRDefault="00F46324"/>
    <w:sectPr w:rsidR="00F46324" w:rsidSect="00F463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A937D8"/>
    <w:rsid w:val="00171A2E"/>
    <w:rsid w:val="002C3AFE"/>
    <w:rsid w:val="00304C90"/>
    <w:rsid w:val="00505B6D"/>
    <w:rsid w:val="0057774F"/>
    <w:rsid w:val="006D3977"/>
    <w:rsid w:val="007D6C18"/>
    <w:rsid w:val="00A937D8"/>
    <w:rsid w:val="00CA6913"/>
    <w:rsid w:val="00CC2B25"/>
    <w:rsid w:val="00D1641A"/>
    <w:rsid w:val="00F46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7D8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191</Words>
  <Characters>1089</Characters>
  <Application>Microsoft Office Word</Application>
  <DocSecurity>0</DocSecurity>
  <Lines>9</Lines>
  <Paragraphs>2</Paragraphs>
  <ScaleCrop>false</ScaleCrop>
  <Company>Microsoft</Company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2019-12-17T13:36:00Z</dcterms:created>
  <dcterms:modified xsi:type="dcterms:W3CDTF">2019-12-17T14:38:00Z</dcterms:modified>
</cp:coreProperties>
</file>