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062" w:rsidRDefault="009A4062" w:rsidP="009A40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A4062" w:rsidRDefault="009A4062" w:rsidP="009A4062"/>
    <w:p w:rsidR="009A4062" w:rsidRDefault="009A4062" w:rsidP="009A4062"/>
    <w:p w:rsidR="009A4062" w:rsidRDefault="009A4062" w:rsidP="009A40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A4062" w:rsidRDefault="009A4062" w:rsidP="009A40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A4062" w:rsidRDefault="009A4062" w:rsidP="009A40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A4062" w:rsidRDefault="009A4062" w:rsidP="009A40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A4062" w:rsidRDefault="009A4062" w:rsidP="009A40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062" w:rsidRDefault="009A4062" w:rsidP="009A40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A4062" w:rsidRDefault="009A4062" w:rsidP="009A40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4062" w:rsidRDefault="009A4062" w:rsidP="009A406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4062" w:rsidRPr="00310F74" w:rsidRDefault="009A4062" w:rsidP="009A406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76</w:t>
      </w:r>
    </w:p>
    <w:p w:rsidR="009A4062" w:rsidRPr="00CA015E" w:rsidRDefault="009A4062" w:rsidP="009A4062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9A4062" w:rsidRDefault="009A4062" w:rsidP="009A4062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проведення нормативної  </w:t>
      </w:r>
    </w:p>
    <w:p w:rsidR="009A4062" w:rsidRDefault="009A4062" w:rsidP="009A4062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грошової оцінки земель села </w:t>
      </w:r>
    </w:p>
    <w:p w:rsidR="009A4062" w:rsidRPr="00CA015E" w:rsidRDefault="009A4062" w:rsidP="009A4062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Крупець Крупецької сільської ради</w:t>
      </w:r>
    </w:p>
    <w:p w:rsidR="009A4062" w:rsidRPr="00CA015E" w:rsidRDefault="009A4062" w:rsidP="009A4062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A4062" w:rsidRPr="00CA015E" w:rsidRDefault="009A4062" w:rsidP="009A4062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рішення 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</w:rPr>
        <w:t>ХХХ</w:t>
      </w:r>
      <w:r w:rsidRPr="00CA015E"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Calibri" w:hAnsi="Times New Roman" w:cs="Times New Roman"/>
          <w:sz w:val="24"/>
          <w:szCs w:val="24"/>
        </w:rPr>
        <w:t xml:space="preserve">І сесії Крупецької сільської ради 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скликання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від 15.01.2020 року №4 «Про затвердження  Генерального плану населеного пункту  та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зонінгу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села Крупець,  Славутського району Хмельницької області», </w:t>
      </w:r>
      <w:r w:rsidRPr="00CA015E">
        <w:rPr>
          <w:rFonts w:ascii="Times New Roman" w:eastAsia="Arial Unicode MS" w:hAnsi="Times New Roman" w:cs="Times New Roman"/>
          <w:sz w:val="24"/>
          <w:szCs w:val="24"/>
        </w:rPr>
        <w:t xml:space="preserve"> сільська рада</w:t>
      </w:r>
    </w:p>
    <w:p w:rsidR="009A4062" w:rsidRPr="00CA015E" w:rsidRDefault="009A4062" w:rsidP="009A4062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9A4062" w:rsidRPr="005E7484" w:rsidRDefault="009A4062" w:rsidP="009A406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1.Провести нормативну грошову оцінку земель села Крупець Крупецької сільської ради.</w:t>
      </w:r>
    </w:p>
    <w:p w:rsidR="009A4062" w:rsidRPr="005E7484" w:rsidRDefault="009A4062" w:rsidP="009A40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2.Крупецької сільської  ради (в особі сільського голови </w:t>
      </w:r>
      <w:proofErr w:type="spellStart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Михалюка</w:t>
      </w:r>
      <w:proofErr w:type="spellEnd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Валерія Анатолійовича) укласти договір з відповідною ліцензійною організацією на виконання робіт з проведення нормативної грошової  оцінки земель села Крупець.</w:t>
      </w:r>
    </w:p>
    <w:p w:rsidR="009A4062" w:rsidRPr="005E7484" w:rsidRDefault="009A4062" w:rsidP="009A406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3.Відділу фінансів Крупецької сільської ради (</w:t>
      </w:r>
      <w:proofErr w:type="spellStart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Голубовській</w:t>
      </w:r>
      <w:proofErr w:type="spellEnd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Олександрі Михайлівні) передбачити кошти, необхідні для проведення нормативної грошової оцінки земель села Крупець.</w:t>
      </w:r>
    </w:p>
    <w:p w:rsidR="009A4062" w:rsidRPr="00CA015E" w:rsidRDefault="009A4062" w:rsidP="009A4062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4</w:t>
      </w:r>
      <w:r w:rsidRPr="00CA015E">
        <w:rPr>
          <w:rFonts w:ascii="Times New Roman" w:eastAsia="Arial Unicode MS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A4062" w:rsidRPr="00CA015E" w:rsidRDefault="009A4062" w:rsidP="009A4062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A4062" w:rsidRPr="009A4062" w:rsidRDefault="009A4062" w:rsidP="009A4062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9A4062" w:rsidRPr="00CA015E" w:rsidRDefault="009A4062" w:rsidP="009A4062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13CC4" w:rsidRPr="009A4062" w:rsidRDefault="009A4062">
      <w:pPr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Секретар сільської ради                                                                                         В.М.Мазур</w:t>
      </w:r>
    </w:p>
    <w:sectPr w:rsidR="00513CC4" w:rsidRPr="009A4062" w:rsidSect="00513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A4062"/>
    <w:rsid w:val="00171A2E"/>
    <w:rsid w:val="00304C90"/>
    <w:rsid w:val="00505B6D"/>
    <w:rsid w:val="00513CC4"/>
    <w:rsid w:val="006D3977"/>
    <w:rsid w:val="007D6C18"/>
    <w:rsid w:val="009A4062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6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235</Words>
  <Characters>1344</Characters>
  <Application>Microsoft Office Word</Application>
  <DocSecurity>0</DocSecurity>
  <Lines>11</Lines>
  <Paragraphs>3</Paragraphs>
  <ScaleCrop>false</ScaleCrop>
  <Company>Microsoft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2020-03-16T13:17:00Z</dcterms:created>
  <dcterms:modified xsi:type="dcterms:W3CDTF">2020-03-16T13:17:00Z</dcterms:modified>
</cp:coreProperties>
</file>