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91B" w:rsidRPr="00B623A8" w:rsidRDefault="0075591B" w:rsidP="0075591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591B" w:rsidRDefault="0075591B" w:rsidP="007559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5591B" w:rsidRDefault="0075591B" w:rsidP="007559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5591B" w:rsidRDefault="0075591B" w:rsidP="007559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591B" w:rsidRDefault="0075591B" w:rsidP="007559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5591B" w:rsidRDefault="0075591B" w:rsidP="007559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591B" w:rsidRPr="006E3F23" w:rsidRDefault="0075591B" w:rsidP="007559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№21</w:t>
      </w:r>
    </w:p>
    <w:p w:rsidR="0075591B" w:rsidRPr="00A31AA4" w:rsidRDefault="0075591B" w:rsidP="0075591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5591B" w:rsidRPr="00A31AA4" w:rsidRDefault="0075591B" w:rsidP="0075591B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75591B" w:rsidRPr="00A31AA4" w:rsidRDefault="0075591B" w:rsidP="0075591B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75591B" w:rsidRPr="00243225" w:rsidRDefault="0075591B" w:rsidP="0075591B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Мазуру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Р.В.</w:t>
      </w:r>
    </w:p>
    <w:p w:rsidR="0075591B" w:rsidRPr="00A31AA4" w:rsidRDefault="0075591B" w:rsidP="0075591B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591B" w:rsidRPr="00A31AA4" w:rsidRDefault="0075591B" w:rsidP="0075591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Мазура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75591B" w:rsidRPr="00A31AA4" w:rsidRDefault="0075591B" w:rsidP="0075591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5591B" w:rsidRPr="00A31AA4" w:rsidRDefault="0075591B" w:rsidP="0075591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Мазуру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Роману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ікторовичу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75591B" w:rsidRDefault="0075591B" w:rsidP="0075591B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Мазуру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Роману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sz w:val="24"/>
          <w:szCs w:val="24"/>
        </w:rPr>
        <w:t>ікторовичу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</w:t>
      </w:r>
      <w:r>
        <w:rPr>
          <w:rFonts w:ascii="Times New Roman" w:eastAsia="Arial Unicode MS" w:hAnsi="Times New Roman"/>
          <w:sz w:val="24"/>
          <w:szCs w:val="24"/>
        </w:rPr>
        <w:t>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: </w:t>
      </w:r>
      <w:r w:rsidR="00AC51F4">
        <w:rPr>
          <w:rFonts w:ascii="Times New Roman" w:eastAsia="Arial Unicode MS" w:hAnsi="Times New Roman"/>
          <w:sz w:val="24"/>
          <w:szCs w:val="24"/>
        </w:rPr>
        <w:t>___________</w:t>
      </w:r>
      <w:r>
        <w:rPr>
          <w:rFonts w:ascii="Times New Roman" w:eastAsia="Arial Unicode MS" w:hAnsi="Times New Roman"/>
          <w:sz w:val="24"/>
          <w:szCs w:val="24"/>
        </w:rPr>
        <w:t>,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AC51F4">
        <w:rPr>
          <w:rFonts w:ascii="Times New Roman" w:eastAsia="Arial Unicode MS" w:hAnsi="Times New Roman"/>
          <w:sz w:val="24"/>
          <w:szCs w:val="24"/>
        </w:rPr>
        <w:t>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2,0000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номер: 6823984000:0</w:t>
      </w:r>
      <w:r>
        <w:rPr>
          <w:rFonts w:ascii="Times New Roman" w:eastAsia="Arial Unicode MS" w:hAnsi="Times New Roman"/>
          <w:sz w:val="24"/>
          <w:szCs w:val="24"/>
        </w:rPr>
        <w:t>3:012:0205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75591B" w:rsidRPr="00A31AA4" w:rsidRDefault="0075591B" w:rsidP="0075591B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Мазуру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Р.В.,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75591B" w:rsidRDefault="0075591B" w:rsidP="0075591B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75591B" w:rsidRPr="00A31AA4" w:rsidRDefault="0075591B" w:rsidP="0075591B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591B" w:rsidRDefault="0075591B" w:rsidP="0075591B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856392" w:rsidRDefault="00856392"/>
    <w:sectPr w:rsidR="0085639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91B"/>
    <w:rsid w:val="00171A2E"/>
    <w:rsid w:val="00304C90"/>
    <w:rsid w:val="00505B6D"/>
    <w:rsid w:val="006D3977"/>
    <w:rsid w:val="0075591B"/>
    <w:rsid w:val="007D6C18"/>
    <w:rsid w:val="00856392"/>
    <w:rsid w:val="00AC51F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5591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5591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5591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5591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5591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5591B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7</TotalTime>
  <Pages>1</Pages>
  <Words>332</Words>
  <Characters>1897</Characters>
  <Application>Microsoft Office Word</Application>
  <DocSecurity>0</DocSecurity>
  <Lines>15</Lines>
  <Paragraphs>4</Paragraphs>
  <ScaleCrop>false</ScaleCrop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2020-11-30T15:29:00Z</dcterms:created>
  <dcterms:modified xsi:type="dcterms:W3CDTF">2020-12-01T06:55:00Z</dcterms:modified>
</cp:coreProperties>
</file>