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F5" w:rsidRDefault="00B063F5" w:rsidP="00B063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063F5" w:rsidRPr="00FB2913" w:rsidRDefault="00B063F5" w:rsidP="00B063F5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  <w:r w:rsidRPr="00FB2913">
        <w:rPr>
          <w:rFonts w:ascii="Times New Roman" w:eastAsia="Calibri" w:hAnsi="Times New Roman" w:cs="Times New Roman"/>
          <w:color w:val="FF0000"/>
          <w:lang w:val="ru-RU" w:eastAsia="en-US"/>
        </w:rPr>
        <w:t>ПРОЕКТ</w:t>
      </w:r>
    </w:p>
    <w:p w:rsidR="00B063F5" w:rsidRPr="00FB2913" w:rsidRDefault="00B063F5" w:rsidP="00B063F5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 w:rsidRPr="00FB2913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69C7FB" wp14:editId="7929D666">
                <wp:simplePos x="0" y="0"/>
                <wp:positionH relativeFrom="column">
                  <wp:posOffset>2708910</wp:posOffset>
                </wp:positionH>
                <wp:positionV relativeFrom="paragraph">
                  <wp:posOffset>121285</wp:posOffset>
                </wp:positionV>
                <wp:extent cx="434975" cy="703580"/>
                <wp:effectExtent l="0" t="0" r="3175" b="1270"/>
                <wp:wrapNone/>
                <wp:docPr id="15092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703580"/>
                          <a:chOff x="0" y="0"/>
                          <a:chExt cx="1142" cy="1718"/>
                        </a:xfrm>
                      </wpg:grpSpPr>
                      <wps:wsp>
                        <wps:cNvPr id="1509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5469C7FB" id="Группа 2508" o:spid="_x0000_s1026" style="position:absolute;margin-left:213.3pt;margin-top:9.55pt;width:34.25pt;height:55.4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063F5" w:rsidRDefault="00B063F5" w:rsidP="00B063F5">
                        <w:pPr>
                          <w:jc w:val="center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" fillcolor="black" stroked="f"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" fillcolor="black" stroked="f"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063F5" w:rsidRPr="00FB2913" w:rsidRDefault="00B063F5" w:rsidP="00B063F5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B063F5" w:rsidRPr="00FB2913" w:rsidRDefault="00B063F5" w:rsidP="00B063F5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B063F5" w:rsidRPr="00FB2913" w:rsidRDefault="00B063F5" w:rsidP="00B063F5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B063F5" w:rsidRPr="00FB2913" w:rsidRDefault="00B063F5" w:rsidP="00B063F5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B063F5" w:rsidRPr="00FB2913" w:rsidRDefault="00B063F5" w:rsidP="00B063F5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</w:p>
    <w:p w:rsidR="00B063F5" w:rsidRPr="00FB2913" w:rsidRDefault="00B063F5" w:rsidP="00B063F5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УКРАЇНА</w:t>
      </w:r>
    </w:p>
    <w:p w:rsidR="00B063F5" w:rsidRPr="00FB2913" w:rsidRDefault="00B063F5" w:rsidP="00B063F5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КРУПЕЦЬКА СІЛЬСЬКА РАДА</w:t>
      </w:r>
    </w:p>
    <w:p w:rsidR="00B063F5" w:rsidRPr="00FB2913" w:rsidRDefault="00B063F5" w:rsidP="00B063F5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СЛАВУТСЬКОГО РАЙОНУ</w:t>
      </w:r>
    </w:p>
    <w:p w:rsidR="00B063F5" w:rsidRPr="00FB2913" w:rsidRDefault="00B063F5" w:rsidP="00B063F5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ХМЕЛЬНИЦЬКОЇ ОБЛАСТІ</w:t>
      </w:r>
    </w:p>
    <w:p w:rsidR="00B063F5" w:rsidRPr="00FB2913" w:rsidRDefault="00B063F5" w:rsidP="00B063F5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 w:rsidRPr="00FB2913">
        <w:rPr>
          <w:rFonts w:ascii="Times New Roman" w:eastAsia="Calibri" w:hAnsi="Times New Roman" w:cs="Times New Roman"/>
          <w:lang w:val="ru-RU" w:eastAsia="en-US"/>
        </w:rPr>
        <w:t xml:space="preserve"> </w:t>
      </w:r>
      <w:r w:rsidRPr="00FB2913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5130EAD" wp14:editId="5726D3FE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5123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5124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5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6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7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8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9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0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1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2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3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4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5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6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7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8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9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40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41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42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43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44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45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46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47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48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49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0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1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2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3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3F5" w:rsidRDefault="00B063F5" w:rsidP="00B063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55130EAD"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" fillcolor="black" stroked="f"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" fillcolor="black" stroked="f"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063F5" w:rsidRDefault="00B063F5" w:rsidP="00B063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063F5" w:rsidRPr="00FB2913" w:rsidRDefault="00B063F5" w:rsidP="00B063F5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РІШЕННЯ</w:t>
      </w:r>
    </w:p>
    <w:p w:rsidR="00B063F5" w:rsidRPr="00FB2913" w:rsidRDefault="00B063F5" w:rsidP="00B063F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FB2913">
        <w:rPr>
          <w:rFonts w:ascii="Times New Roman" w:eastAsia="Calibri" w:hAnsi="Times New Roman" w:cs="Times New Roman"/>
          <w:lang w:val="ru-RU" w:eastAsia="en-US"/>
        </w:rPr>
        <w:t xml:space="preserve"> 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B063F5" w:rsidRPr="00FB2913" w:rsidRDefault="00B063F5" w:rsidP="00B063F5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B063F5" w:rsidRPr="00FB2913" w:rsidRDefault="00B063F5" w:rsidP="00B063F5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B063F5" w:rsidRPr="00FB2913" w:rsidRDefault="00B063F5" w:rsidP="00B063F5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30.06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. 2021р.                                              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Крупець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                        №_____</w:t>
      </w:r>
    </w:p>
    <w:p w:rsidR="00B063F5" w:rsidRPr="00FB2913" w:rsidRDefault="00B063F5" w:rsidP="00B063F5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B063F5" w:rsidRPr="00FB2913" w:rsidRDefault="00B063F5" w:rsidP="00B063F5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B063F5" w:rsidRPr="00FB2913" w:rsidRDefault="00B063F5" w:rsidP="00B063F5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B063F5" w:rsidRPr="00FB2913" w:rsidRDefault="00B063F5" w:rsidP="00B063F5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технічної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B063F5" w:rsidRPr="00FB2913" w:rsidRDefault="00B063F5" w:rsidP="00B063F5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B063F5" w:rsidRPr="00FB2913" w:rsidRDefault="00B063F5" w:rsidP="00B063F5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місцевості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B063F5" w:rsidRPr="00FB2913" w:rsidRDefault="00B063F5" w:rsidP="00B063F5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Карєвій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Л.П.</w:t>
      </w:r>
    </w:p>
    <w:p w:rsidR="00B063F5" w:rsidRPr="00FB2913" w:rsidRDefault="00B063F5" w:rsidP="00B063F5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B063F5" w:rsidRPr="00FB2913" w:rsidRDefault="00B063F5" w:rsidP="00B063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 Земельного кодексу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Карєвої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Л.П.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  <w:proofErr w:type="gramEnd"/>
    </w:p>
    <w:p w:rsidR="00B063F5" w:rsidRPr="00FB2913" w:rsidRDefault="00B063F5" w:rsidP="00B063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B063F5" w:rsidRPr="00FB2913" w:rsidRDefault="00B063F5" w:rsidP="00B063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B063F5" w:rsidRPr="00FB2913" w:rsidRDefault="00B063F5" w:rsidP="00B063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Карєвій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Людмилі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Петрівні</w:t>
      </w:r>
      <w:proofErr w:type="spellEnd"/>
      <w:r w:rsidRPr="00FB2913">
        <w:rPr>
          <w:rFonts w:ascii="Times New Roman" w:eastAsia="Calibri" w:hAnsi="Times New Roman" w:cs="Times New Roman"/>
          <w:sz w:val="24"/>
          <w:lang w:eastAsia="en-US"/>
        </w:rPr>
        <w:t>, яка зар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D16761">
        <w:rPr>
          <w:rFonts w:ascii="Times New Roman" w:eastAsia="Calibri" w:hAnsi="Times New Roman" w:cs="Times New Roman"/>
          <w:sz w:val="24"/>
          <w:lang w:eastAsia="en-US"/>
        </w:rPr>
        <w:t>_________</w:t>
      </w:r>
      <w:bookmarkStart w:id="0" w:name="_GoBack"/>
      <w:bookmarkEnd w:id="0"/>
      <w:r w:rsidRPr="00FB2913">
        <w:rPr>
          <w:rFonts w:ascii="Times New Roman" w:eastAsia="Calibri" w:hAnsi="Times New Roman" w:cs="Times New Roman"/>
          <w:sz w:val="24"/>
          <w:lang w:eastAsia="en-US"/>
        </w:rPr>
        <w:t>, дозвіл на розробку технічної документації із землеустрою щодо встановлення (відновлення) меж земельної ділянки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в натурі (на місцевості), площею 0,0506га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lang w:eastAsia="en-US"/>
        </w:rPr>
        <w:t>ведення особистого селянського господарства,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земельна ділянка  розташована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</w:t>
      </w:r>
      <w:proofErr w:type="gramStart"/>
      <w:r>
        <w:rPr>
          <w:rFonts w:ascii="Times New Roman" w:eastAsia="Calibri" w:hAnsi="Times New Roman" w:cs="Times New Roman"/>
          <w:sz w:val="24"/>
          <w:lang w:eastAsia="en-US"/>
        </w:rPr>
        <w:t>.С</w:t>
      </w:r>
      <w:proofErr w:type="gramEnd"/>
      <w:r>
        <w:rPr>
          <w:rFonts w:ascii="Times New Roman" w:eastAsia="Calibri" w:hAnsi="Times New Roman" w:cs="Times New Roman"/>
          <w:sz w:val="24"/>
          <w:lang w:eastAsia="en-US"/>
        </w:rPr>
        <w:t>тригани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B063F5" w:rsidRPr="00FB2913" w:rsidRDefault="00B063F5" w:rsidP="00B063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Карєвій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Л.П.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B063F5" w:rsidRPr="00FB2913" w:rsidRDefault="00B063F5" w:rsidP="00B063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291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B063F5" w:rsidRPr="00FB2913" w:rsidRDefault="00B063F5" w:rsidP="00B063F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063F5" w:rsidRPr="00FB2913" w:rsidRDefault="00B063F5" w:rsidP="00B063F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063F5" w:rsidRPr="00FB2913" w:rsidRDefault="00B063F5" w:rsidP="00B063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063F5" w:rsidRPr="00FB2913" w:rsidRDefault="00B063F5" w:rsidP="00B063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063F5" w:rsidRPr="00FB2913" w:rsidRDefault="00B063F5" w:rsidP="00B063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456F7" w:rsidRPr="00B063F5" w:rsidRDefault="00B063F5">
      <w:pPr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lastRenderedPageBreak/>
        <w:t xml:space="preserve">Сільський  голова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МИХАЛЮК</w:t>
      </w:r>
    </w:p>
    <w:sectPr w:rsidR="00D456F7" w:rsidRPr="00B063F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3F5"/>
    <w:rsid w:val="00B063F5"/>
    <w:rsid w:val="00D16761"/>
    <w:rsid w:val="00D4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3F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3F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2</Pages>
  <Words>248</Words>
  <Characters>1419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2021-06-22T07:35:00Z</dcterms:created>
  <dcterms:modified xsi:type="dcterms:W3CDTF">2021-06-22T12:50:00Z</dcterms:modified>
</cp:coreProperties>
</file>