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6278" w:rsidRDefault="00696278" w:rsidP="00696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96278" w:rsidRDefault="00696278" w:rsidP="00696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96278" w:rsidRDefault="00696278" w:rsidP="00696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696278" w:rsidRDefault="00696278" w:rsidP="006962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96278" w:rsidRDefault="00696278" w:rsidP="006962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96278" w:rsidRDefault="00696278" w:rsidP="006962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96278" w:rsidRDefault="00696278" w:rsidP="006962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96278" w:rsidRDefault="00696278" w:rsidP="006962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6278" w:rsidRDefault="00696278" w:rsidP="00696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96278" w:rsidRDefault="00696278" w:rsidP="00696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6278" w:rsidRDefault="00696278" w:rsidP="006962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96278" w:rsidRDefault="00696278" w:rsidP="0069627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696278" w:rsidRDefault="00696278" w:rsidP="0069627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96278" w:rsidRDefault="00696278" w:rsidP="0069627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96278" w:rsidRDefault="00696278" w:rsidP="0069627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96278" w:rsidRDefault="00696278" w:rsidP="0069627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96278" w:rsidRDefault="00696278" w:rsidP="0069627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Троцюк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Л.В.</w:t>
      </w:r>
    </w:p>
    <w:p w:rsidR="00696278" w:rsidRDefault="00696278" w:rsidP="0069627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96278" w:rsidRPr="004D280A" w:rsidRDefault="00696278" w:rsidP="0069627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6, 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96278" w:rsidRPr="004D280A" w:rsidRDefault="00696278" w:rsidP="0069627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96278" w:rsidRDefault="00696278" w:rsidP="0069627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4D280A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Лідії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4D28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82481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0,7000 га,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696278" w:rsidRDefault="00696278" w:rsidP="0069627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96278" w:rsidRDefault="00696278" w:rsidP="006962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96278" w:rsidRPr="00696278" w:rsidRDefault="00696278" w:rsidP="0069627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6155D2" w:rsidRPr="00696278" w:rsidRDefault="00696278" w:rsidP="0069627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155D2" w:rsidRPr="006962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278"/>
    <w:rsid w:val="00171A2E"/>
    <w:rsid w:val="00304C90"/>
    <w:rsid w:val="00505B6D"/>
    <w:rsid w:val="00582481"/>
    <w:rsid w:val="006155D2"/>
    <w:rsid w:val="00696278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15</TotalTime>
  <Pages>1</Pages>
  <Words>267</Words>
  <Characters>1525</Characters>
  <Application>Microsoft Office Word</Application>
  <DocSecurity>0</DocSecurity>
  <Lines>12</Lines>
  <Paragraphs>3</Paragraphs>
  <ScaleCrop>false</ScaleCrop>
  <Company>Microsoft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2020-07-21T14:11:00Z</dcterms:created>
  <dcterms:modified xsi:type="dcterms:W3CDTF">2020-07-21T14:44:00Z</dcterms:modified>
</cp:coreProperties>
</file>