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2C" w:rsidRDefault="00BA1E2C" w:rsidP="00BA1E2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E2C" w:rsidRDefault="00BA1E2C" w:rsidP="00BA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1E2C" w:rsidRDefault="00BA1E2C" w:rsidP="00BA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A1E2C" w:rsidRDefault="00BA1E2C" w:rsidP="00BA1E2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1E2C" w:rsidRDefault="00BA1E2C" w:rsidP="00BA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A1E2C" w:rsidRDefault="00BA1E2C" w:rsidP="00BA1E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1E2C" w:rsidRDefault="00BA1E2C" w:rsidP="00BA1E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№76</w:t>
      </w:r>
    </w:p>
    <w:p w:rsidR="00BA1E2C" w:rsidRPr="002C7821" w:rsidRDefault="00BA1E2C" w:rsidP="00BA1E2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A1E2C" w:rsidRPr="002C7821" w:rsidRDefault="00BA1E2C" w:rsidP="00BA1E2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A1E2C" w:rsidRPr="002C7821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A1E2C" w:rsidRPr="002C7821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BA1E2C" w:rsidRPr="00990689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 xml:space="preserve"> О.В.</w:t>
      </w:r>
    </w:p>
    <w:p w:rsidR="00BA1E2C" w:rsidRPr="002C7821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A1E2C" w:rsidRPr="002C7821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116,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О.В.,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BA1E2C" w:rsidRPr="00990689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BA1E2C" w:rsidRPr="002C7821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Олексію Васильовичу, який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62131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 га, </w:t>
      </w:r>
      <w:r w:rsidRPr="00731B7F">
        <w:rPr>
          <w:rFonts w:ascii="Times New Roman" w:eastAsia="Calibri" w:hAnsi="Times New Roman" w:cs="Times New Roman"/>
          <w:sz w:val="24"/>
          <w:szCs w:val="24"/>
          <w:lang w:eastAsia="en-US"/>
        </w:rPr>
        <w:t>для індивідуального садівництва,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по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вул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Набережній, у районі будинку №56.</w:t>
      </w:r>
    </w:p>
    <w:p w:rsidR="00BA1E2C" w:rsidRPr="002C7821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О.В.,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A1E2C" w:rsidRPr="002C7821" w:rsidRDefault="00BA1E2C" w:rsidP="00BA1E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A1E2C" w:rsidRPr="002C7821" w:rsidRDefault="00BA1E2C" w:rsidP="00BA1E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A1E2C" w:rsidRPr="002C7821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A1E2C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A1E2C" w:rsidRPr="002C7821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A1E2C" w:rsidRPr="00BA1E2C" w:rsidRDefault="00BA1E2C" w:rsidP="00BA1E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B64BE" w:rsidRPr="00BA1E2C" w:rsidRDefault="00BA1E2C" w:rsidP="00BA1E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3B64BE" w:rsidRPr="00BA1E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2C"/>
    <w:rsid w:val="003B64BE"/>
    <w:rsid w:val="00B62131"/>
    <w:rsid w:val="00BA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2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A1E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A1E2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A1E2C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2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A1E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A1E2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A1E2C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2021-07-07T06:51:00Z</dcterms:created>
  <dcterms:modified xsi:type="dcterms:W3CDTF">2021-07-07T08:35:00Z</dcterms:modified>
</cp:coreProperties>
</file>