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484B" w:rsidRDefault="00DD484B" w:rsidP="00DD484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484B" w:rsidRDefault="00DD484B" w:rsidP="00DD484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484B" w:rsidRDefault="00DD484B" w:rsidP="00DD484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484B" w:rsidRDefault="00DD484B" w:rsidP="00DD484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484B" w:rsidRDefault="00DD484B" w:rsidP="00DD48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484B" w:rsidRDefault="00DD484B" w:rsidP="00DD484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№55</w:t>
      </w:r>
    </w:p>
    <w:p w:rsidR="00DD484B" w:rsidRPr="00C92EA5" w:rsidRDefault="00DD484B" w:rsidP="00DD484B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D484B" w:rsidRPr="00C92EA5" w:rsidRDefault="00DD484B" w:rsidP="00DD484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Т.А.</w:t>
      </w:r>
    </w:p>
    <w:p w:rsidR="00DD484B" w:rsidRPr="00DD712B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D484B" w:rsidRPr="00F720D9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Свецької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DD484B" w:rsidRPr="004C1654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42932">
        <w:rPr>
          <w:rFonts w:ascii="Times New Roman" w:eastAsia="Calibri" w:hAnsi="Times New Roman" w:cs="Times New Roman"/>
          <w:sz w:val="24"/>
        </w:rPr>
        <w:t>ВИРІШИЛА:</w:t>
      </w:r>
    </w:p>
    <w:p w:rsidR="00DD484B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 w:rsidR="00A5756C" w:rsidRPr="00A5756C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0,10</w:t>
      </w:r>
      <w:r w:rsidRPr="00DD712B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712B">
        <w:rPr>
          <w:rFonts w:ascii="Times New Roman" w:eastAsia="Calibri" w:hAnsi="Times New Roman" w:cs="Times New Roman"/>
          <w:sz w:val="24"/>
        </w:rPr>
        <w:t xml:space="preserve">га,  для ведення особистого селянського господарства, яка розташована на території 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DD484B" w:rsidRPr="00CD2572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A17638">
        <w:rPr>
          <w:rFonts w:ascii="Times New Roman" w:eastAsia="Calibri" w:hAnsi="Times New Roman" w:cs="Times New Roman"/>
          <w:sz w:val="24"/>
        </w:rPr>
        <w:t>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A17638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DD484B" w:rsidRPr="00DD712B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DD484B" w:rsidRPr="00C92EA5" w:rsidRDefault="00DD484B" w:rsidP="00DD484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D484B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D484B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DD484B" w:rsidRPr="00C92EA5" w:rsidRDefault="00DD484B" w:rsidP="00DD48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872AF" w:rsidRPr="00DD484B" w:rsidRDefault="00DD484B" w:rsidP="00DD484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A872AF" w:rsidRPr="00DD484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84B"/>
    <w:rsid w:val="00171A2E"/>
    <w:rsid w:val="00304C90"/>
    <w:rsid w:val="00505B6D"/>
    <w:rsid w:val="006D3977"/>
    <w:rsid w:val="007D6C18"/>
    <w:rsid w:val="00A5756C"/>
    <w:rsid w:val="00A872AF"/>
    <w:rsid w:val="00D1641A"/>
    <w:rsid w:val="00DD4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D484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D484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D484B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DD484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DD484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DD484B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1027</Words>
  <Characters>586</Characters>
  <Application>Microsoft Office Word</Application>
  <DocSecurity>0</DocSecurity>
  <Lines>4</Lines>
  <Paragraphs>3</Paragraphs>
  <ScaleCrop>false</ScaleCrop>
  <Company>Microsoft</Company>
  <LinksUpToDate>false</LinksUpToDate>
  <CharactersWithSpaces>1610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2021-03-31T05:44:00Z</dcterms:created>
  <dcterms:modified xsi:type="dcterms:W3CDTF">2021-03-31T06:16:00Z</dcterms:modified>
</cp:coreProperties>
</file>