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EE6" w:rsidRDefault="009F4E61" w:rsidP="00BF2E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F2EE6" w:rsidRDefault="00BF2EE6" w:rsidP="00BF2EE6"/>
    <w:p w:rsidR="00BF2EE6" w:rsidRDefault="00BF2EE6" w:rsidP="00BF2EE6"/>
    <w:p w:rsidR="00BF2EE6" w:rsidRDefault="00BF2EE6" w:rsidP="00BF2E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F2EE6" w:rsidRDefault="00BF2EE6" w:rsidP="00BF2E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F2EE6" w:rsidRDefault="00BF2EE6" w:rsidP="00BF2E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F2EE6" w:rsidRDefault="00BF2EE6" w:rsidP="00BF2E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F2EE6" w:rsidRDefault="00BF2EE6" w:rsidP="00BF2E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EE6" w:rsidRDefault="00BF2EE6" w:rsidP="00BF2E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F2EE6" w:rsidRDefault="00BF2EE6" w:rsidP="00BF2E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2EE6" w:rsidRDefault="00BF2EE6" w:rsidP="00BF2EE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F2EE6" w:rsidRDefault="00BF2EE6" w:rsidP="00BF2EE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36</w:t>
      </w:r>
    </w:p>
    <w:p w:rsidR="00BF2EE6" w:rsidRDefault="00BF2EE6" w:rsidP="00BF2EE6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BF2EE6" w:rsidRPr="00602067" w:rsidRDefault="00BF2EE6" w:rsidP="00BF2EE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067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BF2EE6" w:rsidRPr="00602067" w:rsidRDefault="00BF2EE6" w:rsidP="00BF2EE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067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BF2EE6" w:rsidRPr="00602067" w:rsidRDefault="00BF2EE6" w:rsidP="00BF2EE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067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BF2EE6" w:rsidRPr="00602067" w:rsidRDefault="00BF2EE6" w:rsidP="00BF2EE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2067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602067">
        <w:rPr>
          <w:rFonts w:ascii="Times New Roman" w:hAnsi="Times New Roman" w:cs="Times New Roman"/>
          <w:b/>
          <w:sz w:val="24"/>
          <w:szCs w:val="24"/>
        </w:rPr>
        <w:t>Гурзель</w:t>
      </w:r>
      <w:proofErr w:type="spellEnd"/>
      <w:r w:rsidRPr="00602067">
        <w:rPr>
          <w:rFonts w:ascii="Times New Roman" w:hAnsi="Times New Roman" w:cs="Times New Roman"/>
          <w:b/>
          <w:sz w:val="24"/>
          <w:szCs w:val="24"/>
        </w:rPr>
        <w:t xml:space="preserve"> Н.В.</w:t>
      </w:r>
    </w:p>
    <w:p w:rsidR="00BF2EE6" w:rsidRPr="004A7F1D" w:rsidRDefault="00BF2EE6" w:rsidP="00BF2EE6">
      <w:pPr>
        <w:tabs>
          <w:tab w:val="left" w:pos="4424"/>
        </w:tabs>
        <w:spacing w:after="0"/>
        <w:rPr>
          <w:rFonts w:ascii="Times New Roman" w:hAnsi="Times New Roman" w:cs="Times New Roman"/>
        </w:rPr>
      </w:pPr>
    </w:p>
    <w:p w:rsidR="00BF2EE6" w:rsidRPr="00602067" w:rsidRDefault="00BF2EE6" w:rsidP="00BF2EE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2067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602067">
        <w:rPr>
          <w:rFonts w:ascii="Times New Roman" w:hAnsi="Times New Roman" w:cs="Times New Roman"/>
          <w:sz w:val="24"/>
          <w:szCs w:val="24"/>
        </w:rPr>
        <w:t>Гурзель</w:t>
      </w:r>
      <w:proofErr w:type="spellEnd"/>
      <w:r w:rsidRPr="00602067">
        <w:rPr>
          <w:rFonts w:ascii="Times New Roman" w:hAnsi="Times New Roman" w:cs="Times New Roman"/>
          <w:sz w:val="24"/>
          <w:szCs w:val="24"/>
        </w:rPr>
        <w:t xml:space="preserve"> Н.В., сільська  рада </w:t>
      </w:r>
    </w:p>
    <w:p w:rsidR="00BF2EE6" w:rsidRPr="00602067" w:rsidRDefault="00BF2EE6" w:rsidP="00BF2EE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2067">
        <w:rPr>
          <w:rFonts w:ascii="Times New Roman" w:hAnsi="Times New Roman" w:cs="Times New Roman"/>
          <w:sz w:val="24"/>
          <w:szCs w:val="24"/>
        </w:rPr>
        <w:t>ВИРІШИЛА:</w:t>
      </w:r>
    </w:p>
    <w:p w:rsidR="00BF2EE6" w:rsidRPr="00602067" w:rsidRDefault="00BF2EE6" w:rsidP="00BF2EE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02067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602067">
        <w:rPr>
          <w:rFonts w:ascii="Times New Roman" w:eastAsia="Calibri" w:hAnsi="Times New Roman" w:cs="Times New Roman"/>
          <w:sz w:val="24"/>
          <w:szCs w:val="24"/>
          <w:lang w:eastAsia="en-US"/>
        </w:rPr>
        <w:t>Гурзель</w:t>
      </w:r>
      <w:proofErr w:type="spellEnd"/>
      <w:r w:rsidRPr="0060206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Наталії Василівні, яка зареєстрована за адресою:</w:t>
      </w:r>
      <w:r w:rsidR="009F4E61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</w:t>
      </w:r>
      <w:bookmarkStart w:id="0" w:name="_GoBack"/>
      <w:bookmarkEnd w:id="0"/>
      <w:r w:rsidRPr="00602067">
        <w:rPr>
          <w:rFonts w:ascii="Times New Roman" w:hAnsi="Times New Roman" w:cs="Times New Roman"/>
          <w:sz w:val="24"/>
          <w:szCs w:val="24"/>
        </w:rPr>
        <w:t>, 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2067">
        <w:rPr>
          <w:rFonts w:ascii="Times New Roman" w:hAnsi="Times New Roman" w:cs="Times New Roman"/>
          <w:sz w:val="24"/>
          <w:szCs w:val="24"/>
        </w:rPr>
        <w:t xml:space="preserve">га, (кадастровий номер: 6823986800:02:002:0026),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60206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602067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602067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 w:rsidRPr="0060206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02067">
        <w:rPr>
          <w:rFonts w:ascii="Times New Roman" w:hAnsi="Times New Roman" w:cs="Times New Roman"/>
          <w:sz w:val="24"/>
          <w:szCs w:val="24"/>
        </w:rPr>
        <w:t>вул.Миру</w:t>
      </w:r>
      <w:proofErr w:type="spellEnd"/>
      <w:r w:rsidRPr="00602067">
        <w:rPr>
          <w:rFonts w:ascii="Times New Roman" w:hAnsi="Times New Roman" w:cs="Times New Roman"/>
          <w:sz w:val="24"/>
          <w:szCs w:val="24"/>
        </w:rPr>
        <w:t>, 149.</w:t>
      </w:r>
    </w:p>
    <w:p w:rsidR="00BF2EE6" w:rsidRPr="00602067" w:rsidRDefault="00BF2EE6" w:rsidP="00BF2EE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02067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602067">
        <w:rPr>
          <w:rFonts w:ascii="Times New Roman" w:hAnsi="Times New Roman" w:cs="Times New Roman"/>
          <w:sz w:val="24"/>
          <w:szCs w:val="24"/>
        </w:rPr>
        <w:t>Гурзель</w:t>
      </w:r>
      <w:proofErr w:type="spellEnd"/>
      <w:r w:rsidRPr="00602067">
        <w:rPr>
          <w:rFonts w:ascii="Times New Roman" w:hAnsi="Times New Roman" w:cs="Times New Roman"/>
          <w:sz w:val="24"/>
          <w:szCs w:val="24"/>
        </w:rPr>
        <w:t xml:space="preserve"> Н.В., посвідчити своє право  в  установленому  законом  порядку.</w:t>
      </w:r>
    </w:p>
    <w:p w:rsidR="00BF2EE6" w:rsidRPr="00602067" w:rsidRDefault="00BF2EE6" w:rsidP="00BF2EE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02067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F2EE6" w:rsidRPr="00602067" w:rsidRDefault="00BF2EE6" w:rsidP="00BF2EE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F2EE6" w:rsidRPr="00602067" w:rsidRDefault="00BF2EE6" w:rsidP="00BF2EE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2EE6" w:rsidRPr="00BF2EE6" w:rsidRDefault="00BF2EE6" w:rsidP="00BF2EE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F2EE6" w:rsidRPr="00602067" w:rsidRDefault="00BF2EE6" w:rsidP="00BF2EE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3493D" w:rsidRPr="00BF2EE6" w:rsidRDefault="00BF2EE6" w:rsidP="00BF2EE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В.М.Мазур</w:t>
      </w:r>
    </w:p>
    <w:sectPr w:rsidR="00C3493D" w:rsidRPr="00BF2EE6" w:rsidSect="00C349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F2EE6"/>
    <w:rsid w:val="00171A2E"/>
    <w:rsid w:val="00304C90"/>
    <w:rsid w:val="00505B6D"/>
    <w:rsid w:val="006D3977"/>
    <w:rsid w:val="007D6C18"/>
    <w:rsid w:val="009F4E61"/>
    <w:rsid w:val="00BF2EE6"/>
    <w:rsid w:val="00C3493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EE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styleId="HTML">
    <w:name w:val="HTML Preformatted"/>
    <w:aliases w:val="Знак2, Знак2"/>
    <w:link w:val="HTML0"/>
    <w:unhideWhenUsed/>
    <w:rsid w:val="00BF2E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 w:bidi="ar-SA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F2EE6"/>
    <w:rPr>
      <w:rFonts w:ascii="SimSun" w:eastAsia="SimSun" w:hAnsi="SimSun" w:cs="Times New Roman"/>
      <w:sz w:val="24"/>
      <w:szCs w:val="24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255</Words>
  <Characters>1457</Characters>
  <Application>Microsoft Office Word</Application>
  <DocSecurity>0</DocSecurity>
  <Lines>12</Lines>
  <Paragraphs>3</Paragraphs>
  <ScaleCrop>false</ScaleCrop>
  <Company>Microsoft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2020-03-16T12:51:00Z</dcterms:created>
  <dcterms:modified xsi:type="dcterms:W3CDTF">2020-03-17T06:31:00Z</dcterms:modified>
</cp:coreProperties>
</file>