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BB5" w:rsidRDefault="00201BB5" w:rsidP="00201B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5" w:rsidRDefault="00201BB5" w:rsidP="00201B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1BB5" w:rsidRDefault="00201BB5" w:rsidP="00201B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1BB5" w:rsidRDefault="00201BB5" w:rsidP="00201B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5" w:rsidRDefault="00201BB5" w:rsidP="00201B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1BB5" w:rsidRDefault="00201BB5" w:rsidP="00201B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1BB5" w:rsidRDefault="00201BB5" w:rsidP="00201B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№119</w:t>
      </w:r>
    </w:p>
    <w:p w:rsidR="00201BB5" w:rsidRPr="001524CD" w:rsidRDefault="00201BB5" w:rsidP="00201BB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1BB5" w:rsidRPr="001524CD" w:rsidRDefault="00201BB5" w:rsidP="00201BB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201BB5" w:rsidRPr="001524CD" w:rsidRDefault="00201BB5" w:rsidP="00201BB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201BB5" w:rsidRPr="001524CD" w:rsidRDefault="00201BB5" w:rsidP="00201BB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201BB5" w:rsidRPr="001524CD" w:rsidRDefault="00201BB5" w:rsidP="00201BB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201BB5" w:rsidRPr="001524CD" w:rsidRDefault="00201BB5" w:rsidP="00201BB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524CD">
        <w:rPr>
          <w:rFonts w:ascii="Times New Roman" w:eastAsia="Calibri" w:hAnsi="Times New Roman" w:cs="Times New Roman"/>
          <w:b/>
          <w:sz w:val="24"/>
          <w:szCs w:val="24"/>
        </w:rPr>
        <w:t>Крупській</w:t>
      </w:r>
      <w:proofErr w:type="spellEnd"/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 О.М.</w:t>
      </w:r>
    </w:p>
    <w:p w:rsidR="00201BB5" w:rsidRPr="001524CD" w:rsidRDefault="00201BB5" w:rsidP="00201BB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1BB5" w:rsidRPr="001524CD" w:rsidRDefault="00201BB5" w:rsidP="00201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Крупської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О.М., сільська рада</w:t>
      </w:r>
    </w:p>
    <w:p w:rsidR="00201BB5" w:rsidRPr="001524CD" w:rsidRDefault="00201BB5" w:rsidP="00201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01BB5" w:rsidRPr="001524CD" w:rsidRDefault="00201BB5" w:rsidP="00201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 1. Надати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Крупській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Ользі Миколаївни, яка зареєстрована за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32D56">
        <w:rPr>
          <w:rFonts w:ascii="Times New Roman" w:eastAsia="Calibri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 виробництва,  5,22 в умовних кадастрових  гектарах, сертифікат на право на земельну частку (пай) серія ХМ №0318820,  земельна ділянка  розташована  на території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сільської ради</w:t>
      </w:r>
    </w:p>
    <w:p w:rsidR="00201BB5" w:rsidRPr="001524CD" w:rsidRDefault="00201BB5" w:rsidP="00201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 2.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Крупській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О.М..,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01BB5" w:rsidRPr="001524CD" w:rsidRDefault="00201BB5" w:rsidP="00201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01BB5" w:rsidRPr="001524CD" w:rsidRDefault="00201BB5" w:rsidP="00201B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</w:t>
      </w:r>
      <w:r>
        <w:rPr>
          <w:rFonts w:ascii="Times New Roman" w:eastAsia="Arial Unicode MS" w:hAnsi="Times New Roman" w:cs="Times New Roman"/>
          <w:sz w:val="24"/>
          <w:szCs w:val="24"/>
        </w:rPr>
        <w:t>устрою (Денисюк Т.В.).</w:t>
      </w:r>
    </w:p>
    <w:p w:rsidR="00201BB5" w:rsidRPr="001524CD" w:rsidRDefault="00201BB5" w:rsidP="00201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28EE" w:rsidRPr="00201BB5" w:rsidRDefault="00201BB5" w:rsidP="00201B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Валерій МИХАЛЮК</w:t>
      </w:r>
    </w:p>
    <w:sectPr w:rsidR="005428EE" w:rsidRPr="00201BB5" w:rsidSect="00201BB5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B5"/>
    <w:rsid w:val="00171A2E"/>
    <w:rsid w:val="00201BB5"/>
    <w:rsid w:val="00304C90"/>
    <w:rsid w:val="00505B6D"/>
    <w:rsid w:val="005428EE"/>
    <w:rsid w:val="006D3977"/>
    <w:rsid w:val="00732D56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2951"/>
  <w15:docId w15:val="{81CAAFB8-7E24-41E4-BCE5-674AAF68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BB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01B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1BB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01BB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2021-04-28T12:32:00Z</dcterms:created>
  <dcterms:modified xsi:type="dcterms:W3CDTF">2021-04-28T13:41:00Z</dcterms:modified>
</cp:coreProperties>
</file>