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C0D" w:rsidRPr="00D815F3" w:rsidRDefault="00556C0D" w:rsidP="00556C0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556C0D" w:rsidRPr="001869AA" w:rsidRDefault="00556C0D" w:rsidP="00556C0D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227" name="Группа 110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22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2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07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WpKsQA&#10;AADeAAAADwAAAGRycy9kb3ducmV2LnhtbESPT4vCQAzF74LfYYjgTadW2JXqKCKreBAW/91DJ7bF&#10;TqZ0ZrV++81B8JbwXt77ZbHqXK0e1IbKs4HJOAFFnHtbcWHgct6OZqBCRLZYeyYDLwqwWvZ7C8ys&#10;f/KRHqdYKAnhkKGBMsYm0zrkJTkMY98Qi3bzrcMoa1to2+JTwl2t0yT50g4rloYSG9qUlN9Pf86A&#10;n+72h2uRHqc//B15/Tu7XbuDMcNBt56DitTFj/l9vbeCP0lT4ZV3ZAa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FqSr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2+EscA&#10;AADeAAAADwAAAGRycy9kb3ducmV2LnhtbERPS2sCMRC+F/ofwhR6kZp1D7ZujVKE7cOD4FbwOmym&#10;m203kyVJdeuvN4LQ23x8z5kvB9uJA/nQOlYwGWcgiGunW24U7D7LhycQISJr7ByTgj8KsFzc3syx&#10;0O7IWzpUsREphEOBCkyMfSFlqA1ZDGPXEyfuy3mLMUHfSO3xmMJtJ/Msm0qLLacGgz2tDNU/1a9V&#10;8F1uzH71eHr1o9mWTqNy/dZ9TJW6vxtenkFEGuK/+Op+12n+JM9ncHkn3SA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1Nvh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0lU8QA&#10;AADeAAAADwAAAGRycy9kb3ducmV2LnhtbESPQYvCMBCF7wv+hzALXhZNVZClGkVERbyIuj9gaMam&#10;bDMpTbTdf79zELzNMO+9b95y3ftaPamNVWADk3EGirgItuLSwM9tP/oGFROyxTowGfijCOvV4GOJ&#10;uQ0dX+h5TaWSEI45GnApNbnWsXDkMY5DQyy3e2g9JlnbUtsWOwn3tZ5m2Vx7rFgIDhvaOip+rw8v&#10;kPMMz6d7d9sfeuxwd3L8tbkYM/zsNwtQifr0Fr/cRyvvT6YzKSB1ZAa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9JV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WV8sQA&#10;AADeAAAADwAAAGRycy9kb3ducmV2LnhtbERPTUvDQBC9C/6HZQRv7SZRq8RuS2kVRPBgFcTbkJ0m&#10;wezssjs28d+7QsHbPN7nLNeTG9SRYuo9GyjnBSjixtueWwPvb4+zO1BJkC0OnsnADyVYr87Pllhb&#10;P/IrHffSqhzCqUYDnUiotU5NRw7T3AfizB18dCgZxlbbiGMOd4OuimKhHfacGzoMtO2o+dp/OwMv&#10;40N4vl3cHMJnvK502ln52IoxlxfT5h6U0CT/4pP7yeb5ZXVVwt87+Qa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1lf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84z8UA&#10;AADeAAAADwAAAGRycy9kb3ducmV2LnhtbESP3WrCQBCF7wu+wzIFb0rd+INI6ioiVYo34s8DDNkx&#10;G5qdDdmtiW/fuRC8m2HOOd+c5br3tbpTG6vABsajDBRxEWzFpYHrZfe5ABUTssU6MBl4UIT1avC2&#10;xNyGjk90P6dSSQjHHA24lJpc61g48hhHoSGW2y20HpOsbalti52E+1pPsmyuPVYsBIcNbR0Vv+c/&#10;L5DjFI+HW3fZ7Xvs8Pvg+GNzMmb43m++QCXq00v8dP9YeX+czaSA1JEZ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zj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eIbsQA&#10;AADeAAAADwAAAGRycy9kb3ducmV2LnhtbERPTUsDMRC9C/6HMEJvNrul1rI2LVIrSMGDVSjehs10&#10;d3EzCcnYXf99Iwje5vE+Z7UZXa/OFFPn2UA5LUAR19523Bj4eH++XYJKgmyx90wGfijBZn19tcLK&#10;+oHf6HyQRuUQThUaaEVCpXWqW3KYpj4QZ+7ko0PJMDbaRhxyuOv1rCgW2mHHuaHFQNuW6q/DtzPw&#10;OuzC/n5xdwqfcT7T6cnKcSvGTG7GxwdQQqP8i//cLzbPL4t5Cb/v5Bv0+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3iG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AL8MUA&#10;AADeAAAADwAAAGRycy9kb3ducmV2LnhtbERP22oCMRB9L/gPYQRfpGa1tZTVKCqEFlooXqCvw2bc&#10;XdxMliS6279vCkLf5nCus1z3thE38qF2rGA6yUAQF87UXCo4HfXjK4gQkQ02jknBDwVYrwYPS8yN&#10;63hPt0MsRQrhkKOCKsY2lzIUFVkME9cSJ+7svMWYoC+l8dilcNvIWZa9SIs1p4YKW9pVVFwOV6tg&#10;+9WVT35cbHv3cX77nmtt9KdWajTsNwsQkfr4L767302aP82eZ/D3Trp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Avw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zklMIA&#10;AADeAAAADwAAAGRycy9kb3ducmV2LnhtbERP3WrCMBS+F/YO4Qy809S/IdUoohSG7MZuD3Bozppq&#10;c1KSWLu3N4PB7s7H93u2+8G2oicfGscKZtMMBHHldMO1gq/PYrIGESKyxtYxKfihAPvdy2iLuXYP&#10;vlBfxlqkEA45KjAxdrmUoTJkMUxdR5y4b+ctxgR9LbXHRwq3rZxn2Zu02HBqMNjR0VB1K+9WQXGe&#10;f/S3u/aFOwxLSytzXZ+MUuPX4bABEWmI/+I/97tO82fZcgG/76Qb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HOSU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U2H8UA&#10;AADeAAAADwAAAGRycy9kb3ducmV2LnhtbERP22oCMRB9L/gPYYS+SM3aaimrUVQIFlooXqCvw2bc&#10;XdxMliS6279vCkLf5nCus1j1thE38qF2rGAyzkAQF87UXCo4HfXTG4gQkQ02jknBDwVYLQcPC8yN&#10;63hPt0MsRQrhkKOCKsY2lzIUFVkMY9cSJ+7svMWYoC+l8dilcNvI5yx7lRZrTg0VtrStqLgcrlbB&#10;5qsrX/yo2PTu47z7nmlt9KdW6nHYr+cgIvXxX3x3v5s0f5JNp/D3Trp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xTYf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nZe8EA&#10;AADeAAAADwAAAGRycy9kb3ducmV2LnhtbERPzYrCMBC+L/gOYQRva6roItUoohRk8bLuPsDQjE21&#10;mZQk1vr2G0HwNh/f76w2vW1ERz7UjhVMxhkI4tLpmisFf7/F5wJEiMgaG8ek4EEBNuvBxwpz7e78&#10;Q90pViKFcMhRgYmxzaUMpSGLYexa4sSdnbcYE/SV1B7vKdw2cpplX9JizanBYEs7Q+X1dLMKiu/p&#10;sbvetC/ctp9ZmpvLYm+UGg377RJEpD6+xS/3Qaf5k2w2h+c76Qa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q52XvBAAAA3g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XZ5MEA&#10;AADeAAAADwAAAGRycy9kb3ducmV2LnhtbERP24rCMBB9F/yHMIJvmtRLWapRFsFlfbTuBwzN2Bab&#10;SbfJ2vr3G0HwbQ7nOtv9YBtxp87XjjUkcwWCuHCm5lLDz+U4+wDhA7LBxjFpeJCH/W482mJmXM9n&#10;uuehFDGEfYYaqhDaTEpfVGTRz11LHLmr6yyGCLtSmg77GG4buVAqlRZrjg0VtnSoqLjlf1bD6tF/&#10;/ebrmzoaS8lp2Z44FGutp5PhcwMi0BDe4pf728T5iVql8Hwn3iB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l2eT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tq0MQA&#10;AADeAAAADwAAAGRycy9kb3ducmV2LnhtbERPS2vCQBC+F/wPywi91U1EbJtmE4JikZ7aVD0P2cmD&#10;ZmdDdtX4791Cobf5+J6T5pPpxYVG11lWEC8iEMSV1R03Cg7fu6cXEM4ja+wtk4IbOciz2UOKibZX&#10;/qJL6RsRQtglqKD1fkikdFVLBt3CDsSBq+1o0Ac4NlKPeA3hppfLKFpLgx2HhhYH2rRU/ZRno+C8&#10;Pi0PXH/oz3J7e3/d7gonj41Sj/OpeAPhafL/4j/3Xof5cbR6ht93wg0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ratD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Ov8gA&#10;AADeAAAADwAAAGRycy9kb3ducmV2LnhtbESPQU/CQBCF7yT8h82QeIMtShosLARNTJSDRJQDt6E7&#10;tIXubO2uUP69czDxNpP35r1v5svO1epCbag8GxiPElDEubcVFwa+Pl+GU1AhIlusPZOBGwVYLvq9&#10;OWbWX/mDLttYKAnhkKGBMsYm0zrkJTkMI98Qi3b0rcMoa1to2+JVwl2t75Mk1Q4rloYSG3ouKT9v&#10;f5yB3WaaPm6e3ian9fsBH5z93tsqNeZu0K1moCJ18d/8d/1qBX+cTIRX3pEZ9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G06/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58sMQA&#10;AADeAAAADwAAAGRycy9kb3ducmV2LnhtbERPS2vCQBC+F/wPywje6kYNomk2QVuqpSdf0OuQHZNg&#10;djZktxr99d1Cobf5+J6T5r1pxJU6V1tWMBlHIIgLq2suFZyO788LEM4ja2wsk4I7OcizwVOKibY3&#10;3tP14EsRQtglqKDyvk2kdEVFBt3YtsSBO9vOoA+wK6Xu8BbCTSOnUTSXBmsODRW29FpRcTl8GwWP&#10;+Rfu3Ha6fptpT/d4sbGfu41So2G/egHhqff/4j/3hw7zJ1G8hN93wg0y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ufL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QqXsUA&#10;AADeAAAADwAAAGRycy9kb3ducmV2LnhtbESPQW/CMAyF70j7D5En7QYpCKatEBBCIHFjdPsBVmPS&#10;isYpTYCOX48Pk3az5ef33rdY9b5RN+piHdjAeJSBIi6DrdkZ+PneDT9AxYRssQlMBn4pwmr5Mlhg&#10;bsOdj3QrklNiwjFHA1VKba51LCvyGEehJZbbKXQek6yd07bDu5j7Rk+y7F17rFkSKmxpU1F5Lq7e&#10;wCVMZrYvtng4bz+/aueml8dxaszba7+eg0rUp3/x3/feSv1xNhMAwZEZ9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dCpe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TpLsQA&#10;AADeAAAADwAAAGRycy9kb3ducmV2LnhtbERPyW7CMBC9I/UfrKnUW3ECgqYBJ6JIlbiyHHqc2kMS&#10;Go/T2IW0X4+RKnGbp7fOshxsK87U+8axgnScgCDWzjRcKTjs358zED4gG2wdk4Jf8lAWD6Ml5sZd&#10;eEvnXahEDGGfo4I6hC6X0uuaLPqx64gjd3S9xRBhX0nT4yWG21ZOkmQuLTYcG2rsaF2T/tr9WAWb&#10;5pNmc318tdmb3n78fYfpy8ko9fQ4rBYgAg3hLv53b0ycnyazFG7vxBtk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E6S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eOjsUA&#10;AADeAAAADwAAAGRycy9kb3ducmV2LnhtbERP0WoCMRB8F/oPYYW+aeJBi55G0UKhpVZQS31dLtvL&#10;0cvmuKTn+femIPg2u7Mzs7NY9a4WHbWh8qxhMlYgiAtvKi41fB1fR1MQISIbrD2ThgsFWC0fBgvM&#10;jT/znrpDLEUy4ZCjBhtjk0sZCksOw9g3xIn78a3DmMa2lKbFczJ3tcyUepYOK04JFht6sVT8Hv6c&#10;hg53F3Wym8/Ze7Utst3m+8OkvX4c9us5iEh9vB/f1G8mvT9RTxn810kY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d46O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b0j8MA&#10;AADeAAAADwAAAGRycy9kb3ducmV2LnhtbERPTUvDQBC9C/0PyxS82U1TFIndllKo9KjRg8cxO82m&#10;ZmfC7tpEf70rCN7m8T5nvZ18ry4UYidsYLkoQBE3YjtuDby+HG7uQcWEbLEXJgNfFGG7mV2tsbIy&#10;8jNd6tSqHMKxQgMupaHSOjaOPMaFDMSZO0nwmDIMrbYBxxzue10WxZ322HFucDjQ3lHzUX96A+Nj&#10;834uT2/WfYdBDvWTnMtejLmeT7sHUImm9C/+cx9tnr8sbl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b0j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d87MUA&#10;AADeAAAADwAAAGRycy9kb3ducmV2LnhtbERP22oCMRB9F/oPYYS+aVapraxGsVpBpEW8vY+bcXfb&#10;ZLJsUl3/3giFvs3hXGc8bawRF6p96VhBr5uAIM6cLjlXcNgvO0MQPiBrNI5JwY08TCdPrTGm2l15&#10;S5ddyEUMYZ+igiKEKpXSZwVZ9F1XEUfu7GqLIcI6l7rGawy3RvaT5FVaLDk2FFjRvKDsZ/drFSw3&#10;C/Pd/9rOjjLMP95OZrh+X3wq9dxuZiMQgZrwL/5zr3Sc30sGL/B4J94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J3z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0E48QA&#10;AADeAAAADwAAAGRycy9kb3ducmV2LnhtbERPTYvCMBC9C/sfwix4EU1Vukg1yiKICiuoK3gdm9m2&#10;2ExKE2v99xtB8DaP9zmzRWtK0VDtCssKhoMIBHFqdcGZgtPvqj8B4TyyxtIyKXiQg8X8ozPDRNs7&#10;H6g5+kyEEHYJKsi9rxIpXZqTQTewFXHg/mxt0AdYZ1LXeA/hppSjKPqSBgsODTlWtMwpvR5vRkGz&#10;/7lkm8ZV2+uk5+LxZb3e6bNS3c/2ewrCU+vf4pd7o8P8YRTH8Hwn3C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dBOP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PkicUA&#10;AADeAAAADwAAAGRycy9kb3ducmV2LnhtbERPTWsCMRC9F/ofwhS8dRNFxW6NooLQi1BtD/U2bqa7&#10;i5vJmqS69tc3BcHbPN7nTOedbcSZfKgda+hnCgRx4UzNpYbPj/XzBESIyAYbx6ThSgHms8eHKebG&#10;XXhL510sRQrhkKOGKsY2lzIUFVkMmWuJE/ftvMWYoC+l8XhJ4baRA6XG0mLNqaHCllYVFcfdj9Ww&#10;fJksT+9D3vxuD3vafx2Oo4FXWveeusUriEhdvItv7jeT5vfVaAz/76Qb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I+SJxQAAAN4AAAAPAAAAAAAAAAAAAAAAAJgCAABkcnMv&#10;ZG93bnJldi54bWxQSwUGAAAAAAQABAD1AAAAigMAAAAA&#10;" fillcolor="black" stroked="f"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PEsUA&#10;AADeAAAADwAAAGRycy9kb3ducmV2LnhtbERPTWsCMRC9F/wPYQRvNaugldUo2ioU1IPWg8dxM+6G&#10;3UyWTdStv74pFHqbx/uc2aK1lbhT441jBYN+AoI4c9pwruD0tXmdgPABWWPlmBR8k4fFvPMyw1S7&#10;Bx/ofgy5iCHsU1RQhFCnUvqsIIu+72riyF1dYzFE2ORSN/iI4baSwyQZS4uGY0OBNb0XlJXHm1Vw&#10;3o7N5GBoeNk9V2u9G5Wr/UepVK/bLqcgArXhX/zn/tRx/iAZvcHvO/EG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rE8S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G2UsYA&#10;AADeAAAADwAAAGRycy9kb3ducmV2LnhtbESPQUsDMRCF74L/IYzQm00qVMratBRF7KUHq+J12Iyb&#10;dTeTNUnbbX+9cxC8zfDevPfNcj2GXh0p5TayhdnUgCKuo2u5sfD+9ny7AJULssM+Mlk4U4b16vpq&#10;iZWLJ36l4740SkI4V2jBlzJUWufaU8A8jQOxaF8xBSyypka7hCcJD72+M+ZeB2xZGjwO9Oip7vaH&#10;YCFtPp+6Cx8+OnPZnfPL9/izQG/t5GbcPIAqNJZ/89/11gn+zMyFV96RG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G2U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lgsQA&#10;AADeAAAADwAAAGRycy9kb3ducmV2LnhtbERPbUsCQRD+HvQflgn6ErmroOXlKhEIQSJ4+QOm2+nu&#10;aHf2uB317Ne7QeC3eXheZ7EagldH6lMb2cJ4ZEARV9G1XFvYf64fn0ElQXboI5OFMyVYLW9vFli4&#10;eOIdHUupVQ7hVKCFRqQrtE5VQwHTKHbEmfuOfUDJsK+16/GUw4PXE2NmOmDLuaHBjt4aqn7KQ7Dg&#10;J19+/vGUNnLe6435DbJ72Dpr7++G1xdQQoNcxf/ud5fnj810Dn/v5Bv08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cpY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qH+MYA&#10;AADeAAAADwAAAGRycy9kb3ducmV2LnhtbESPQW/CMAyF75P4D5En7TZSOKCpEBAMIfWywzoQV9N4&#10;TbXEqZoA3X79fJi0my0/v/e+1WYMXt1oSF1kA7NpAYq4ibbj1sDx4/D8AiplZIs+Mhn4pgSb9eRh&#10;haWNd36nW51bJSacSjTgcu5LrVPjKGCaxp5Ybp9xCJhlHVptB7yLefB6XhQLHbBjSXDY06uj5qu+&#10;BgP7uvfzY+V26Xx6u1x89XOg896Yp8dxuwSVacz/4r/vykr9WbEQAMGRG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dqH+M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OQVcMA&#10;AADeAAAADwAAAGRycy9kb3ducmV2LnhtbERPO2vDMBDeC/0P4grdGskd3OBGNiE0EMjUPIZsh3S1&#10;nVgnYymx+++rQiDbfXzPW1ST68SNhtB61pDNFAhi423LtYbDfv02BxEissXOM2n4pQBV+fy0wML6&#10;kb/ptou1SCEcCtTQxNgXUgbTkMMw8z1x4n784DAmONTSDjimcNfJd6Vy6bDl1NBgT6uGzGV3dRrO&#10;a7n1RqE5Ho7jxn6cvnLqlNavL9PyE0SkKT7Ed/fGpvmZyjP4fyfdI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OQV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n9RcMA&#10;AADeAAAADwAAAGRycy9kb3ducmV2LnhtbERPS4vCMBC+C/6HMMLeNLULIl2j6MKCuHjwgexxbMa2&#10;tJmUJGr33xtB8DYf33Nmi8404kbOV5YVjEcJCOLc6ooLBcfDz3AKwgdkjY1lUvBPHhbzfm+GmbZ3&#10;3tFtHwoRQ9hnqKAMoc2k9HlJBv3ItsSRu1hnMEToCqkd3mO4aWSaJBNpsOLYUGJL3yXl9f5qFPxd&#10;f/my/dws3SqcbHfwdXqe1kp9DLrlF4hAXXiLX+61jvPHySSF5zvxBj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qn9R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NrMUA&#10;AADeAAAADwAAAGRycy9kb3ducmV2LnhtbERPTWsCMRC9C/6HMIXeNNG2oqtRtFDoRajWg97GzXR3&#10;cTPZJqmu/npTKPQ2j/c5s0Vra3EmHyrHGgZ9BYI4d6biQsPu8603BhEissHaMWm4UoDFvNuZYWbc&#10;hTd03sZCpBAOGWooY2wyKUNeksXQdw1x4r6ctxgT9IU0Hi8p3NZyqNRIWqw4NZTY0GtJ+Wn7YzWs&#10;JuPV98czr2+b44EO++PpZeiV1o8P7XIKIlIb/8V/7neT5g/U6Al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OI2sxQAAAN4AAAAPAAAAAAAAAAAAAAAAAJgCAABkcnMv&#10;ZG93bnJldi54bWxQSwUGAAAAAAQABAD1AAAAigMAAAAA&#10;" fillcolor="black" stroked="f"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cecsQA&#10;AADeAAAADwAAAGRycy9kb3ducmV2LnhtbERPTWsCMRC9C/0PYQq9adZWpGyNsgilpafVtvQ6bqab&#10;pZvJkqRx/fdGELzN433OajPaXiTyoXOsYD4rQBA3TnfcKvj6fJ0+gwgRWWPvmBScKMBmfTdZYand&#10;kXeU9rEVOYRDiQpMjEMpZWgMWQwzNxBn7td5izFD30rt8ZjDbS8fi2IpLXacGwwOtDXU/O3/rYJ0&#10;2NbVU/pJZvfhq9a7+u37UCv1cD9WLyAijfEmvrrfdZ4/L5YLuLyTb5D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nHn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f/4MUA&#10;AADeAAAADwAAAGRycy9kb3ducmV2LnhtbERPTWvCQBC9F/wPywi91U0KDW10FZG2VC+1UdDjkB2z&#10;wexsyG5j9Nd3C4Xe5vE+Z7YYbCN66nztWEE6SUAQl07XXCnY794enkH4gKyxcUwKruRhMR/dzTDX&#10;7sJf1BehEjGEfY4KTAhtLqUvDVn0E9cSR+7kOoshwq6SusNLDLeNfEySTFqsOTYYbGllqDwX31aB&#10;T1evh429vfTHd8Ofxdpk28oodT8ellMQgYbwL/5zf+g4P02yJ/h9J94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//g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56C0D" w:rsidRPr="00D815F3" w:rsidRDefault="00556C0D" w:rsidP="00556C0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556C0D" w:rsidRPr="001869AA" w:rsidRDefault="00556C0D" w:rsidP="00556C0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56C0D" w:rsidRPr="001869AA" w:rsidRDefault="00556C0D" w:rsidP="00556C0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56C0D" w:rsidRPr="001869AA" w:rsidRDefault="00556C0D" w:rsidP="00556C0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556C0D" w:rsidRPr="00D815F3" w:rsidRDefault="00556C0D" w:rsidP="00556C0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556C0D" w:rsidRPr="001869AA" w:rsidRDefault="00556C0D" w:rsidP="00556C0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556C0D" w:rsidRPr="001869AA" w:rsidRDefault="00556C0D" w:rsidP="00556C0D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556C0D" w:rsidRPr="001869AA" w:rsidRDefault="00556C0D" w:rsidP="00556C0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556C0D" w:rsidRPr="001869AA" w:rsidRDefault="00556C0D" w:rsidP="00556C0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556C0D" w:rsidRPr="001869AA" w:rsidRDefault="00556C0D" w:rsidP="00556C0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6C0D" w:rsidRDefault="00556C0D" w:rsidP="00556C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19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6C0D" w:rsidRDefault="00556C0D" w:rsidP="00556C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556C0D" w:rsidRDefault="00556C0D" w:rsidP="00556C0D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556C0D" w:rsidRPr="001869AA" w:rsidRDefault="00556C0D" w:rsidP="00556C0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556C0D" w:rsidRDefault="00556C0D" w:rsidP="00556C0D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556C0D" w:rsidRPr="001869AA" w:rsidRDefault="00556C0D" w:rsidP="00556C0D">
      <w:pPr>
        <w:spacing w:after="0" w:line="240" w:lineRule="auto"/>
        <w:jc w:val="center"/>
        <w:rPr>
          <w:rFonts w:ascii="Times New Roman" w:hAnsi="Times New Roman"/>
        </w:rPr>
      </w:pPr>
    </w:p>
    <w:p w:rsidR="00556C0D" w:rsidRDefault="00556C0D" w:rsidP="00556C0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556C0D" w:rsidRDefault="00556C0D" w:rsidP="00556C0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56C0D" w:rsidRDefault="00556C0D" w:rsidP="00556C0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56C0D" w:rsidRDefault="00556C0D" w:rsidP="00556C0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56C0D" w:rsidRPr="008373DE" w:rsidRDefault="00556C0D" w:rsidP="00556C0D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56C0D" w:rsidRPr="008373DE" w:rsidRDefault="00556C0D" w:rsidP="00556C0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8373DE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Про розгляд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Коробчука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М.Г.</w:t>
      </w:r>
    </w:p>
    <w:p w:rsidR="00556C0D" w:rsidRPr="008373DE" w:rsidRDefault="00556C0D" w:rsidP="00556C0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556C0D" w:rsidRPr="008373DE" w:rsidRDefault="00556C0D" w:rsidP="00556C0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556C0D" w:rsidRPr="008373DE" w:rsidRDefault="00556C0D" w:rsidP="00556C0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556C0D" w:rsidRPr="008373DE" w:rsidRDefault="00556C0D" w:rsidP="00556C0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розглянувши заяву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Коробчука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М.Г.</w:t>
      </w:r>
      <w:r w:rsidRPr="008373D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 </w:t>
      </w:r>
    </w:p>
    <w:p w:rsidR="00556C0D" w:rsidRPr="008373DE" w:rsidRDefault="00556C0D" w:rsidP="00556C0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556C0D" w:rsidRPr="008373DE" w:rsidRDefault="00556C0D" w:rsidP="00556C0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556C0D" w:rsidRPr="008373DE" w:rsidRDefault="00556C0D" w:rsidP="00556C0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У зв’язку з добровільною відмовою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Коробчука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Миколи Григоровича</w:t>
      </w:r>
      <w:r w:rsidRPr="008373D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який зареєстрований за адресою: </w:t>
      </w:r>
      <w:r w:rsidR="00FE0349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_____________</w:t>
      </w:r>
      <w:bookmarkStart w:id="0" w:name="_GoBack"/>
      <w:bookmarkEnd w:id="0"/>
      <w:r w:rsidRPr="008373D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ділянку орієнтовною площею  0,30</w:t>
      </w:r>
      <w:r w:rsidRPr="008373D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00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га, яка розташована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с.Дідова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Гора</w:t>
      </w:r>
      <w:r w:rsidRPr="008373D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 та перевести в землі запасу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Крупецької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сільської ради. </w:t>
      </w:r>
    </w:p>
    <w:p w:rsidR="00556C0D" w:rsidRPr="008373DE" w:rsidRDefault="00556C0D" w:rsidP="00556C0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556C0D" w:rsidRPr="008373DE" w:rsidRDefault="00556C0D" w:rsidP="00556C0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556C0D" w:rsidRPr="008373DE" w:rsidRDefault="00556C0D" w:rsidP="00556C0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556C0D" w:rsidRPr="008373DE" w:rsidRDefault="00556C0D" w:rsidP="00556C0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556C0D" w:rsidRPr="008373DE" w:rsidRDefault="00556C0D" w:rsidP="00556C0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556C0D" w:rsidRPr="008373DE" w:rsidRDefault="00556C0D" w:rsidP="00556C0D">
      <w:pPr>
        <w:rPr>
          <w:rFonts w:ascii="Times New Roman" w:hAnsi="Times New Roman"/>
          <w:sz w:val="24"/>
          <w:szCs w:val="24"/>
        </w:rPr>
      </w:pPr>
    </w:p>
    <w:p w:rsidR="00556C0D" w:rsidRDefault="00556C0D" w:rsidP="00556C0D">
      <w:pPr>
        <w:rPr>
          <w:rFonts w:ascii="Times New Roman" w:hAnsi="Times New Roman"/>
          <w:sz w:val="24"/>
          <w:szCs w:val="24"/>
        </w:rPr>
      </w:pPr>
      <w:r w:rsidRPr="008373DE">
        <w:rPr>
          <w:rFonts w:ascii="Times New Roman" w:hAnsi="Times New Roman"/>
          <w:sz w:val="24"/>
          <w:szCs w:val="24"/>
        </w:rPr>
        <w:t xml:space="preserve">  Сільський голова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  <w:r w:rsidRPr="008373DE">
        <w:rPr>
          <w:rFonts w:ascii="Times New Roman" w:hAnsi="Times New Roman"/>
          <w:sz w:val="24"/>
          <w:szCs w:val="24"/>
        </w:rPr>
        <w:t xml:space="preserve">     </w:t>
      </w:r>
    </w:p>
    <w:p w:rsidR="00422A13" w:rsidRDefault="00422A13"/>
    <w:sectPr w:rsidR="00422A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C0D"/>
    <w:rsid w:val="00171A2E"/>
    <w:rsid w:val="00304C90"/>
    <w:rsid w:val="00422A13"/>
    <w:rsid w:val="00505B6D"/>
    <w:rsid w:val="00556C0D"/>
    <w:rsid w:val="006D3977"/>
    <w:rsid w:val="007D6C18"/>
    <w:rsid w:val="00D1641A"/>
    <w:rsid w:val="00FE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0D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C0D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178</Words>
  <Characters>1021</Characters>
  <Application>Microsoft Office Word</Application>
  <DocSecurity>0</DocSecurity>
  <Lines>8</Lines>
  <Paragraphs>2</Paragraphs>
  <ScaleCrop>false</ScaleCrop>
  <Company>Microsoft</Company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2020-11-17T16:14:00Z</dcterms:created>
  <dcterms:modified xsi:type="dcterms:W3CDTF">2020-11-18T07:02:00Z</dcterms:modified>
</cp:coreProperties>
</file>