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9E6" w:rsidRPr="00EA743B" w:rsidRDefault="002549E6" w:rsidP="002549E6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/>
          <w:b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101600</wp:posOffset>
                </wp:positionV>
                <wp:extent cx="516890" cy="640080"/>
                <wp:effectExtent l="0" t="0" r="0" b="0"/>
                <wp:wrapNone/>
                <wp:docPr id="2528" name="Группа 2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640080"/>
                          <a:chOff x="3834" y="994"/>
                          <a:chExt cx="1142" cy="1718"/>
                        </a:xfrm>
                      </wpg:grpSpPr>
                      <wps:wsp>
                        <wps:cNvPr id="2529" name="Freeform 1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0" name="Freeform 15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1" name="Freeform 1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2" name="Freeform 16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3" name="Freeform 1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4" name="Freeform 16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5" name="Freeform 1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6" name="Freeform 16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7" name="Freeform 1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8" name="Freeform 16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9" name="Freeform 1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0" name="Freeform 16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1" name="Freeform 1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2" name="Freeform 17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3" name="Freeform 1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1" name="Freeform 17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2" name="Freeform 1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3" name="Freeform 17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4" name="Freeform 1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5" name="Freeform 17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6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7" name="Freeform 17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8" name="Freeform 18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9" name="Freeform 18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4" name="Freeform 18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5" name="Freeform 18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6" name="Freeform 18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7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8" name="Freeform 18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9" name="Freeform 18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30" o:spid="_x0000_s1026" style="position:absolute;margin-left:220.35pt;margin-top:8pt;width:40.7pt;height:50.4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">
    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lmdMUA&#10;AADdAAAADwAAAGRycy9kb3ducmV2LnhtbESPQWsCMRSE7wX/Q3hCbzVrRNuuRhGlReipWqXHx+a5&#10;u7h5WZJ0Xf+9KRR6HGbmG2ax6m0jOvKhdqxhPMpAEBfO1Fxq+Dq8Pb2ACBHZYOOYNNwowGo5eFhg&#10;btyVP6nbx1IkCIccNVQxtrmUoajIYhi5ljh5Z+ctxiR9KY3Ha4LbRqosm0mLNaeFClvaVFRc9j9W&#10;w0enZqfv9609TEr17IvJcavqRuvHYb+eg4jUx//wX3tnNKipeoXfN+k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CWZ0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4OB8QA&#10;AADdAAAADwAAAGRycy9kb3ducmV2LnhtbERPW2vCMBR+F/wP4Qz2IjOtwwudUUQYrBMGawe+Hpqz&#10;tq45KUlmu3+/PAg+fnz37X40nbiS861lBek8AUFcWd1yreCrfH3agPABWWNnmRT8kYf9bjrZYqbt&#10;wJ90LUItYgj7DBU0IfSZlL5qyKCf2544ct/WGQwRulpqh0MMN51cJMlKGmw5NjTY07Gh6qf4NQpk&#10;WeQhX7dmlr6fP8bUXo6n6qLU48N4eAERaAx38c39phUsls9xf3wTn4D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ODgfEAAAA3Q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+B1MgA&#10;AADdAAAADwAAAGRycy9kb3ducmV2LnhtbESPT2sCMRTE70K/Q3gFL0WzahXdGqUKingo+O/+unnd&#10;3bp52Sapbv30TaHgcZiZ3zDTeWMqcSHnS8sKet0EBHFmdcm5guNh1RmD8AFZY2WZFPyQh/nsoTXF&#10;VNsr7+iyD7mIEPYpKihCqFMpfVaQQd+1NXH0PqwzGKJ0udQOrxFuKtlPkpE0WHJcKLCmZUHZef9t&#10;FKw2dJ6c6q/1880N8/Hn+9t2cXhSqv3YvL6ACNSEe/i/vdEK+sNBD/7ex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D4HU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4jMUA&#10;AADdAAAADwAAAGRycy9kb3ducmV2LnhtbESPQWvCQBSE7wX/w/IKvZmNEUXSrKEoSqEntbTX1+wz&#10;SZN9G7KrSf+9Kwg9DjPzDZPlo2nFlXpXW1Ywi2IQxIXVNZcKPk+76QqE88gaW8uk4I8c5OvJU4ap&#10;tgMf6Hr0pQgQdikqqLzvUildUZFBF9mOOHhn2xv0Qfal1D0OAW5amcTxUhqsOSxU2NGmoqI5XoyC&#10;+GPR/py/eFx9b/dF8zvseKhnSr08j2+vIDyN/j/8aL9rBclinsD9TX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HiM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G6OMgA&#10;AADdAAAADwAAAGRycy9kb3ducmV2LnhtbESPT2sCMRTE74LfIbxCL0Wz1Sq6NUoVLOKh4L/76+Z1&#10;d3XzsiapbvvpTaHgcZiZ3zCTWWMqcSHnS8sKnrsJCOLM6pJzBfvdsjMC4QOyxsoyKfghD7NpuzXB&#10;VNsrb+iyDbmIEPYpKihCqFMpfVaQQd+1NXH0vqwzGKJ0udQOrxFuKtlLkqE0WHJcKLCmRUHZaftt&#10;FCxXdBof6vP7y68b5KPj58d6vntS6vGheXsFEagJ9/B/e6UV9Ab9Pvy9i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kbo4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lFY8QA&#10;AADdAAAADwAAAGRycy9kb3ducmV2LnhtbESPT4vCMBTE78J+h/AWvNnUf4tUoyyKInhSl93rs3m2&#10;XZuX0kRbv70RBI/DzPyGmS1aU4ob1a6wrKAfxSCIU6sLzhT8HNe9CQjnkTWWlknBnRws5h+dGSba&#10;Nryn28FnIkDYJagg975KpHRpTgZdZCvi4J1tbdAHWWdS19gEuCnlII6/pMGCw0KOFS1zSi+Hq1EQ&#10;78bl6fzL7eRvtUkv/82am6KvVPez/Z6C8NT6d/jV3moFg/FwBM8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pRWP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BBcMYA&#10;AADdAAAADwAAAGRycy9kb3ducmV2LnhtbESPQWvCQBSE7wX/w/KE3urGBItGV5HYQq/aePD2zD6T&#10;kOzbkN3GtL++KxR6HGbmG2azG00rBupdbVnBfBaBIC6srrlUkH++vyxBOI+ssbVMCr7JwW47edpg&#10;qu2djzScfCkChF2KCirvu1RKV1Rk0M1sRxy8m+0N+iD7Uuoe7wFuWhlH0as0WHNYqLCjrKKiOX0Z&#10;BedD0yQrjpKfy5AtXXbN8/j2ptTzdNyvQXga/X/4r/2hFcSLZAGP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BBcM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7YqsgA&#10;AADdAAAADwAAAGRycy9kb3ducmV2LnhtbESPQWvCQBSE70L/w/IKvUjdaG0oqauIVKigB62ovT2y&#10;zyQ0+zZm1xj767uC0OMwM98wo0lrStFQ7QrLCvq9CARxanXBmYLt1/z5DYTzyBpLy6TgSg4m44fO&#10;CBNtL7ymZuMzESDsElSQe18lUro0J4OuZyvi4B1tbdAHWWdS13gJcFPKQRTF0mDBYSHHimY5pT+b&#10;s1EwpOYwXf5+r3aH04e3x+5+4fp7pZ4e2+k7CE+t/w/f259aweD1JYbbm/AE5Pg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ftiq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56nMYA&#10;AADdAAAADwAAAGRycy9kb3ducmV2LnhtbESPQWvCQBSE7wX/w/IEb3VjQqtNXUWiBa+18dDba/aZ&#10;hGTfhuwa0/56t1DocZiZb5j1djStGKh3tWUFi3kEgriwuuZSQf7x9rgC4TyyxtYyKfgmB9vN5GGN&#10;qbY3fqfh5EsRIOxSVFB536VSuqIig25uO+LgXWxv0AfZl1L3eAtw08o4ip6lwZrDQoUdZRUVzelq&#10;FJz3TZO8cJT8fA7ZymVfeR5fDkrNpuPuFYSn0f+H/9pHrSB+Spbw+yY8Ab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56n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3pQ8YA&#10;AADdAAAADwAAAGRycy9kb3ducmV2LnhtbERPy2rCQBTdC/7DcIVupE58tJTUiYi0UEEX2lLt7pK5&#10;eWDmTpqZxujXOwuhy8N5zxedqURLjSstKxiPIhDEqdUl5wq+Pt8fX0A4j6yxskwKLuRgkfR7c4y1&#10;PfOO2r3PRQhhF6OCwvs6ltKlBRl0I1sTBy6zjUEfYJNL3eA5hJtKTqLoWRosOTQUWNOqoPS0/zMK&#10;ZtQel5vrz/b7+PvmbTY8rN34oNTDoFu+gvDU+X/x3f2hFUyepmFueBOegE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3pQ8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szbsgA&#10;AADdAAAADwAAAGRycy9kb3ducmV2LnhtbESP3WrCQBSE7wu+w3IKvaubav+MrlIU20KhYFrq7SF7&#10;zEazZ2N2NdGndwuFXg4z8w0zmXW2EkdqfOlYwV0/AUGcO11yoeD7a3n7DMIHZI2VY1JwIg+zae9q&#10;gql2La/omIVCRAj7FBWYEOpUSp8bsuj7riaO3sY1FkOUTSF1g22E20oOkuRRWiw5LhisaW4o32UH&#10;q2B9P/x05i1zh3bxet6t9k/bn/mHUjfX3csYRKAu/If/2u9aweBhOILfN/EJyO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KzNu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XKE8MA&#10;AADdAAAADwAAAGRycy9kb3ducmV2LnhtbERPz0/CMBS+m/A/NI/Em3QOIWRQFjCwLHIC5f6yPrbF&#10;9XWuddT/3h5MPH75fm/yYDox0uBaywqeZwkI4srqlmsFH+/HpxUI55E1dpZJwQ85yLeThw1m2t75&#10;TOPF1yKGsMtQQeN9n0npqoYMupntiSN3s4NBH+FQSz3gPYabTqZJspQGW44NDfb02lD1efk2CuZv&#10;i69C7+vD2K0Kdypvx9CGq1KP07Bbg/AU/L/4z11qBeniJe6Pb+IT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XKE8MAAADd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/V1MQA&#10;AADdAAAADwAAAGRycy9kb3ducmV2LnhtbESPQYvCMBSE7wv+h/AEb2taUVerUUQRhGUPqx48Pppn&#10;U2xeShNr/fdGWNjjMDPfMMt1ZyvRUuNLxwrSYQKCOHe65ELB+bT/nIHwAVlj5ZgUPMnDetX7WGKm&#10;3YN/qT2GQkQI+wwVmBDqTEqfG7Loh64mjt7VNRZDlE0hdYOPCLeVHCXJVFosOS4YrGlrKL8d71bB&#10;Zf4zTzuzS77br80h5Ix4a6dKDfrdZgEiUBf+w3/tg1YwmoxTeL+JT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f1dT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KBAsgA&#10;AADdAAAADwAAAGRycy9kb3ducmV2LnhtbESPzW7CMBCE75V4B2sr9VYc3BaVgEEICcSlB37aclzF&#10;S5ISr0NsIPD0NVKlHkcz841mNGltJc7U+NKxhl43AUGcOVNyrmG7mT+/g/AB2WDlmDRcycNk3HkY&#10;YWrchVd0XodcRAj7FDUUIdSplD4ryKLvupo4envXWAxRNrk0DV4i3FZSJUlfWiw5LhRY06yg7LA+&#10;WQ3fvY/boH5pP9UuHJc/anHM5l99rZ8e2+kQRKA2/If/2kujQb29Kri/iU9Aj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MoEC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py7MQA&#10;AADdAAAADwAAAGRycy9kb3ducmV2LnhtbESPUWvCMBSF3wf+h3AF32aqc250RikOQdmT3X7Apblr&#10;q81NSKKt/94Igz0ezjnf4aw2g+nElXxoLSuYTTMQxJXVLdcKfr53z+8gQkTW2FkmBTcKsFmPnlaY&#10;a9vzka5lrEWCcMhRQROjy6UMVUMGw9Q64uT9Wm8wJulrqT32CW46Oc+ypTTYclpo0NG2oepcXowC&#10;9O7t05WyPy5PX7g/HQpa2EKpyXgoPkBEGuJ/+K+91wrmr4sXeLxJT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6cuz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fbJ8cA&#10;AADdAAAADwAAAGRycy9kb3ducmV2LnhtbESPQWvCQBSE70L/w/IEb7pRoaapq7TagGguVXvw9sg+&#10;k9Ds25BdNe2vd4VCj8PMfMPMl52pxZVaV1lWMB5FIIhzqysuFBwP6TAG4TyyxtoyKfghB8vFU2+O&#10;ibY3/qTr3hciQNglqKD0vkmkdHlJBt3INsTBO9vWoA+yLaRu8RbgppaTKHqWBisOCyU2tCop/95f&#10;jIIszZpsxx/xaX15n542v18z3qZKDfrd2ysIT53/D/+1N1rByyQew+NNeA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32yf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2gE8YA&#10;AADdAAAADwAAAGRycy9kb3ducmV2LnhtbESPQWvCQBSE70L/w/IK3nRjDqKpqxRBWkGFqlCPz+xr&#10;Esy+jbtrTP99Vyh4HGbmG2a26EwtWnK+sqxgNExAEOdWV1woOB5WgwkIH5A11pZJwS95WMxfejPM&#10;tL3zF7X7UIgIYZ+hgjKEJpPS5yUZ9EPbEEfvxzqDIUpXSO3wHuGmlmmSjKXBiuNCiQ0tS8ov+5tR&#10;sLuOb5v2+/Rxdt2qudbr5VZPK6X6r937G4hAXXiG/9ufWsE0naTweBOf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2gE8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NrPMYA&#10;AADdAAAADwAAAGRycy9kb3ducmV2LnhtbESP3WrCQBSE7wXfYTlC7+pGi38xG5GCbRFBmvoAh+xp&#10;NjR7NmRXTX36rlDwcpiZb5hs09tGXKjztWMFk3ECgrh0uuZKwelr97wE4QOyxsYxKfglD5t8OMgw&#10;1e7Kn3QpQiUihH2KCkwIbSqlLw1Z9GPXEkfv23UWQ5RdJXWH1wi3jZwmyVxarDkuGGzp1VD5U5yt&#10;Ak7k7ngoGy3fbqfF/t0U+9m5UOpp1G/XIAL14RH+b39oBavp8gXub+IT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NrPM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FIMMYA&#10;AADdAAAADwAAAGRycy9kb3ducmV2LnhtbESPT2vCQBTE74V+h+UVequbWltidBX/gnprFMTbI/tM&#10;QrNvQ3bV6Kd3hYLHYWZ+wwzHranEmRpXWlbw2YlAEGdWl5wr2G2XHzEI55E1VpZJwZUcjEevL0NM&#10;tL3wL51Tn4sAYZeggsL7OpHSZQUZdB1bEwfvaBuDPsgml7rBS4CbSnaj6EcaLDksFFjTrKDsLz0Z&#10;BenxcNBTXvTW8bebbTZft/5+OVfq/a2dDEB4av0z/N9eaQX9btyDx5vwBOTo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+FIMM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VkdsYA&#10;AADdAAAADwAAAGRycy9kb3ducmV2LnhtbESPQWvCQBSE7wX/w/IKvdVNI5Y0dRWRFDz0oDY/4JF9&#10;ZmOzb2N2o/HfdwWhx2FmvmEWq9G24kK9bxwreJsmIIgrpxuuFZQ/X68ZCB+QNbaOScGNPKyWk6cF&#10;5tpdeU+XQ6hFhLDPUYEJocul9JUhi37qOuLoHV1vMUTZ11L3eI1w28o0Sd6lxYbjgsGONoaq38Ng&#10;FaTl+rQ57mbfp/Ms4cKasRj2RqmX53H9CSLQGP7Dj/ZWK/hIsznc38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Vkds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SkcscA&#10;AADdAAAADwAAAGRycy9kb3ducmV2LnhtbESPQWvCQBSE74L/YXmF3nTTUCVGV9FCoZdC1R7q7Zl9&#10;JsHs23R3q9Ff3xUEj8PMfMPMFp1pxImcry0reBkmIIgLq2suFXxv3wcZCB+QNTaWScGFPCzm/d4M&#10;c23PvKbTJpQiQtjnqKAKoc2l9EVFBv3QtsTRO1hnMETpSqkdniPcNDJNkrE0WHNcqLClt4qK4+bP&#10;KFhNstXv1yt/Xtf7He1+9sdR6hKlnp+65RREoC48wvf2h1YwSbMx3N7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kpHLHAAAA3QAAAA8AAAAAAAAAAAAAAAAAmAIAAGRy&#10;cy9kb3ducmV2LnhtbFBLBQYAAAAABAAEAPUAAACMAwAAAAA=&#10;" fillcolor="black" stroked="f"/>
    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qaa8cA&#10;AADdAAAADwAAAGRycy9kb3ducmV2LnhtbESPT2vCQBTE74LfYXmCF9FNpNg0zSoiCm0v4j/o8ZF9&#10;TUKyb0N2jem37xYKPQ4z8xsm2wymET11rrKsIF5EIIhzqysuFFwvh3kCwnlkjY1lUvBNDjbr8SjD&#10;VNsHn6g/+0IECLsUFZTet6mULi/JoFvYljh4X7Yz6IPsCqk7fAS4aeQyilbSYMVhocSWdiXl9flu&#10;FHzIvJ+9P1F8LPrPen9MbmZ1ipWaTobtKwhPg/8P/7XftIKXZfIMv2/CE5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qmmvHAAAA3QAAAA8AAAAAAAAAAAAAAAAAmAIAAGRy&#10;cy9kb3ducmV2LnhtbFBLBQYAAAAABAAEAPUAAACM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x3cMIA&#10;AADdAAAADwAAAGRycy9kb3ducmV2LnhtbERPzWrCQBC+F3yHZQRvdWPAEqOriLRgoVCqPsCwOybB&#10;7GzIjibt03cPhR4/vv/NbvStelAfm8AGFvMMFLENruHKwOX89lyAioLssA1MBr4pwm47edpg6cLA&#10;X/Q4SaVSCMcSDdQiXal1tDV5jPPQESfuGnqPkmBfadfjkMJ9q/Mse9EeG04NNXZ0qMneTndvIL9b&#10;sX71/vPxepHl57kbsmWxN2Y2HfdrUEKj/Iv/3EdnYJUXaW56k56A3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HdwwgAAAN0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4tTMcA&#10;AADdAAAADwAAAGRycy9kb3ducmV2LnhtbESPT2sCMRTE70K/Q3iF3jTbFYquRpHSSgvbin8u3h7J&#10;c7O4eVk2UbffvikIPQ4z8xtmvuxdI67UhdqzgudRBoJYe1NzpeCwfx9OQISIbLDxTAp+KMBy8TCY&#10;Y2H8jbd03cVKJAiHAhXYGNtCyqAtOQwj3xIn7+Q7hzHJrpKmw1uCu0bmWfYiHdacFiy29GpJn3cX&#10;p0Cvx+XbZ3m0+pJvvqr6e1O67Umpp8d+NQMRqY//4Xv7wyiY5pMp/L1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OLUzHAAAA3QAAAA8AAAAAAAAAAAAAAAAAmAIAAGRy&#10;cy9kb3ducmV2LnhtbFBLBQYAAAAABAAEAPUAAACM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1YRcQA&#10;AADdAAAADwAAAGRycy9kb3ducmV2LnhtbESPQWvCQBSE74L/YXlCb7qrLVJTVxFB0IugtdTjI/ua&#10;BLNvQ3ZNor++Kwgeh5n5hpkvO1uKhmpfONYwHikQxKkzBWcaTt+b4ScIH5ANlo5Jw408LBf93hwT&#10;41o+UHMMmYgQ9glqyEOoEil9mpNFP3IVcfT+XG0xRFln0tTYRrgt5USpqbRYcFzIsaJ1TunleLUa&#10;Knv/OZ13+0aNf3Fi2jW3lylr/TboVl8gAnXhFX62t0bD7F19wONNf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tWEXEAAAA3Q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k30McA&#10;AADdAAAADwAAAGRycy9kb3ducmV2LnhtbESPQWvCQBSE70L/w/IKvemmVUtNXUMQLDkJmkLa2yP7&#10;mgSzb0N2NbG/visIPQ4z8w2zTkbTigv1rrGs4HkWgSAurW64UvCZ76ZvIJxH1thaJgVXcpBsHiZr&#10;jLUd+ECXo69EgLCLUUHtfRdL6cqaDLqZ7YiD92N7gz7IvpK6xyHATStfouhVGmw4LNTY0bam8nQ8&#10;GwWLr1WaF/T9eyo+bCGzfG/3u7NST49j+g7C0+j/w/d2phWs5tESbm/CE5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ZN9DHAAAA3QAAAA8AAAAAAAAAAAAAAAAAmAIAAGRy&#10;cy9kb3ducmV2LnhtbFBLBQYAAAAABAAEAPUAAACM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ztcMcA&#10;AADdAAAADwAAAGRycy9kb3ducmV2LnhtbESPQWvCQBSE7wX/w/KE3uqmEYJNXaUohUqhoBZ6fWaf&#10;SUz2bbK71fjvuwXB4zAz3zDz5WBacSbna8sKnicJCOLC6ppLBd/796cZCB+QNbaWScGVPCwXo4c5&#10;5tpeeEvnXShFhLDPUUEVQpdL6YuKDPqJ7Yijd7TOYIjSlVI7vES4aWWaJJk0WHNcqLCjVUVFs/s1&#10;Cvrpuvlyh5/T4XMzu2ZN0adykyn1OB7eXkEEGsI9fGt/aAUv0ySD/zfxCc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87XDHAAAA3QAAAA8AAAAAAAAAAAAAAAAAmAIAAGRy&#10;cy9kb3ducmV2LnhtbFBLBQYAAAAABAAEAPUAAACM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NLsgA&#10;AADdAAAADwAAAGRycy9kb3ducmV2LnhtbESPzWsCMRTE7wX/h/AKvdWk1vqxNYoWCl4K9eOgt+fm&#10;dXdx87JNUl3715tCweMwM79hJrPW1uJEPlSONTx1FQji3JmKCw3bzfvjCESIyAZrx6ThQgFm087d&#10;BDPjzryi0zoWIkE4ZKihjLHJpAx5SRZD1zXEyfty3mJM0hfSeDwnuK1lT6mBtFhxWiixobeS8uP6&#10;x2pYjEeL788+f/yuDnva7w7Hl55XWj/ct/NXEJHaeAv/t5dGw/hZDeHvTXo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mg0uyAAAAN0AAAAPAAAAAAAAAAAAAAAAAJgCAABk&#10;cnMvZG93bnJldi54bWxQSwUGAAAAAAQABAD1AAAAjQMAAAAA&#10;" fillcolor="black" stroked="f"/>
    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/b8MA&#10;AADdAAAADwAAAGRycy9kb3ducmV2LnhtbERP3WrCMBS+H+wdwhl4M2YyB2N2RhljgmKhqHuAY3Ns&#10;i8lJSaLWt18uhF1+fP+zxeCsuFCInWcNr2MFgrj2puNGw+9++fIBIiZkg9YzabhRhMX88WGGhfFX&#10;3tJllxqRQzgWqKFNqS+kjHVLDuPY98SZO/rgMGUYGmkCXnO4s3Ki1Lt02HFuaLGn75bq0+7sNPxM&#10;DqE64MbWat/Ycl2Vz9Oq1Hr0NHx9gkg0pH/x3b0yGqZvKs/Nb/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p/b8MAAADdAAAADwAAAAAAAAAAAAAAAACYAgAAZHJzL2Rv&#10;d25yZXYueG1sUEsFBgAAAAAEAAQA9QAAAIg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sN3sUA&#10;AADdAAAADwAAAGRycy9kb3ducmV2LnhtbESPQWvCQBSE70L/w/IKvemmCmKiq1ghUBCqtR48PrPP&#10;bDD7Ns1uNf33riB4HGbmG2a26GwtLtT6yrGC90ECgrhwuuJSwf4n709A+ICssXZMCv7Jw2L+0pth&#10;pt2Vv+myC6WIEPYZKjAhNJmUvjBk0Q9cQxy9k2sthijbUuoWrxFuazlMkrG0WHFcMNjQylBx3v1Z&#10;BVbi4ViO8+JrOVpv1mn1sf3NjVJvr91yCiJQF57hR/tTK0hHSQr3N/EJ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Sw3exQAAAN0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EA743B">
        <w:rPr>
          <w:rFonts w:ascii="Times New Roman" w:eastAsia="Times New Roman" w:hAnsi="Times New Roman"/>
          <w:b/>
          <w:color w:val="FF0000"/>
          <w:lang w:val="ru-RU"/>
        </w:rPr>
        <w:t>ПРОЕКТ</w:t>
      </w:r>
    </w:p>
    <w:p w:rsidR="002549E6" w:rsidRPr="00EA743B" w:rsidRDefault="002549E6" w:rsidP="002549E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lang w:val="ru-RU"/>
        </w:rPr>
      </w:pPr>
    </w:p>
    <w:p w:rsidR="002549E6" w:rsidRPr="00EA743B" w:rsidRDefault="002549E6" w:rsidP="002549E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2549E6" w:rsidRPr="00EA743B" w:rsidRDefault="002549E6" w:rsidP="002549E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2549E6" w:rsidRPr="00EA743B" w:rsidRDefault="002549E6" w:rsidP="002549E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2549E6" w:rsidRPr="00EA743B" w:rsidRDefault="002549E6" w:rsidP="002549E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2549E6" w:rsidRPr="00EA743B" w:rsidRDefault="002549E6" w:rsidP="002549E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УКРАЇНА</w:t>
      </w:r>
    </w:p>
    <w:p w:rsidR="002549E6" w:rsidRPr="00EA743B" w:rsidRDefault="002549E6" w:rsidP="002549E6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КРУПЕЦЬКА СІЛЬСЬКА РАДА</w:t>
      </w:r>
    </w:p>
    <w:p w:rsidR="002549E6" w:rsidRPr="00EA743B" w:rsidRDefault="002549E6" w:rsidP="002549E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СЛАВУТСЬКОГО РАЙОНУ</w:t>
      </w:r>
    </w:p>
    <w:p w:rsidR="002549E6" w:rsidRPr="00EA743B" w:rsidRDefault="002549E6" w:rsidP="002549E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ХМЕЛЬНИЦЬКОЇ ОБЛАСТІ</w:t>
      </w:r>
    </w:p>
    <w:p w:rsidR="002549E6" w:rsidRPr="00EA743B" w:rsidRDefault="002549E6" w:rsidP="002549E6">
      <w:pPr>
        <w:spacing w:after="0" w:line="240" w:lineRule="auto"/>
        <w:rPr>
          <w:rFonts w:ascii="Times New Roman" w:eastAsia="Times New Roman" w:hAnsi="Times New Roman"/>
          <w:lang w:val="ru-RU"/>
        </w:rPr>
      </w:pPr>
      <w:r w:rsidRPr="00EA743B">
        <w:rPr>
          <w:rFonts w:ascii="Times New Roman" w:eastAsia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27940" b="0"/>
                <wp:wrapNone/>
                <wp:docPr id="1" name="Группа 2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400"/>
                              <a:gd name="T5" fmla="*/ 161 h 1632"/>
                              <a:gd name="T6" fmla="*/ 40 w 400"/>
                              <a:gd name="T7" fmla="*/ 162 h 1632"/>
                              <a:gd name="T8" fmla="*/ 40 w 400"/>
                              <a:gd name="T9" fmla="*/ 0 h 1632"/>
                              <a:gd name="T10" fmla="*/ 0 w 400"/>
                              <a:gd name="T11" fmla="*/ 0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2 h 1632"/>
                              <a:gd name="T18" fmla="*/ 0 w 400"/>
                              <a:gd name="T19" fmla="*/ 163 h 1632"/>
                              <a:gd name="T20" fmla="*/ 0 w 400"/>
                              <a:gd name="T21" fmla="*/ 163 h 1632"/>
                              <a:gd name="T22" fmla="*/ 40 w 400"/>
                              <a:gd name="T23" fmla="*/ 161 h 163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632"/>
                              <a:gd name="T36" fmla="*/ 400 w 400"/>
                              <a:gd name="T37" fmla="*/ 1632 h 163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71 w 1748"/>
                              <a:gd name="T5" fmla="*/ 171 h 2097"/>
                              <a:gd name="T6" fmla="*/ 162 w 1748"/>
                              <a:gd name="T7" fmla="*/ 167 h 2097"/>
                              <a:gd name="T8" fmla="*/ 152 w 1748"/>
                              <a:gd name="T9" fmla="*/ 162 h 2097"/>
                              <a:gd name="T10" fmla="*/ 143 w 1748"/>
                              <a:gd name="T11" fmla="*/ 157 h 2097"/>
                              <a:gd name="T12" fmla="*/ 134 w 1748"/>
                              <a:gd name="T13" fmla="*/ 151 h 2097"/>
                              <a:gd name="T14" fmla="*/ 125 w 1748"/>
                              <a:gd name="T15" fmla="*/ 144 h 2097"/>
                              <a:gd name="T16" fmla="*/ 116 w 1748"/>
                              <a:gd name="T17" fmla="*/ 137 h 2097"/>
                              <a:gd name="T18" fmla="*/ 108 w 1748"/>
                              <a:gd name="T19" fmla="*/ 130 h 2097"/>
                              <a:gd name="T20" fmla="*/ 100 w 1748"/>
                              <a:gd name="T21" fmla="*/ 122 h 2097"/>
                              <a:gd name="T22" fmla="*/ 92 w 1748"/>
                              <a:gd name="T23" fmla="*/ 114 h 2097"/>
                              <a:gd name="T24" fmla="*/ 84 w 1748"/>
                              <a:gd name="T25" fmla="*/ 106 h 2097"/>
                              <a:gd name="T26" fmla="*/ 78 w 1748"/>
                              <a:gd name="T27" fmla="*/ 97 h 2097"/>
                              <a:gd name="T28" fmla="*/ 71 w 1748"/>
                              <a:gd name="T29" fmla="*/ 88 h 2097"/>
                              <a:gd name="T30" fmla="*/ 65 w 1748"/>
                              <a:gd name="T31" fmla="*/ 78 h 2097"/>
                              <a:gd name="T32" fmla="*/ 60 w 1748"/>
                              <a:gd name="T33" fmla="*/ 69 h 2097"/>
                              <a:gd name="T34" fmla="*/ 55 w 1748"/>
                              <a:gd name="T35" fmla="*/ 59 h 2097"/>
                              <a:gd name="T36" fmla="*/ 51 w 1748"/>
                              <a:gd name="T37" fmla="*/ 49 h 2097"/>
                              <a:gd name="T38" fmla="*/ 47 w 1748"/>
                              <a:gd name="T39" fmla="*/ 39 h 2097"/>
                              <a:gd name="T40" fmla="*/ 45 w 1748"/>
                              <a:gd name="T41" fmla="*/ 30 h 2097"/>
                              <a:gd name="T42" fmla="*/ 42 w 1748"/>
                              <a:gd name="T43" fmla="*/ 20 h 2097"/>
                              <a:gd name="T44" fmla="*/ 41 w 1748"/>
                              <a:gd name="T45" fmla="*/ 10 h 2097"/>
                              <a:gd name="T46" fmla="*/ 40 w 1748"/>
                              <a:gd name="T47" fmla="*/ 0 h 2097"/>
                              <a:gd name="T48" fmla="*/ 1 w 1748"/>
                              <a:gd name="T49" fmla="*/ 10 h 2097"/>
                              <a:gd name="T50" fmla="*/ 2 w 1748"/>
                              <a:gd name="T51" fmla="*/ 23 h 2097"/>
                              <a:gd name="T52" fmla="*/ 5 w 1748"/>
                              <a:gd name="T53" fmla="*/ 35 h 2097"/>
                              <a:gd name="T54" fmla="*/ 8 w 1748"/>
                              <a:gd name="T55" fmla="*/ 48 h 2097"/>
                              <a:gd name="T56" fmla="*/ 12 w 1748"/>
                              <a:gd name="T57" fmla="*/ 60 h 2097"/>
                              <a:gd name="T58" fmla="*/ 17 w 1748"/>
                              <a:gd name="T59" fmla="*/ 72 h 2097"/>
                              <a:gd name="T60" fmla="*/ 23 w 1748"/>
                              <a:gd name="T61" fmla="*/ 84 h 2097"/>
                              <a:gd name="T62" fmla="*/ 29 w 1748"/>
                              <a:gd name="T63" fmla="*/ 95 h 2097"/>
                              <a:gd name="T64" fmla="*/ 36 w 1748"/>
                              <a:gd name="T65" fmla="*/ 106 h 2097"/>
                              <a:gd name="T66" fmla="*/ 43 w 1748"/>
                              <a:gd name="T67" fmla="*/ 117 h 2097"/>
                              <a:gd name="T68" fmla="*/ 51 w 1748"/>
                              <a:gd name="T69" fmla="*/ 127 h 2097"/>
                              <a:gd name="T70" fmla="*/ 59 w 1748"/>
                              <a:gd name="T71" fmla="*/ 137 h 2097"/>
                              <a:gd name="T72" fmla="*/ 68 w 1748"/>
                              <a:gd name="T73" fmla="*/ 147 h 2097"/>
                              <a:gd name="T74" fmla="*/ 77 w 1748"/>
                              <a:gd name="T75" fmla="*/ 156 h 2097"/>
                              <a:gd name="T76" fmla="*/ 87 w 1748"/>
                              <a:gd name="T77" fmla="*/ 165 h 2097"/>
                              <a:gd name="T78" fmla="*/ 97 w 1748"/>
                              <a:gd name="T79" fmla="*/ 173 h 2097"/>
                              <a:gd name="T80" fmla="*/ 108 w 1748"/>
                              <a:gd name="T81" fmla="*/ 181 h 2097"/>
                              <a:gd name="T82" fmla="*/ 118 w 1748"/>
                              <a:gd name="T83" fmla="*/ 188 h 2097"/>
                              <a:gd name="T84" fmla="*/ 130 w 1748"/>
                              <a:gd name="T85" fmla="*/ 195 h 2097"/>
                              <a:gd name="T86" fmla="*/ 141 w 1748"/>
                              <a:gd name="T87" fmla="*/ 201 h 2097"/>
                              <a:gd name="T88" fmla="*/ 152 w 1748"/>
                              <a:gd name="T89" fmla="*/ 207 h 2097"/>
                              <a:gd name="T90" fmla="*/ 160 w 1748"/>
                              <a:gd name="T91" fmla="*/ 210 h 2097"/>
                              <a:gd name="T92" fmla="*/ 175 w 1748"/>
                              <a:gd name="T93" fmla="*/ 173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8"/>
                              <a:gd name="T140" fmla="*/ 0 h 2097"/>
                              <a:gd name="T141" fmla="*/ 1748 w 1748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8" h="2097">
                                <a:moveTo>
                                  <a:pt x="3491" y="1726"/>
                                </a:moveTo>
                                <a:cubicBezTo>
                                  <a:pt x="3491" y="1725"/>
                                  <a:pt x="3491" y="1725"/>
                                  <a:pt x="3491" y="1725"/>
                                </a:cubicBezTo>
                                <a:lnTo>
                                  <a:pt x="3329" y="1698"/>
                                </a:lnTo>
                                <a:cubicBezTo>
                                  <a:pt x="3329" y="1698"/>
                                  <a:pt x="3329" y="1697"/>
                                  <a:pt x="3329" y="1697"/>
                                </a:cubicBez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166 h 2060"/>
                              <a:gd name="T6" fmla="*/ 419 w 4190"/>
                              <a:gd name="T7" fmla="*/ 166 h 2060"/>
                              <a:gd name="T8" fmla="*/ 15 w 4190"/>
                              <a:gd name="T9" fmla="*/ 0 h 2060"/>
                              <a:gd name="T10" fmla="*/ 0 w 4190"/>
                              <a:gd name="T11" fmla="*/ 37 h 2060"/>
                              <a:gd name="T12" fmla="*/ 404 w 4190"/>
                              <a:gd name="T13" fmla="*/ 203 h 2060"/>
                              <a:gd name="T14" fmla="*/ 419 w 4190"/>
                              <a:gd name="T15" fmla="*/ 203 h 2060"/>
                              <a:gd name="T16" fmla="*/ 404 w 4190"/>
                              <a:gd name="T17" fmla="*/ 203 h 2060"/>
                              <a:gd name="T18" fmla="*/ 412 w 4190"/>
                              <a:gd name="T19" fmla="*/ 206 h 2060"/>
                              <a:gd name="T20" fmla="*/ 419 w 4190"/>
                              <a:gd name="T21" fmla="*/ 203 h 2060"/>
                              <a:gd name="T22" fmla="*/ 404 w 4190"/>
                              <a:gd name="T23" fmla="*/ 166 h 206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60"/>
                              <a:gd name="T36" fmla="*/ 4190 w 4190"/>
                              <a:gd name="T37" fmla="*/ 2060 h 206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0 h 2031"/>
                              <a:gd name="T6" fmla="*/ 404 w 4190"/>
                              <a:gd name="T7" fmla="*/ 0 h 2031"/>
                              <a:gd name="T8" fmla="*/ 0 w 4190"/>
                              <a:gd name="T9" fmla="*/ 166 h 2031"/>
                              <a:gd name="T10" fmla="*/ 15 w 4190"/>
                              <a:gd name="T11" fmla="*/ 203 h 2031"/>
                              <a:gd name="T12" fmla="*/ 419 w 4190"/>
                              <a:gd name="T13" fmla="*/ 37 h 2031"/>
                              <a:gd name="T14" fmla="*/ 419 w 4190"/>
                              <a:gd name="T15" fmla="*/ 37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404 w 4190"/>
                              <a:gd name="T21" fmla="*/ 0 h 2031"/>
                              <a:gd name="T22" fmla="*/ 404 w 4190"/>
                              <a:gd name="T23" fmla="*/ 0 h 203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31"/>
                              <a:gd name="T36" fmla="*/ 4190 w 4190"/>
                              <a:gd name="T37" fmla="*/ 2031 h 2031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34 w 1744"/>
                              <a:gd name="T5" fmla="*/ 3 h 2097"/>
                              <a:gd name="T6" fmla="*/ 133 w 1744"/>
                              <a:gd name="T7" fmla="*/ 13 h 2097"/>
                              <a:gd name="T8" fmla="*/ 131 w 1744"/>
                              <a:gd name="T9" fmla="*/ 23 h 2097"/>
                              <a:gd name="T10" fmla="*/ 129 w 1744"/>
                              <a:gd name="T11" fmla="*/ 33 h 2097"/>
                              <a:gd name="T12" fmla="*/ 126 w 1744"/>
                              <a:gd name="T13" fmla="*/ 43 h 2097"/>
                              <a:gd name="T14" fmla="*/ 122 w 1744"/>
                              <a:gd name="T15" fmla="*/ 53 h 2097"/>
                              <a:gd name="T16" fmla="*/ 118 w 1744"/>
                              <a:gd name="T17" fmla="*/ 62 h 2097"/>
                              <a:gd name="T18" fmla="*/ 112 w 1744"/>
                              <a:gd name="T19" fmla="*/ 72 h 2097"/>
                              <a:gd name="T20" fmla="*/ 107 w 1744"/>
                              <a:gd name="T21" fmla="*/ 81 h 2097"/>
                              <a:gd name="T22" fmla="*/ 101 w 1744"/>
                              <a:gd name="T23" fmla="*/ 91 h 2097"/>
                              <a:gd name="T24" fmla="*/ 94 w 1744"/>
                              <a:gd name="T25" fmla="*/ 100 h 2097"/>
                              <a:gd name="T26" fmla="*/ 87 w 1744"/>
                              <a:gd name="T27" fmla="*/ 108 h 2097"/>
                              <a:gd name="T28" fmla="*/ 80 w 1744"/>
                              <a:gd name="T29" fmla="*/ 117 h 2097"/>
                              <a:gd name="T30" fmla="*/ 72 w 1744"/>
                              <a:gd name="T31" fmla="*/ 125 h 2097"/>
                              <a:gd name="T32" fmla="*/ 64 w 1744"/>
                              <a:gd name="T33" fmla="*/ 132 h 2097"/>
                              <a:gd name="T34" fmla="*/ 55 w 1744"/>
                              <a:gd name="T35" fmla="*/ 140 h 2097"/>
                              <a:gd name="T36" fmla="*/ 47 w 1744"/>
                              <a:gd name="T37" fmla="*/ 147 h 2097"/>
                              <a:gd name="T38" fmla="*/ 38 w 1744"/>
                              <a:gd name="T39" fmla="*/ 153 h 2097"/>
                              <a:gd name="T40" fmla="*/ 28 w 1744"/>
                              <a:gd name="T41" fmla="*/ 159 h 2097"/>
                              <a:gd name="T42" fmla="*/ 19 w 1744"/>
                              <a:gd name="T43" fmla="*/ 164 h 2097"/>
                              <a:gd name="T44" fmla="*/ 9 w 1744"/>
                              <a:gd name="T45" fmla="*/ 169 h 2097"/>
                              <a:gd name="T46" fmla="*/ 0 w 1744"/>
                              <a:gd name="T47" fmla="*/ 173 h 2097"/>
                              <a:gd name="T48" fmla="*/ 22 w 1744"/>
                              <a:gd name="T49" fmla="*/ 207 h 2097"/>
                              <a:gd name="T50" fmla="*/ 34 w 1744"/>
                              <a:gd name="T51" fmla="*/ 201 h 2097"/>
                              <a:gd name="T52" fmla="*/ 45 w 1744"/>
                              <a:gd name="T53" fmla="*/ 195 h 2097"/>
                              <a:gd name="T54" fmla="*/ 56 w 1744"/>
                              <a:gd name="T55" fmla="*/ 188 h 2097"/>
                              <a:gd name="T56" fmla="*/ 67 w 1744"/>
                              <a:gd name="T57" fmla="*/ 181 h 2097"/>
                              <a:gd name="T58" fmla="*/ 77 w 1744"/>
                              <a:gd name="T59" fmla="*/ 173 h 2097"/>
                              <a:gd name="T60" fmla="*/ 87 w 1744"/>
                              <a:gd name="T61" fmla="*/ 165 h 2097"/>
                              <a:gd name="T62" fmla="*/ 97 w 1744"/>
                              <a:gd name="T63" fmla="*/ 156 h 2097"/>
                              <a:gd name="T64" fmla="*/ 106 w 1744"/>
                              <a:gd name="T65" fmla="*/ 147 h 2097"/>
                              <a:gd name="T66" fmla="*/ 115 w 1744"/>
                              <a:gd name="T67" fmla="*/ 137 h 2097"/>
                              <a:gd name="T68" fmla="*/ 123 w 1744"/>
                              <a:gd name="T69" fmla="*/ 127 h 2097"/>
                              <a:gd name="T70" fmla="*/ 131 w 1744"/>
                              <a:gd name="T71" fmla="*/ 117 h 2097"/>
                              <a:gd name="T72" fmla="*/ 139 w 1744"/>
                              <a:gd name="T73" fmla="*/ 106 h 2097"/>
                              <a:gd name="T74" fmla="*/ 145 w 1744"/>
                              <a:gd name="T75" fmla="*/ 95 h 2097"/>
                              <a:gd name="T76" fmla="*/ 151 w 1744"/>
                              <a:gd name="T77" fmla="*/ 84 h 2097"/>
                              <a:gd name="T78" fmla="*/ 157 w 1744"/>
                              <a:gd name="T79" fmla="*/ 72 h 2097"/>
                              <a:gd name="T80" fmla="*/ 162 w 1744"/>
                              <a:gd name="T81" fmla="*/ 60 h 2097"/>
                              <a:gd name="T82" fmla="*/ 166 w 1744"/>
                              <a:gd name="T83" fmla="*/ 48 h 2097"/>
                              <a:gd name="T84" fmla="*/ 169 w 1744"/>
                              <a:gd name="T85" fmla="*/ 35 h 2097"/>
                              <a:gd name="T86" fmla="*/ 172 w 1744"/>
                              <a:gd name="T87" fmla="*/ 23 h 2097"/>
                              <a:gd name="T88" fmla="*/ 173 w 1744"/>
                              <a:gd name="T89" fmla="*/ 10 h 2097"/>
                              <a:gd name="T90" fmla="*/ 174 w 1744"/>
                              <a:gd name="T91" fmla="*/ 1 h 2097"/>
                              <a:gd name="T92" fmla="*/ 174 w 1744"/>
                              <a:gd name="T93" fmla="*/ 1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4"/>
                              <a:gd name="T140" fmla="*/ 0 h 2097"/>
                              <a:gd name="T141" fmla="*/ 1744 w 1744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4" h="2097">
                                <a:moveTo>
                                  <a:pt x="2687" y="9"/>
                                </a:moveTo>
                                <a:cubicBezTo>
                                  <a:pt x="2687" y="9"/>
                                  <a:pt x="2687" y="9"/>
                                  <a:pt x="2687" y="9"/>
                                </a:cubicBezTo>
                                <a:lnTo>
                                  <a:pt x="2675" y="63"/>
                                </a:lnTo>
                                <a:cubicBezTo>
                                  <a:pt x="2675" y="63"/>
                                  <a:pt x="2675" y="63"/>
                                  <a:pt x="2675" y="63"/>
                                </a:cubicBez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0 h 13403"/>
                              <a:gd name="T6" fmla="*/ 0 w 400"/>
                              <a:gd name="T7" fmla="*/ 20 h 13403"/>
                              <a:gd name="T8" fmla="*/ 0 w 400"/>
                              <a:gd name="T9" fmla="*/ 1340 h 13403"/>
                              <a:gd name="T10" fmla="*/ 40 w 400"/>
                              <a:gd name="T11" fmla="*/ 1340 h 13403"/>
                              <a:gd name="T12" fmla="*/ 40 w 400"/>
                              <a:gd name="T13" fmla="*/ 20 h 13403"/>
                              <a:gd name="T14" fmla="*/ 20 w 400"/>
                              <a:gd name="T15" fmla="*/ 0 h 13403"/>
                              <a:gd name="T16" fmla="*/ 40 w 400"/>
                              <a:gd name="T17" fmla="*/ 20 h 13403"/>
                              <a:gd name="T18" fmla="*/ 40 w 400"/>
                              <a:gd name="T19" fmla="*/ 0 h 13403"/>
                              <a:gd name="T20" fmla="*/ 20 w 400"/>
                              <a:gd name="T21" fmla="*/ 0 h 13403"/>
                              <a:gd name="T22" fmla="*/ 20 w 400"/>
                              <a:gd name="T23" fmla="*/ 40 h 1340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3403"/>
                              <a:gd name="T36" fmla="*/ 400 w 400"/>
                              <a:gd name="T37" fmla="*/ 13403 h 13403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5711"/>
                              <a:gd name="T5" fmla="*/ 20 h 400"/>
                              <a:gd name="T6" fmla="*/ 20 w 5711"/>
                              <a:gd name="T7" fmla="*/ 40 h 400"/>
                              <a:gd name="T8" fmla="*/ 571 w 5711"/>
                              <a:gd name="T9" fmla="*/ 40 h 400"/>
                              <a:gd name="T10" fmla="*/ 571 w 5711"/>
                              <a:gd name="T11" fmla="*/ 0 h 400"/>
                              <a:gd name="T12" fmla="*/ 20 w 5711"/>
                              <a:gd name="T13" fmla="*/ 0 h 400"/>
                              <a:gd name="T14" fmla="*/ 0 w 5711"/>
                              <a:gd name="T15" fmla="*/ 20 h 400"/>
                              <a:gd name="T16" fmla="*/ 20 w 5711"/>
                              <a:gd name="T17" fmla="*/ 0 h 400"/>
                              <a:gd name="T18" fmla="*/ 0 w 5711"/>
                              <a:gd name="T19" fmla="*/ 0 h 400"/>
                              <a:gd name="T20" fmla="*/ 0 w 5711"/>
                              <a:gd name="T21" fmla="*/ 20 h 400"/>
                              <a:gd name="T22" fmla="*/ 40 w 5711"/>
                              <a:gd name="T23" fmla="*/ 20 h 40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5711"/>
                              <a:gd name="T35" fmla="*/ 0 h 400"/>
                              <a:gd name="T36" fmla="*/ 5711 w 5711"/>
                              <a:gd name="T37" fmla="*/ 400 h 40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10 h 4097"/>
                              <a:gd name="T6" fmla="*/ 40 w 400"/>
                              <a:gd name="T7" fmla="*/ 410 h 4097"/>
                              <a:gd name="T8" fmla="*/ 40 w 400"/>
                              <a:gd name="T9" fmla="*/ 0 h 4097"/>
                              <a:gd name="T10" fmla="*/ 0 w 400"/>
                              <a:gd name="T11" fmla="*/ 0 h 4097"/>
                              <a:gd name="T12" fmla="*/ 0 w 400"/>
                              <a:gd name="T13" fmla="*/ 410 h 4097"/>
                              <a:gd name="T14" fmla="*/ 20 w 400"/>
                              <a:gd name="T15" fmla="*/ 410 h 409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w 400"/>
                              <a:gd name="T23" fmla="*/ 0 h 4097"/>
                              <a:gd name="T24" fmla="*/ 400 w 400"/>
                              <a:gd name="T25" fmla="*/ 4097 h 4097"/>
                            </a:gdLst>
                            <a:ahLst/>
                            <a:cxnLst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  <a:cxn ang="T21">
                                <a:pos x="T14" y="T15"/>
                              </a:cxn>
                            </a:cxnLst>
                            <a:rect l="T22" t="T23" r="T24" b="T25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49E6" w:rsidRDefault="002549E6" w:rsidP="002549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2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AL0u/SVmkAAOdX&#10;BAAOAAAAAAAAAAAAAAAAAC4CAABkcnMvZTJvRG9jLnhtbFBLAQItABQABgAIAAAAIQDfzpAw4gAA&#10;AA0BAAAPAAAAAAAAAAAAAAAAALBrAABkcnMvZG93bnJldi54bWxQSwUGAAAAAAQABADzAAAAv2wA&#10;AAAA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4bcIA&#10;AADaAAAADwAAAGRycy9kb3ducmV2LnhtbESP3YrCMBSE7wXfIRxh7zT1h1Jro8jCijfCWn2A0+bY&#10;FpuT0mS1vv1mYcHLYWa+YbLdYFrxoN41lhXMZxEI4tLqhisF18vXNAHhPLLG1jIpeJGD3XY8yjDV&#10;9slneuS+EgHCLkUFtfddKqUrazLoZrYjDt7N9gZ9kH0ldY/PADetXERRLA02HBZq7OizpvKe/xgF&#10;Wh6S4nrKD8V99b3Uq7VexvFJqY/JsN+A8DT4d/i/fdQKFvB3Jdw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/htwgAAANoAAAAPAAAAAAAAAAAAAAAAAJgCAABkcnMvZG93&#10;bnJldi54bWxQSwUGAAAAAAQABAD1AAAAhwMAAAAA&#10;" adj="-11796480,,5400" path="m8010,14530v,-18,,-37,,-55l7552,14392v,-19,,-37,,-55l3587,14244r-75,-59l3439,14123r-73,-64l3294,13992r4716,538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AuMIA&#10;AADaAAAADwAAAGRycy9kb3ducmV2LnhtbESPT2sCMRTE74V+h/AEL6VmbanUdaOIUNCja0uvr5u3&#10;f3DzkiZR12/fCEKPw8z8hilWg+nFmXzoLCuYTjIQxJXVHTcKPg8fz+8gQkTW2FsmBVcKsFo+PhSY&#10;a3vhPZ3L2IgE4ZCjgjZGl0sZqpYMhol1xMmrrTcYk/SN1B4vCW56+ZJlM2mw47TQoqNNS9WxPBkF&#10;O//9FvZrN/uiecxc+fNU/8qTUuPRsF6AiDTE//C9vdUKXuF2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AC4wgAAANoAAAAPAAAAAAAAAAAAAAAAAJgCAABkcnMvZG93&#10;bnJldi54bWxQSwUGAAAAAAQABAD1AAAAhwMAAAAA&#10;" adj="-11796480,,5400" path="m8010,14530v,-18,,-37,,-55l7552,14392v,-19,,-37,,-55l3587,14244r-75,-59l3439,14123r-73,-64l3294,13992r4716,538x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08sMA&#10;AADaAAAADwAAAGRycy9kb3ducmV2LnhtbESPS2vDMBCE74X+B7GF3mq5JSnGsWxCIdBDL05CyHGx&#10;1g9irYyl+NFfXxUKPQ4z8w2TFYvpxUSj6ywreI1iEMSV1R03Cs6nw0sCwnlkjb1lUrCSgyJ/fMgw&#10;1Xbmkqajb0SAsEtRQev9kErpqpYMusgOxMGr7WjQBzk2Uo84B7jp5Vscv0uDHYeFFgf6aKm6He9G&#10;QVx+J5duKM2y3V7Pm/o0r/XXrNTz07LfgfC0+P/wX/tTK9jA75Vw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m08sMAAADaAAAADwAAAAAAAAAAAAAAAACYAgAAZHJzL2Rv&#10;d25yZXYueG1sUEsFBgAAAAAEAAQA9QAAAIgDAAAAAA==&#10;" adj="-11796480,,5400" path="m1419,339v,,,,,l1419,249v,,,,,l710,152r,-36l710,78r-9,-9l689,59r730,28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DKsAA&#10;AADaAAAADwAAAGRycy9kb3ducmV2LnhtbESPQavCMBCE74L/IazgTVNFRapRRFQ8qvXgcWnWtths&#10;ahO1vl//Iggeh5n5hpkvG1OKJ9WusKxg0I9AEKdWF5wpOCfb3hSE88gaS8uk4E0Olot2a46xti8+&#10;0vPkMxEg7GJUkHtfxVK6NCeDrm8r4uBdbW3QB1lnUtf4CnBTymEUTaTBgsNCjhWtc0pvp4dRcN+M&#10;1vfykoybg4l2w9s5+cNHolS306xmIDw1/hf+tvdawRg+V8IN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ZDKsAAAADaAAAADwAAAAAAAAAAAAAAAACYAgAAZHJzL2Rvd25y&#10;ZXYueG1sUEsFBgAAAAAEAAQA9QAAAIUDAAAAAA==&#10;" adj="-11796480,,5400" path="m1419,339v,,,,,l1419,249v,,,,,l710,152r,-36l710,78r-9,-9l689,59r730,280x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PHsMA&#10;AADaAAAADwAAAGRycy9kb3ducmV2LnhtbESPzWvCQBTE74X+D8sreKubSpUQs4oUCh56iYp4fGRf&#10;PjD7NmS3+fCvdwXB4zAzv2HS7Wga0VPnassKvuYRCOLc6ppLBafj72cMwnlkjY1lUjCRg+3m/S3F&#10;RNuBM+oPvhQBwi5BBZX3bSKlyysy6Oa2JQ5eYTuDPsiulLrDIcBNIxdRtJIGaw4LFbb0U1F+Pfwb&#10;BVF2i891m5lxubycvovjMBV/g1Kzj3G3BuFp9K/ws73XClbwuBJu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ePHsMAAADaAAAADwAAAAAAAAAAAAAAAACYAgAAZHJzL2Rv&#10;d25yZXYueG1sUEsFBgAAAAAEAAQA9QAAAIgDAAAAAA==&#10;" adj="-11796480,,5400" path="m,340v,-1,,-1,,-1l,250v,-1,,-1,,-1l,152,,116,,78,9,69,21,58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4xsEA&#10;AADaAAAADwAAAGRycy9kb3ducmV2LnhtbESPzarCMBSE9xd8h3AEd9dU8Y9qFBEVl2pduDw0x7bY&#10;nNQmavXpzYULLoeZ+YaZLRpTigfVrrCsoNeNQBCnVhecKTglm98JCOeRNZaWScGLHCzmrZ8Zxto+&#10;+UCPo89EgLCLUUHufRVL6dKcDLqurYiDd7G1QR9knUld4zPATSn7UTSSBgsOCzlWtMopvR7vRsFt&#10;PVjdynMybPYm2vavp+SN90SpTrtZTkF4avw3/N/eaQVj+LsSb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IeMbBAAAA2gAAAA8AAAAAAAAAAAAAAAAAmAIAAGRycy9kb3du&#10;cmV2LnhtbFBLBQYAAAAABAAEAPUAAACGAwAAAAA=&#10;" adj="-11796480,,5400" path="m,340v,-1,,-1,,-1l,250v,-1,,-1,,-1l,152,,116,,78,9,69,21,58,,340x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NZsAA&#10;AADaAAAADwAAAGRycy9kb3ducmV2LnhtbERPz2vCMBS+C/sfwht403QeRLqmooMNERF10/OzeTbF&#10;5qU0Uat/vTkIO358v7NpZ2txpdZXjhV8DBMQxIXTFZcK/n6/BxMQPiBrrB2Tgjt5mOZvvQxT7W68&#10;pesulCKGsE9RgQmhSaX0hSGLfuga4sidXGsxRNiWUrd4i+G2lqMkGUuLFccGgw19GSrOu4tVsP/R&#10;60eTHO+zzXy1dfIxdqvDUqn+ezf7BBGoC//il3uhFcSt8Uq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8NZsAAAADaAAAADwAAAAAAAAAAAAAAAACYAgAAZHJzL2Rvd25y&#10;ZXYueG1sUEsFBgAAAAAEAAQA9QAAAIUDAAAAAA==&#10;" adj="-11796480,,5400" path="m3009,2329v,-1,,-1,,-2l3214,2303v,,,,,-1l1652,2281r7,-5l1667,2270r6,-5l1680,2259r1329,7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ga8EA&#10;AADaAAAADwAAAGRycy9kb3ducmV2LnhtbESPQYvCMBSE74L/IbwFb5ruoqJdo0hhwYMHrf6AZ/Ns&#10;yjYvpUm1/nsjCB6HmfmGWW16W4sbtb5yrOB7koAgLpyuuFRwPv2NFyB8QNZYOyYFD/KwWQ8HK0y1&#10;u/ORbnkoRYSwT1GBCaFJpfSFIYt+4hri6F1dazFE2ZZSt3iPcFvLnySZS4sVxwWDDWWGiv+8swry&#10;3WJ6OXfHLpH72eE6rbKlsZlSo69++wsiUB8+4Xd7pxUs4XUl3gC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7oGvBAAAA2gAAAA8AAAAAAAAAAAAAAAAAmAIAAGRycy9kb3du&#10;cmV2LnhtbFBLBQYAAAAABAAEAPUAAACGAwAAAAA=&#10;" adj="-11796480,,5400" path="m3009,2329v,-1,,-1,,-2l3214,2303v,,,,,-1l1652,2281r7,-5l1667,2270r6,-5l1680,2259r1329,70x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LMQcQA&#10;AADbAAAADwAAAGRycy9kb3ducmV2LnhtbESPQWvCQBCF74L/YRnBm270ICW6ihUUKSJqbc9jdkxC&#10;s7Mhu9Xor+8chN5meG/e+2a2aF2lbtSE0rOB0TABRZx5W3Ju4Py5HryBChHZYuWZDDwowGLe7cww&#10;tf7OR7qdYq4khEOKBooY61TrkBXkMAx9TSza1TcOo6xNrm2Ddwl3lR4nyUQ7LFkaCqxpVVD2c/p1&#10;Br42dv+sk8tjeXjfHb1+Tvzu+8OYfq9dTkFFauO/+XW9tY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yzEHEAAAA2wAAAA8AAAAAAAAAAAAAAAAAmAIAAGRycy9k&#10;b3ducmV2LnhtbFBLBQYAAAAABAAEAPUAAACJAwAAAAA=&#10;" adj="-11796480,,5400" path="m469,2330v,,,-1,,-1l264,2304v,,,,,-1l88,2281r-7,-5l73,2271r-6,-6l60,2259r409,7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aUMIA&#10;AADbAAAADwAAAGRycy9kb3ducmV2LnhtbERPzWqDQBC+F/oOywR6a1aDLcZkI0UI5NBDY/MAU3fi&#10;StxZcddo375bKPQ2H9/v7MvF9uJOo+8cK0jXCQjixumOWwWXz+NzDsIHZI29Y1LwTR7Kw+PDHgvt&#10;Zj7TvQ6tiCHsC1RgQhgKKX1jyKJfu4E4clc3WgwRjq3UI84x3PZykySv0mLHscHgQJWh5lZPVkF9&#10;yrOvy3SeEvn+8nHNumprbKXU02p524EItIR/8Z/7pO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5pQwgAAANsAAAAPAAAAAAAAAAAAAAAAAJgCAABkcnMvZG93&#10;bnJldi54bWxQSwUGAAAAAAQABAD1AAAAhwMAAAAA&#10;" adj="-11796480,,5400" path="m469,2330v,,,-1,,-1l264,2304v,,,,,-1l88,2281r-7,-5l73,2271r-6,-6l60,2259r409,71x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fMsEA&#10;AADbAAAADwAAAGRycy9kb3ducmV2LnhtbERPTYvCMBC9C/6HMMJeiqZ6ELcaRVYKq7CCXfE8NGNb&#10;bCbdJmr992ZB8DaP9zmLVWdqcaPWVZYVjEcxCOLc6ooLBcffdDgD4TyyxtoyKXiQg9Wy31tgou2d&#10;D3TLfCFCCLsEFZTeN4mULi/JoBvZhjhwZ9sa9AG2hdQt3kO4qeUkjqfSYMWhocSGvkrKL9nVKNhH&#10;0cb+/USn4+6wfZw/L+kmpVSpj0G3noPw1Pm3+OX+1mH+BP5/C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NnzLBAAAA2wAAAA8AAAAAAAAAAAAAAAAAmAIAAGRycy9kb3du&#10;cmV2LnhtbFBLBQYAAAAABAAEAPUAAACGAwAAAAA=&#10;" adj="-11796480,,5400" path="m1706,939v,,,,,l1724,766v,,,,,l871,579r1,-63l872,453r-1,-32l869,390r837,549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S1cIA&#10;AADbAAAADwAAAGRycy9kb3ducmV2LnhtbERPS2vCQBC+F/wPywheitnUQgnRVUQRWih9RA8eh+yY&#10;BLOzIbt5/ftuodDbfHzP2exGU4ueWldZVvAUxSCIc6srLhRczqdlAsJ5ZI21ZVIwkYPddvawwVTb&#10;gb+pz3whQgi7FBWU3jeplC4vyaCLbEMcuJttDfoA20LqFocQbmq5iuMXabDi0FBiQ4eS8nvWGQVd&#10;/aXx+HEadPP59j7R45Rcs0qpxXzcr0F4Gv2/+M/9qsP8Z/j9JRw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RLVwgAAANsAAAAPAAAAAAAAAAAAAAAAAJgCAABkcnMvZG93&#10;bnJldi54bWxQSwUGAAAAAAQABAD1AAAAhwMAAAAA&#10;" adj="-11796480,,5400" path="m1706,939v,,,,,l1724,766v,,,,,l871,579r1,-63l872,453r-1,-32l869,390r837,549x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tpMEA&#10;AADbAAAADwAAAGRycy9kb3ducmV2LnhtbERPTWvCQBC9F/oflhG81U2KNJq6SikoXnowLdjjkB2T&#10;YHY27K5J/PeuIHibx/uc1WY0rejJ+caygnSWgCAurW64UvD3u31bgPABWWNrmRRcycNm/fqywlzb&#10;gQ/UF6ESMYR9jgrqELpcSl/WZNDPbEccuZN1BkOErpLa4RDDTSvfk+RDGmw4NtTY0XdN5bm4GAWL&#10;cE6cS/elzPrs+LNz/8flcq7UdDJ+fYIINIan+OHe6zh/D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0baTBAAAA2wAAAA8AAAAAAAAAAAAAAAAAmAIAAGRycy9kb3du&#10;cmV2LnhtbFBLBQYAAAAABAAEAPUAAACGAwAAAAA=&#10;" adj="-11796480,,5400" path="m35,939v,,,,,l18,766v,,,,,l1,579,,516,,453,1,422,3,391,35,939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EaMIA&#10;AADbAAAADwAAAGRycy9kb3ducmV2LnhtbERP32vCMBB+H/g/hBN8GTNxsKmdUUQQZBSGdQ8+Hs2t&#10;KTaX0mS2219vhMHe7uP7eavN4BpxpS7UnjXMpgoEcelNzZWGz9P+aQEiRGSDjWfS8EMBNuvRwwoz&#10;43s+0rWIlUghHDLUYGNsMylDaclhmPqWOHFfvnMYE+wqaTrsU7hr5LNSr9JhzanBYks7S+Wl+HYa&#10;8vz8MV8W+9yrvPrt7eNC+feg9WQ8bN9ARBriv/jPfTBp/gvcf0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ARowgAAANsAAAAPAAAAAAAAAAAAAAAAAJgCAABkcnMvZG93&#10;bnJldi54bWxQSwUGAAAAAAQABAD1AAAAhwMAAAAA&#10;" adj="-11796480,,5400" path="m35,939v,,,,,l18,766v,,,,,l1,579,,516,,453,1,422,3,391,35,939x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2VcEA&#10;AADbAAAADwAAAGRycy9kb3ducmV2LnhtbERPS4vCMBC+L+x/CLPgbU1XRdZqlFVQxJsPWI9DM7bV&#10;ZhKaqNVfbwTB23x8zxlNGlOJC9W+tKzgp52AIM6sLjlXsNvOv39B+ICssbJMCm7kYTL+/Bhhqu2V&#10;13TZhFzEEPYpKihCcKmUPivIoG9bRxy5g60NhgjrXOoarzHcVLKTJH1psOTYUKCjWUHZaXM2Cgar&#10;RXe36C3dvjvf/t+qo7snU6dU66v5G4II1IS3+OVe6ji/D89f4gFy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9lXBAAAA2wAAAA8AAAAAAAAAAAAAAAAAmAIAAGRycy9kb3du&#10;cmV2LnhtbFBLBQYAAAAABAAEAPUAAACGAwAAAAA=&#10;" adj="-11796480,,5400" path="m1813,2823v,-1,,-2,,-2l1626,2731v,-1,,-1,,-2l738,2654r-30,-24l678,2608r-30,-21l619,2568r1194,255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6F78A&#10;AADbAAAADwAAAGRycy9kb3ducmV2LnhtbERPy6rCMBDdC/5DGMGdpip4tRpFBUFBF77A5dCMbbGZ&#10;lCZq/XsjXHA3h/Oc6bw2hXhS5XLLCnrdCARxYnXOqYLzad0ZgXAeWWNhmRS8ycF81mxMMdb2xQd6&#10;Hn0qQgi7GBVk3pexlC7JyKDr2pI4cDdbGfQBVqnUFb5CuClkP4qG0mDOoSHDklYZJffjwyjY7a+D&#10;7ZLPxcGscJzuo0uyfPSUarfqxQSEp9r/xP/ujQ7z/+D7Szh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SvoXvwAAANsAAAAPAAAAAAAAAAAAAAAAAJgCAABkcnMvZG93bnJl&#10;di54bWxQSwUGAAAAAAQABAD1AAAAhAMAAAAA&#10;" adj="-11796480,,5400" path="m1813,2823v,-1,,-2,,-2l1626,2731v,-1,,-1,,-2l738,2654r-30,-24l678,2608r-30,-21l619,2568r1194,255x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QXMIA&#10;AADbAAAADwAAAGRycy9kb3ducmV2LnhtbESPQUsDMRCF70L/Q5iCN5tUQWVtWkqhoF7EbQ8eh82Y&#10;hG4mSxLb6K83B8HbDO/Ne9+sNjWM4kwp+8galgsFgniIxrPVcDzsbx5B5IJscIxMGr4pw2Y9u1ph&#10;Z+KF3+ncFytaCOcONbhSpk7KPDgKmBdxIm7aZ0wBS1uTlSbhpYWHUd4qdS8Dem4NDifaORpO/VfQ&#10;8NG/2XT38nqoP9XbB3fySqHX+npet08gCtXyb/67fjYNv8G2X9oA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9BcwgAAANsAAAAPAAAAAAAAAAAAAAAAAJgCAABkcnMvZG93&#10;bnJldi54bWxQSwUGAAAAAAQABAD1AAAAhwMAAAAA&#10;" adj="-11796480,,5400" path="m2021,5669v,-3,,-6,,-9l2128,5630v,-3,,-6,,-9l1084,5612r6,-8l1097,5596r5,-10l1109,5575r912,94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SscAA&#10;AADbAAAADwAAAGRycy9kb3ducmV2LnhtbERPS4vCMBC+C/sfwix4EU1XpK7VKCIoXn0c9jg0Y1tM&#10;Jt0m1rq/fiMI3ubje85i1VkjWmp85VjB1ygBQZw7XXGh4HzaDr9B+ICs0TgmBQ/ysFp+9BaYaXfn&#10;A7XHUIgYwj5DBWUIdSalz0uy6EeuJo7cxTUWQ4RNIXWD9xhujRwnSSotVhwbSqxpU1J+Pd6sgpBO&#10;ze/kbHbpzLT5Y/D3s57QXqn+Z7eegwjUhbf45d7rOH8Gz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lSscAAAADbAAAADwAAAAAAAAAAAAAAAACYAgAAZHJzL2Rvd25y&#10;ZXYueG1sUEsFBgAAAAAEAAQA9QAAAIUDAAAAAA==&#10;" adj="-11796480,,5400" path="m2021,5669v,-3,,-6,,-9l2128,5630v,-3,,-6,,-9l1084,5612r6,-8l1097,5596r5,-10l1109,5575r912,94x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zi8AA&#10;AADbAAAADwAAAGRycy9kb3ducmV2LnhtbERPzWrCQBC+F/oOyxR6qxtFVKKrqFCQHop/DzBkx2ww&#10;Oxuy0yTt03cPgseP73+1GXytOmpjFdjAeJSBIi6Crbg0cL18fixARUG2WAcmA78UYbN+fVlhbkPP&#10;J+rOUqoUwjFHA06kybWOhSOPcRQa4sTdQutREmxLbVvsU7iv9STLZtpjxanBYUN7R8X9/OMNzKtv&#10;Obnj1H318152/m/a1duDMe9vw3YJSmiQp/jhPlgDk7Q+fUk/QK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lzi8AAAADbAAAADwAAAAAAAAAAAAAAAACYAgAAZHJzL2Rvd25y&#10;ZXYueG1sUEsFBgAAAAAEAAQA9QAAAIUDAAAAAA==&#10;" adj="-11796480,,5400" path="m297,5669v,-2,,-5,,-8l189,5630v,-2,,-5,,-8l76,5611r-6,-8l63,5595r-6,-10l51,5574r246,95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Uy8UA&#10;AADbAAAADwAAAGRycy9kb3ducmV2LnhtbESPQWsCMRSE74L/ITyhN82qoLI1SlGUgiLWFkpvj83r&#10;ZunmZUnSddtf3whCj8PMfMMs152tRUs+VI4VjEcZCOLC6YpLBW+vu+ECRIjIGmvHpOCHAqxX/d4S&#10;c+2u/ELtJZYiQTjkqMDE2ORShsKQxTByDXHyPp23GJP0pdQerwluaznJspm0WHFaMNjQxlDxdfm2&#10;ChbHzbGV0/PpsP993/pg5t3H7KDUw6B7egQRqYv/4Xv7WSuYjOH2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FTLxQAAANsAAAAPAAAAAAAAAAAAAAAAAJgCAABkcnMv&#10;ZG93bnJldi54bWxQSwUGAAAAAAQABAD1AAAAigMAAAAA&#10;" adj="-11796480,,5400" path="m297,5669v,-2,,-5,,-8l189,5630v,-2,,-5,,-8l76,5611r-6,-8l63,5595r-6,-10l51,5574r246,95x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Ixj8QA&#10;AADbAAAADwAAAGRycy9kb3ducmV2LnhtbESPQWsCMRSE74L/ITyhN812tVJWs4sIQuulra33x+a5&#10;WZq8LJuoW399Uyh4HGbmG2ZdDc6KC/Wh9azgcZaBIK69brlR8PW5mz6DCBFZo/VMCn4oQFWOR2ss&#10;tL/yB10OsREJwqFABSbGrpAy1IYchpnviJN38r3DmGTfSN3jNcGdlXmWLaXDltOCwY62hurvw9kp&#10;eMsX9rY38+G43Nr3sNFP8rh/VephMmxWICIN8R7+b79oBfkc/r6kH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MY/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@1,@1,@1,@1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ScIA&#10;AADbAAAADwAAAGRycy9kb3ducmV2LnhtbESP3YrCMBSE7wXfIRzBO00tKtI1yqooonjhzwMcmrNt&#10;2eakNlHr2xtB8HKYmW+Y6bwxpbhT7QrLCgb9CARxanXBmYLLed2bgHAeWWNpmRQ8ycF81m5NMdH2&#10;wUe6n3wmAoRdggpy76tESpfmZND1bUUcvD9bG/RB1pnUNT4C3JQyjqKxNFhwWMixomVO6f/pZhRc&#10;d4d0tRvtN6gnA51tzSJuioVS3U7z+wPCU+O/4U97qxXEQ3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v9JwgAAANsAAAAPAAAAAAAAAAAAAAAAAJgCAABkcnMvZG93&#10;bnJldi54bWxQSwUGAAAAAAQABAD1AAAAhwMAAAAA&#10;" adj="-11796480,,5400" path="m3491,1726v,-1,,-1,,-1l3329,1698v,,,-1,,-1l1586,1654r-33,-16l1522,1621r-32,-18l1459,1584r2032,142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MYMMA&#10;AADbAAAADwAAAGRycy9kb3ducmV2LnhtbESPT2sCMRTE74LfITyhN812/YOsRhGhYL3UWr0/Ns/N&#10;0uRl2aS67ac3BcHjMDO/YZbrzllxpTbUnhW8jjIQxKXXNVcKTl9vwzmIEJE1Ws+k4JcCrFf93hIL&#10;7W/8SddjrESCcChQgYmxKaQMpSGHYeQb4uRdfOswJtlWUrd4S3BnZZ5lM+mw5rRgsKGtofL7+OMU&#10;fOQT+7c34+4829pD2OipPO/flXoZdJsFiEhdfIYf7Z1WkE/h/0v6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cMYMMAAADbAAAADwAAAAAAAAAAAAAAAACYAgAAZHJzL2Rv&#10;d25yZXYueG1sUEsFBgAAAAAEAAQA9QAAAIg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@1,@1,@1,@1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SF8QA&#10;AADbAAAADwAAAGRycy9kb3ducmV2LnhtbESPQWsCMRSE74X+h/AEbzXrahdZjSJCofVi3db7Y/O6&#10;WZq8LJtUt/56Uyh4HGbmG2a1GZwVZ+pD61nBdJKBIK69brlR8Pnx8rQAESKyRuuZFPxSgM368WGF&#10;pfYXPtK5io1IEA4lKjAxdqWUoTbkMEx8R5y8L987jEn2jdQ9XhLcWZlnWSEdtpwWDHa0M1R/Vz9O&#10;wSGf2+vezIZTsbPvYauf5Wn/ptR4NGyXICIN8R7+b79qBXk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lkhf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@1,@1,@1,@1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WgcsYA&#10;AADbAAAADwAAAGRycy9kb3ducmV2LnhtbESPW2sCMRSE3wv9D+EUfKvZSvGyNYpIC74o3ij07bA5&#10;3SzdnKSbuK7++qYg+DjMzDfMdN7ZWrTUhMqxgpd+BoK4cLriUsHx8PE8BhEissbaMSm4UID57PFh&#10;irl2Z95Ru4+lSBAOOSowMfpcylAYshj6zhMn79s1FmOSTSl1g+cEt7UcZNlQWqw4LRj0tDRU/OxP&#10;VsHualxYbTe/X+3aHz7Hk/dXfzoq1XvqFm8gInXxHr61V1rBYAT/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WgcsYAAADbAAAADwAAAAAAAAAAAAAAAACYAgAAZHJz&#10;L2Rvd25yZXYueG1sUEsFBgAAAAAEAAQA9QAAAIsDAAAAAA==&#10;" adj="-11796480,,5400" path="m2687,9v,,,,,l2675,63v,,,,,l1327,164r-6,32l1314,230r-8,33l1299,295,2687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j/sEA&#10;AADbAAAADwAAAGRycy9kb3ducmV2LnhtbERPyWrDMBC9F/oPYgq5NXKdheJGNiFQSHPJ0uY+WFPL&#10;VBoZS0ncfH10COT4ePuiGpwVZ+pD61nB2zgDQVx73XKj4Of78/UdRIjIGq1nUvBPAary+WmBhfYX&#10;3tP5EBuRQjgUqMDE2BVShtqQwzD2HXHifn3vMCbYN1L3eEnhzso8y+bSYcupwWBHK0P13+HkFGzz&#10;qb1uzGQ4zld2F5Z6Jo+bL6VGL8PyA0SkIT7Ed/daK8jT2PQl/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2o/7BAAAA2wAAAA8AAAAAAAAAAAAAAAAAmAIAAGRycy9kb3du&#10;cmV2LnhtbFBLBQYAAAAABAAEAPUAAACG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@1,@1,@1,@1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5JcAA&#10;AADbAAAADwAAAGRycy9kb3ducmV2LnhtbERPy4rCMBTdD/gP4QruxtTHiFSjiCCom5lxdH9prk0x&#10;uSlN1OrXTxaCy8N5z5ets+JGTag8Kxj0MxDEhdcVlwqOf5vPKYgQkTVaz6TgQQGWi87HHHPt7/xL&#10;t0MsRQrhkKMCE2OdSxkKQw5D39fEiTv7xmFMsCmlbvCewp2VwyybSIcVpwaDNa0NFZfD1Sn4Ho7t&#10;c29G7Wmytj9hpb/kab9TqtdtVzMQkdr4Fr/cW61glNanL+kH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5JcAAAADbAAAADwAAAAAAAAAAAAAAAACYAgAAZHJzL2Rvd25y&#10;ZXYueG1sUEsFBgAAAAAEAAQA9QAAAIU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@1,@1,@1,@1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cvsQA&#10;AADbAAAADwAAAGRycy9kb3ducmV2LnhtbESPT2sCMRTE7wW/Q3hCbzWrtiLrZkUEoXpp65/7Y/Pc&#10;LCYvyybq2k/fFAo9DjPzG6ZY9s6KG3Wh8axgPMpAEFdeN1wrOB42L3MQISJrtJ5JwYMCLMvBU4G5&#10;9nf+ots+1iJBOOSowMTY5lKGypDDMPItcfLOvnMYk+xqqTu8J7izcpJlM+mw4bRgsKW1oeqyvzoF&#10;H5NX+70z0/40W9vPsNJv8rTbKvU87FcLEJH6+B/+a79rBdMx/H5JP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nL7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1;4,41;4,0;0,0;0,41;2,41" o:connectangles="0,0,0,0,0,0" textboxrect="@1,@1,@1,@1"/>
                  <v:textbox>
                    <w:txbxContent>
                      <w:p w:rsidR="002549E6" w:rsidRDefault="002549E6" w:rsidP="002549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549E6" w:rsidRPr="00EA743B" w:rsidRDefault="002549E6" w:rsidP="002549E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proofErr w:type="gramStart"/>
      <w:r w:rsidRPr="00EA743B">
        <w:rPr>
          <w:rFonts w:ascii="Times New Roman" w:eastAsia="Times New Roman" w:hAnsi="Times New Roman"/>
          <w:b/>
          <w:lang w:val="ru-RU"/>
        </w:rPr>
        <w:t>Р</w:t>
      </w:r>
      <w:proofErr w:type="gramEnd"/>
      <w:r w:rsidRPr="00EA743B">
        <w:rPr>
          <w:rFonts w:ascii="Times New Roman" w:eastAsia="Times New Roman" w:hAnsi="Times New Roman"/>
          <w:b/>
          <w:lang w:val="ru-RU"/>
        </w:rPr>
        <w:t>ІШЕННЯ</w:t>
      </w:r>
    </w:p>
    <w:p w:rsidR="002549E6" w:rsidRPr="00EA743B" w:rsidRDefault="002549E6" w:rsidP="002549E6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r w:rsidRPr="00EA743B">
        <w:rPr>
          <w:rFonts w:ascii="Times New Roman" w:eastAsia="Times New Roman" w:hAnsi="Times New Roman"/>
          <w:lang w:val="ru-RU"/>
        </w:rPr>
        <w:t xml:space="preserve">   ___ </w:t>
      </w:r>
      <w:r w:rsidRPr="00EA743B">
        <w:rPr>
          <w:rFonts w:ascii="Times New Roman" w:eastAsia="Times New Roman" w:hAnsi="Times New Roman"/>
          <w:color w:val="FF0000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lang w:val="ru-RU"/>
        </w:rPr>
        <w:t>сесії</w:t>
      </w:r>
      <w:proofErr w:type="spellEnd"/>
      <w:r w:rsidRPr="00EA743B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lang w:val="ru-RU"/>
        </w:rPr>
        <w:t>сільської</w:t>
      </w:r>
      <w:proofErr w:type="spellEnd"/>
      <w:r w:rsidRPr="00EA743B">
        <w:rPr>
          <w:rFonts w:ascii="Times New Roman" w:eastAsia="Times New Roman" w:hAnsi="Times New Roman"/>
          <w:lang w:val="ru-RU"/>
        </w:rPr>
        <w:t xml:space="preserve"> ради   </w:t>
      </w:r>
      <w:r w:rsidRPr="00EA743B">
        <w:rPr>
          <w:rFonts w:ascii="Times New Roman" w:eastAsia="Times New Roman" w:hAnsi="Times New Roman"/>
          <w:lang w:val="en-US"/>
        </w:rPr>
        <w:t>VI</w:t>
      </w:r>
      <w:r w:rsidRPr="00EA743B">
        <w:rPr>
          <w:rFonts w:ascii="Times New Roman" w:eastAsia="Times New Roman" w:hAnsi="Times New Roman"/>
        </w:rPr>
        <w:t>І</w:t>
      </w:r>
      <w:r w:rsidRPr="00EA743B">
        <w:rPr>
          <w:rFonts w:ascii="Times New Roman" w:eastAsia="Times New Roman" w:hAnsi="Times New Roman"/>
          <w:lang w:val="en-US"/>
        </w:rPr>
        <w:t>I</w:t>
      </w:r>
      <w:r w:rsidRPr="00EA743B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lang w:val="ru-RU"/>
        </w:rPr>
        <w:t>скликання</w:t>
      </w:r>
      <w:proofErr w:type="spellEnd"/>
    </w:p>
    <w:p w:rsidR="002549E6" w:rsidRPr="00EA743B" w:rsidRDefault="002549E6" w:rsidP="002549E6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2549E6" w:rsidRPr="00EA743B" w:rsidRDefault="002549E6" w:rsidP="002549E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               __.11.2020р.                               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Крупець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                                              №___  </w:t>
      </w:r>
    </w:p>
    <w:p w:rsidR="002549E6" w:rsidRPr="00EA743B" w:rsidRDefault="002549E6" w:rsidP="002549E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2549E6" w:rsidRPr="00EA743B" w:rsidRDefault="002549E6" w:rsidP="002549E6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lang w:val="ru-RU"/>
        </w:rPr>
      </w:pPr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Про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надання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дозволу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на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розробку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2549E6" w:rsidRPr="00EA743B" w:rsidRDefault="002549E6" w:rsidP="002549E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проекту 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із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землеустрою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щодо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2549E6" w:rsidRPr="00EA743B" w:rsidRDefault="002549E6" w:rsidP="002549E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відведення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земельної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ділянки</w:t>
      </w:r>
      <w:proofErr w:type="spellEnd"/>
    </w:p>
    <w:p w:rsidR="002549E6" w:rsidRPr="00EA743B" w:rsidRDefault="002549E6" w:rsidP="002549E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Кратюк</w:t>
      </w:r>
      <w:proofErr w:type="spellEnd"/>
      <w:proofErr w:type="gramStart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І.</w:t>
      </w:r>
      <w:proofErr w:type="gramEnd"/>
      <w:r w:rsidRPr="00EA743B">
        <w:rPr>
          <w:rFonts w:ascii="Times New Roman" w:eastAsia="Times New Roman" w:hAnsi="Times New Roman"/>
          <w:b/>
          <w:sz w:val="24"/>
          <w:lang w:val="ru-RU"/>
        </w:rPr>
        <w:t>П.</w:t>
      </w:r>
    </w:p>
    <w:p w:rsidR="002549E6" w:rsidRPr="00EA743B" w:rsidRDefault="002549E6" w:rsidP="002549E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</w:p>
    <w:p w:rsidR="002549E6" w:rsidRPr="00EA743B" w:rsidRDefault="002549E6" w:rsidP="002549E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        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Відповідно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  <w:lang w:val="ru-RU"/>
        </w:rPr>
        <w:t>до</w:t>
      </w:r>
      <w:proofErr w:type="gram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  <w:lang w:val="ru-RU"/>
        </w:rPr>
        <w:t>пункту</w:t>
      </w:r>
      <w:proofErr w:type="gramEnd"/>
      <w:r w:rsidRPr="00EA743B">
        <w:rPr>
          <w:rFonts w:ascii="Times New Roman" w:eastAsia="Times New Roman" w:hAnsi="Times New Roman"/>
          <w:sz w:val="24"/>
          <w:lang w:val="ru-RU"/>
        </w:rPr>
        <w:t xml:space="preserve"> 34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частини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1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26, 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42 Закону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місцеве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самоврядування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», статей 12,  118 та 121 Земельного кодексу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, Закону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землеустрій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»,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розглянувши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заяву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І.П.,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сільська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рада </w:t>
      </w:r>
    </w:p>
    <w:p w:rsidR="002549E6" w:rsidRPr="00EA743B" w:rsidRDefault="002549E6" w:rsidP="002549E6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>ВИРІШИЛА:</w:t>
      </w:r>
    </w:p>
    <w:p w:rsidR="002549E6" w:rsidRPr="00EA743B" w:rsidRDefault="002549E6" w:rsidP="002549E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</w:p>
    <w:p w:rsidR="002549E6" w:rsidRPr="00EA743B" w:rsidRDefault="002549E6" w:rsidP="002549E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       1.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Надати</w:t>
      </w:r>
      <w:proofErr w:type="spellEnd"/>
      <w:r w:rsidRPr="00EA743B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Ірині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Петрівні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,  </w:t>
      </w:r>
      <w:r w:rsidRPr="00EA743B">
        <w:rPr>
          <w:rFonts w:ascii="Times New Roman" w:eastAsia="Times New Roman" w:hAnsi="Times New Roman"/>
          <w:sz w:val="24"/>
        </w:rPr>
        <w:t xml:space="preserve">яка зареєстрована за адресою: </w:t>
      </w:r>
      <w:r w:rsidR="00D9408B">
        <w:rPr>
          <w:rFonts w:ascii="Times New Roman" w:hAnsi="Times New Roman"/>
          <w:sz w:val="24"/>
          <w:lang w:val="en-US"/>
        </w:rPr>
        <w:t>______________</w:t>
      </w:r>
      <w:bookmarkStart w:id="0" w:name="_GoBack"/>
      <w:bookmarkEnd w:id="0"/>
      <w:r w:rsidRPr="00EA743B">
        <w:rPr>
          <w:rFonts w:ascii="Times New Roman" w:hAnsi="Times New Roman"/>
          <w:sz w:val="24"/>
        </w:rPr>
        <w:t>,</w:t>
      </w:r>
      <w:r w:rsidRPr="00EA743B">
        <w:rPr>
          <w:rFonts w:ascii="Times New Roman" w:eastAsia="Times New Roman" w:hAnsi="Times New Roman"/>
          <w:sz w:val="24"/>
        </w:rPr>
        <w:t xml:space="preserve">  дозвіл на розробку проекту із землеустрою щодо відведення земельної ділянки для передачі її у власність, орієнтовною площею 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0,1200 га, </w:t>
      </w:r>
      <w:r w:rsidRPr="00EA743B">
        <w:rPr>
          <w:rFonts w:ascii="Times New Roman" w:eastAsia="Times New Roman" w:hAnsi="Times New Roman"/>
          <w:sz w:val="24"/>
        </w:rPr>
        <w:t>для індивідуального садівництва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, яка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розташована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</w:t>
      </w:r>
      <w:proofErr w:type="gramStart"/>
      <w:r w:rsidRPr="00EA743B">
        <w:rPr>
          <w:rFonts w:ascii="Times New Roman" w:eastAsia="Times New Roman" w:hAnsi="Times New Roman"/>
          <w:sz w:val="24"/>
          <w:lang w:val="ru-RU"/>
        </w:rPr>
        <w:t>.К</w:t>
      </w:r>
      <w:proofErr w:type="gramEnd"/>
      <w:r w:rsidRPr="00EA743B">
        <w:rPr>
          <w:rFonts w:ascii="Times New Roman" w:eastAsia="Times New Roman" w:hAnsi="Times New Roman"/>
          <w:sz w:val="24"/>
          <w:lang w:val="ru-RU"/>
        </w:rPr>
        <w:t>омарівка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по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вул.Л.Українки</w:t>
      </w:r>
      <w:proofErr w:type="spellEnd"/>
      <w:r w:rsidRPr="00EA743B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  <w:t>.</w:t>
      </w:r>
    </w:p>
    <w:p w:rsidR="002549E6" w:rsidRPr="00EA743B" w:rsidRDefault="002549E6" w:rsidP="002549E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  <w:lang w:eastAsia="uk-UA"/>
        </w:rPr>
        <w:t xml:space="preserve">   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    2</w:t>
      </w:r>
      <w:r w:rsidRPr="00EA743B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І.П.,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розробити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проект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для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передачі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її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власність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та подати на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розгляд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сесії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ради.</w:t>
      </w:r>
    </w:p>
    <w:p w:rsidR="002549E6" w:rsidRPr="00EA743B" w:rsidRDefault="002549E6" w:rsidP="002549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A743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549E6" w:rsidRPr="00EA743B" w:rsidRDefault="002549E6" w:rsidP="002549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2549E6" w:rsidRPr="00EA743B" w:rsidRDefault="002549E6" w:rsidP="002549E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2549E6" w:rsidRPr="00EA743B" w:rsidRDefault="002549E6" w:rsidP="002549E6">
      <w:pPr>
        <w:rPr>
          <w:rFonts w:ascii="Times New Roman" w:hAnsi="Times New Roman"/>
          <w:sz w:val="24"/>
          <w:lang w:val="ru-RU"/>
        </w:rPr>
      </w:pPr>
    </w:p>
    <w:p w:rsidR="002549E6" w:rsidRPr="00EA743B" w:rsidRDefault="002549E6" w:rsidP="002549E6">
      <w:pPr>
        <w:rPr>
          <w:rFonts w:ascii="Times New Roman" w:hAnsi="Times New Roman"/>
          <w:sz w:val="24"/>
          <w:lang w:val="ru-RU"/>
        </w:rPr>
      </w:pPr>
    </w:p>
    <w:p w:rsidR="002549E6" w:rsidRPr="00EA743B" w:rsidRDefault="002549E6" w:rsidP="002549E6">
      <w:pPr>
        <w:rPr>
          <w:rFonts w:ascii="Times New Roman" w:hAnsi="Times New Roman"/>
          <w:sz w:val="24"/>
          <w:lang w:val="ru-RU"/>
        </w:rPr>
      </w:pPr>
      <w:proofErr w:type="spellStart"/>
      <w:r w:rsidRPr="00EA743B">
        <w:rPr>
          <w:rFonts w:ascii="Times New Roman" w:hAnsi="Times New Roman"/>
          <w:sz w:val="24"/>
          <w:lang w:val="ru-RU"/>
        </w:rPr>
        <w:t>Сільський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голова                                                                                                   </w:t>
      </w:r>
      <w:proofErr w:type="spellStart"/>
      <w:r w:rsidRPr="00EA743B">
        <w:rPr>
          <w:rFonts w:ascii="Times New Roman" w:hAnsi="Times New Roman"/>
          <w:sz w:val="24"/>
          <w:lang w:val="ru-RU"/>
        </w:rPr>
        <w:t>В.А.Михалюк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</w:t>
      </w:r>
    </w:p>
    <w:p w:rsidR="00FD59D2" w:rsidRDefault="00FD59D2"/>
    <w:sectPr w:rsidR="00FD59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E6"/>
    <w:rsid w:val="00171A2E"/>
    <w:rsid w:val="002549E6"/>
    <w:rsid w:val="00304C90"/>
    <w:rsid w:val="00505B6D"/>
    <w:rsid w:val="006D3977"/>
    <w:rsid w:val="007D6C18"/>
    <w:rsid w:val="00D1641A"/>
    <w:rsid w:val="00D9408B"/>
    <w:rsid w:val="00FD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E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E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2020-11-17T16:26:00Z</dcterms:created>
  <dcterms:modified xsi:type="dcterms:W3CDTF">2020-11-18T07:05:00Z</dcterms:modified>
</cp:coreProperties>
</file>