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791" w:rsidRPr="00CD53EA" w:rsidRDefault="00915791" w:rsidP="00915791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5791" w:rsidRDefault="00915791" w:rsidP="009157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15791" w:rsidRDefault="00915791" w:rsidP="009157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15791" w:rsidRDefault="00915791" w:rsidP="009157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5791" w:rsidRDefault="00915791" w:rsidP="009157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5791" w:rsidRDefault="00915791" w:rsidP="009157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5791" w:rsidRDefault="00915791" w:rsidP="009157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5791" w:rsidRDefault="00915791" w:rsidP="009157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15791" w:rsidRDefault="00915791" w:rsidP="0091579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15791" w:rsidRDefault="00915791" w:rsidP="009157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15791" w:rsidRDefault="00915791" w:rsidP="009157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15791" w:rsidRDefault="00915791" w:rsidP="009157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5791" w:rsidRDefault="00915791" w:rsidP="009157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15791" w:rsidRDefault="00915791" w:rsidP="009157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5791" w:rsidRDefault="00915791" w:rsidP="009157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15791" w:rsidRDefault="00915791" w:rsidP="0091579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15791" w:rsidRDefault="00915791" w:rsidP="0091579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№25</w:t>
      </w:r>
    </w:p>
    <w:p w:rsidR="00915791" w:rsidRPr="00CD53EA" w:rsidRDefault="00915791" w:rsidP="00915791">
      <w:pPr>
        <w:pStyle w:val="HTML0"/>
        <w:spacing w:line="276" w:lineRule="auto"/>
        <w:rPr>
          <w:rFonts w:ascii="Times New Roman" w:hAnsi="Times New Roman"/>
        </w:rPr>
      </w:pPr>
    </w:p>
    <w:p w:rsidR="00915791" w:rsidRDefault="00915791" w:rsidP="0091579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915791" w:rsidRDefault="00915791" w:rsidP="0091579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915791" w:rsidRDefault="00915791" w:rsidP="0091579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915791" w:rsidRDefault="00915791" w:rsidP="0091579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) Дмитрук О.Я.</w:t>
      </w:r>
    </w:p>
    <w:p w:rsidR="00915791" w:rsidRDefault="00915791" w:rsidP="0091579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15791" w:rsidRDefault="00915791" w:rsidP="0091579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Дмитрук О.Я,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915791" w:rsidRDefault="00915791" w:rsidP="0091579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15791" w:rsidRDefault="00915791" w:rsidP="0091579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Дмитрук </w:t>
      </w:r>
      <w:proofErr w:type="spellStart"/>
      <w:r>
        <w:rPr>
          <w:rFonts w:ascii="Times New Roman" w:eastAsia="Calibri" w:hAnsi="Times New Roman" w:cs="Times New Roman"/>
          <w:sz w:val="24"/>
        </w:rPr>
        <w:t>Олені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Яківні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121C1D">
        <w:rPr>
          <w:rFonts w:ascii="Times New Roman" w:eastAsia="Calibri" w:hAnsi="Times New Roman" w:cs="Times New Roman"/>
          <w:sz w:val="24"/>
          <w:lang w:val="en-US"/>
        </w:rPr>
        <w:t>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121C1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0,2097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6823984000:01:007:0038, 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споруд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 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Гуменюка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3.</w:t>
      </w:r>
    </w:p>
    <w:p w:rsidR="00915791" w:rsidRDefault="00915791" w:rsidP="0091579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Дмитрук О.Я.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915791" w:rsidRDefault="00915791" w:rsidP="0091579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915791" w:rsidRDefault="00915791" w:rsidP="0091579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15791" w:rsidRDefault="00915791" w:rsidP="0091579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15791" w:rsidRPr="00CD53EA" w:rsidRDefault="00915791" w:rsidP="00915791">
      <w:pPr>
        <w:pStyle w:val="HTML0"/>
        <w:spacing w:line="276" w:lineRule="auto"/>
        <w:rPr>
          <w:rFonts w:ascii="Times New Roman" w:hAnsi="Times New Roman"/>
        </w:rPr>
      </w:pPr>
    </w:p>
    <w:p w:rsidR="00915791" w:rsidRPr="00CD53EA" w:rsidRDefault="00915791" w:rsidP="00915791">
      <w:pPr>
        <w:pStyle w:val="HTML0"/>
        <w:spacing w:line="276" w:lineRule="auto"/>
        <w:rPr>
          <w:rFonts w:ascii="Times New Roman" w:hAnsi="Times New Roman"/>
        </w:rPr>
      </w:pPr>
    </w:p>
    <w:p w:rsidR="00125AA2" w:rsidRPr="00915791" w:rsidRDefault="00915791" w:rsidP="00915791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CD53EA">
        <w:rPr>
          <w:rFonts w:ascii="Times New Roman" w:hAnsi="Times New Roman"/>
        </w:rPr>
        <w:t>Сільський</w:t>
      </w:r>
      <w:proofErr w:type="spellEnd"/>
      <w:r w:rsidRPr="00CD53EA">
        <w:rPr>
          <w:rFonts w:ascii="Times New Roman" w:hAnsi="Times New Roman"/>
        </w:rPr>
        <w:t xml:space="preserve"> голова                                                                               </w:t>
      </w:r>
      <w:proofErr w:type="spellStart"/>
      <w:r w:rsidRPr="00CD53EA">
        <w:rPr>
          <w:rFonts w:ascii="Times New Roman" w:hAnsi="Times New Roman"/>
        </w:rPr>
        <w:t>Валерій</w:t>
      </w:r>
      <w:proofErr w:type="spellEnd"/>
      <w:r w:rsidRPr="00CD53EA">
        <w:rPr>
          <w:rFonts w:ascii="Times New Roman" w:hAnsi="Times New Roman"/>
        </w:rPr>
        <w:t xml:space="preserve"> МИХАЛЮК</w:t>
      </w:r>
    </w:p>
    <w:sectPr w:rsidR="00125AA2" w:rsidRPr="0091579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791"/>
    <w:rsid w:val="00121C1D"/>
    <w:rsid w:val="00125AA2"/>
    <w:rsid w:val="00171A2E"/>
    <w:rsid w:val="00304C90"/>
    <w:rsid w:val="00505B6D"/>
    <w:rsid w:val="006D3977"/>
    <w:rsid w:val="007D6C18"/>
    <w:rsid w:val="0091579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1579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157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1579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1579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157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1579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261</Words>
  <Characters>1488</Characters>
  <Application>Microsoft Office Word</Application>
  <DocSecurity>0</DocSecurity>
  <Lines>12</Lines>
  <Paragraphs>3</Paragraphs>
  <ScaleCrop>false</ScaleCrop>
  <Company>Microsoft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2020-09-29T17:15:00Z</dcterms:created>
  <dcterms:modified xsi:type="dcterms:W3CDTF">2020-09-30T04:16:00Z</dcterms:modified>
</cp:coreProperties>
</file>