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4085" w:rsidRDefault="00A44085" w:rsidP="00A440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7620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44085" w:rsidRDefault="00A44085" w:rsidP="00A44085"/>
    <w:p w:rsidR="00A44085" w:rsidRDefault="00A44085" w:rsidP="00A44085"/>
    <w:p w:rsidR="00A44085" w:rsidRDefault="00A44085" w:rsidP="00A44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44085" w:rsidRDefault="00A44085" w:rsidP="00A44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44085" w:rsidRDefault="00A44085" w:rsidP="00A44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44085" w:rsidRDefault="00A44085" w:rsidP="00A44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44085" w:rsidRDefault="00A44085" w:rsidP="00A440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44085" w:rsidRDefault="00A44085" w:rsidP="00A440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44085" w:rsidRDefault="00A44085" w:rsidP="00A440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4085" w:rsidRDefault="00A44085" w:rsidP="00A440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44085" w:rsidRDefault="00A44085" w:rsidP="00A440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4085" w:rsidRDefault="00A44085" w:rsidP="00A4408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№19</w:t>
      </w:r>
    </w:p>
    <w:p w:rsidR="00A44085" w:rsidRPr="00F30DAB" w:rsidRDefault="00A44085" w:rsidP="00A44085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A44085" w:rsidRPr="00071979" w:rsidRDefault="00A44085" w:rsidP="00A440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97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44085" w:rsidRPr="00071979" w:rsidRDefault="00A44085" w:rsidP="00A440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A44085" w:rsidRPr="00071979" w:rsidRDefault="00A44085" w:rsidP="00A4408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A44085" w:rsidRPr="00071979" w:rsidRDefault="00A44085" w:rsidP="00A4408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4085" w:rsidRPr="00071979" w:rsidRDefault="00A44085" w:rsidP="00A4408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7197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ї</w:t>
      </w:r>
      <w:r w:rsidR="00561D8B">
        <w:rPr>
          <w:rFonts w:ascii="Times New Roman" w:hAnsi="Times New Roman" w:cs="Times New Roman"/>
          <w:sz w:val="24"/>
          <w:szCs w:val="24"/>
        </w:rPr>
        <w:t>х</w:t>
      </w:r>
      <w:proofErr w:type="spellEnd"/>
      <w:r w:rsidR="00561D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D8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="00561D8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="00561D8B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="00561D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1D8B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="00561D8B">
        <w:rPr>
          <w:rFonts w:ascii="Times New Roman" w:hAnsi="Times New Roman" w:cs="Times New Roman"/>
          <w:sz w:val="24"/>
          <w:szCs w:val="24"/>
        </w:rPr>
        <w:t xml:space="preserve"> </w:t>
      </w:r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Н.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 xml:space="preserve">М.,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A44085" w:rsidRPr="00071979" w:rsidRDefault="00A44085" w:rsidP="00A4408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44085" w:rsidRPr="00071979" w:rsidRDefault="00A44085" w:rsidP="00A4408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0,2037 га,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7197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>.</w:t>
      </w:r>
    </w:p>
    <w:p w:rsidR="00A44085" w:rsidRPr="00071979" w:rsidRDefault="00A44085" w:rsidP="00A44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: </w:t>
      </w:r>
      <w:r w:rsidR="00561D8B">
        <w:rPr>
          <w:rFonts w:ascii="Times New Roman" w:hAnsi="Times New Roman" w:cs="Times New Roman"/>
          <w:sz w:val="24"/>
          <w:szCs w:val="24"/>
          <w:lang w:val="en-US"/>
        </w:rPr>
        <w:t>____________________</w:t>
      </w:r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61D8B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="00561D8B">
        <w:rPr>
          <w:rFonts w:ascii="Times New Roman" w:hAnsi="Times New Roman" w:cs="Times New Roman"/>
          <w:sz w:val="24"/>
          <w:szCs w:val="24"/>
          <w:lang w:val="en-US"/>
        </w:rPr>
        <w:t>_</w:t>
      </w:r>
      <w:r w:rsidRPr="0007197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0,2037 га,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номер: 6823984700:01:016:0032, для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7197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>.</w:t>
      </w:r>
    </w:p>
    <w:p w:rsidR="00A44085" w:rsidRPr="00071979" w:rsidRDefault="00A44085" w:rsidP="00A440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Н.М.,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197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A44085" w:rsidRPr="00A44085" w:rsidRDefault="00A44085" w:rsidP="00A4408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197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44085" w:rsidRPr="00071979" w:rsidRDefault="00A44085" w:rsidP="00A4408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694C" w:rsidRPr="00A44085" w:rsidRDefault="00A44085" w:rsidP="00A4408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E694C" w:rsidRPr="00A44085" w:rsidSect="00A44085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85"/>
    <w:rsid w:val="00171A2E"/>
    <w:rsid w:val="00304C90"/>
    <w:rsid w:val="00505B6D"/>
    <w:rsid w:val="00561D8B"/>
    <w:rsid w:val="006D3977"/>
    <w:rsid w:val="007D6C18"/>
    <w:rsid w:val="00A44085"/>
    <w:rsid w:val="00AE694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2020-07-02T11:17:00Z</dcterms:created>
  <dcterms:modified xsi:type="dcterms:W3CDTF">2020-07-02T12:46:00Z</dcterms:modified>
</cp:coreProperties>
</file>