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0E0" w:rsidRPr="00F2698F" w:rsidRDefault="00D760E0" w:rsidP="00D760E0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eastAsia="en-US"/>
        </w:rPr>
      </w:pPr>
      <w:r w:rsidRPr="00F2698F">
        <w:rPr>
          <w:rFonts w:ascii="Times New Roman" w:eastAsia="Calibri" w:hAnsi="Times New Roman" w:cs="Times New Roman"/>
          <w:color w:val="FF0000"/>
          <w:lang w:eastAsia="en-US"/>
        </w:rPr>
        <w:t>ПРОЕКТ</w:t>
      </w:r>
    </w:p>
    <w:p w:rsidR="00D760E0" w:rsidRPr="00F2698F" w:rsidRDefault="00D760E0" w:rsidP="00D760E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F2698F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893BD35" wp14:editId="66CE76B7">
                <wp:simplePos x="0" y="0"/>
                <wp:positionH relativeFrom="column">
                  <wp:posOffset>2803053</wp:posOffset>
                </wp:positionH>
                <wp:positionV relativeFrom="paragraph">
                  <wp:posOffset>105973</wp:posOffset>
                </wp:positionV>
                <wp:extent cx="420309" cy="624362"/>
                <wp:effectExtent l="0" t="0" r="0" b="4445"/>
                <wp:wrapNone/>
                <wp:docPr id="13817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0309" cy="624362"/>
                          <a:chOff x="0" y="0"/>
                          <a:chExt cx="1142" cy="1718"/>
                        </a:xfrm>
                      </wpg:grpSpPr>
                      <wps:wsp>
                        <wps:cNvPr id="1381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1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2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2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2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2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6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6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6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6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6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6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7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7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4893BD35" id="Группа 2508" o:spid="_x0000_s1026" style="position:absolute;margin-left:220.7pt;margin-top:8.35pt;width:33.1pt;height:49.1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" fillcolor="black" stroked="f"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" fillcolor="black" stroked="f"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D760E0" w:rsidRPr="00F2698F" w:rsidRDefault="00D760E0" w:rsidP="00D760E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D760E0" w:rsidRPr="00F2698F" w:rsidRDefault="00D760E0" w:rsidP="00D760E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D760E0" w:rsidRPr="00F2698F" w:rsidRDefault="00D760E0" w:rsidP="00D760E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D760E0" w:rsidRPr="00F2698F" w:rsidRDefault="00D760E0" w:rsidP="00D760E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D760E0" w:rsidRPr="00F2698F" w:rsidRDefault="00D760E0" w:rsidP="00D760E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D760E0" w:rsidRPr="00F2698F" w:rsidRDefault="00D760E0" w:rsidP="00D760E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УКРАЇНА</w:t>
      </w:r>
    </w:p>
    <w:p w:rsidR="00D760E0" w:rsidRPr="00F2698F" w:rsidRDefault="00D760E0" w:rsidP="00D760E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КРУПЕЦЬКА СІЛЬСЬКА РАДА</w:t>
      </w:r>
    </w:p>
    <w:p w:rsidR="00D760E0" w:rsidRPr="00F2698F" w:rsidRDefault="00D760E0" w:rsidP="00D760E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СЛАВУТСЬКОГО РАЙОНУ</w:t>
      </w:r>
    </w:p>
    <w:p w:rsidR="00D760E0" w:rsidRPr="00F2698F" w:rsidRDefault="00D760E0" w:rsidP="00D760E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ХМЕЛЬНИЦЬКОЇ ОБЛАСТІ</w:t>
      </w:r>
    </w:p>
    <w:p w:rsidR="00D760E0" w:rsidRPr="00F2698F" w:rsidRDefault="00D760E0" w:rsidP="00D760E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 w:rsidRPr="00F2698F">
        <w:rPr>
          <w:rFonts w:ascii="Times New Roman" w:eastAsia="Calibri" w:hAnsi="Times New Roman" w:cs="Times New Roman"/>
          <w:lang w:eastAsia="en-US"/>
        </w:rPr>
        <w:t xml:space="preserve"> </w:t>
      </w:r>
      <w:r w:rsidRPr="00F2698F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9AD29DE" wp14:editId="232BE5E5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9750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9751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2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3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4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5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6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7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8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9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24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25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26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27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28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29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30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31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32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33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34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35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36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37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38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39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40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41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42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43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44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60E0" w:rsidRDefault="00D760E0" w:rsidP="00D760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19AD29DE"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" fillcolor="black" stroked="f"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" fillcolor="black" stroked="f"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760E0" w:rsidRDefault="00D760E0" w:rsidP="00D760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D760E0" w:rsidRPr="00F2698F" w:rsidRDefault="00D760E0" w:rsidP="00D760E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F2698F">
        <w:rPr>
          <w:rFonts w:ascii="Times New Roman" w:eastAsia="Calibri" w:hAnsi="Times New Roman" w:cs="Times New Roman"/>
          <w:b/>
          <w:lang w:eastAsia="en-US"/>
        </w:rPr>
        <w:t>РІШЕННЯ</w:t>
      </w:r>
    </w:p>
    <w:p w:rsidR="00D760E0" w:rsidRPr="00F2698F" w:rsidRDefault="00D760E0" w:rsidP="00D760E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F2698F">
        <w:rPr>
          <w:rFonts w:ascii="Times New Roman" w:eastAsia="Calibri" w:hAnsi="Times New Roman" w:cs="Times New Roman"/>
          <w:lang w:eastAsia="en-US"/>
        </w:rPr>
        <w:t xml:space="preserve">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ІІ 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D760E0" w:rsidRPr="00F2698F" w:rsidRDefault="00D760E0" w:rsidP="00D760E0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D760E0" w:rsidRPr="00F2698F" w:rsidRDefault="00D760E0" w:rsidP="00D760E0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D760E0" w:rsidRPr="00F2698F" w:rsidRDefault="00D760E0" w:rsidP="00D760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.06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. 2021р.                                                   Крупець                                           №_____</w:t>
      </w:r>
    </w:p>
    <w:p w:rsidR="00D760E0" w:rsidRPr="00F2698F" w:rsidRDefault="00D760E0" w:rsidP="00D760E0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D760E0" w:rsidRPr="00F2698F" w:rsidRDefault="00D760E0" w:rsidP="00D760E0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D760E0" w:rsidRPr="00F2698F" w:rsidRDefault="00D760E0" w:rsidP="00D760E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D760E0" w:rsidRPr="00F2698F" w:rsidRDefault="00D760E0" w:rsidP="00D760E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технічної документації із землеустрою </w:t>
      </w:r>
    </w:p>
    <w:p w:rsidR="00D760E0" w:rsidRPr="00F2698F" w:rsidRDefault="00D760E0" w:rsidP="00D760E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щодо встановлення (відновлення) меж </w:t>
      </w:r>
    </w:p>
    <w:p w:rsidR="00D760E0" w:rsidRPr="00F2698F" w:rsidRDefault="00D760E0" w:rsidP="00D760E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>земельної ділянки в натурі (на місцевості)</w:t>
      </w:r>
    </w:p>
    <w:p w:rsidR="00D760E0" w:rsidRPr="00F2698F" w:rsidRDefault="00D760E0" w:rsidP="00D760E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Нікітчук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Т.І.</w:t>
      </w:r>
    </w:p>
    <w:p w:rsidR="00D760E0" w:rsidRPr="00F2698F" w:rsidRDefault="00D760E0" w:rsidP="00D760E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D760E0" w:rsidRPr="00F2698F" w:rsidRDefault="00D760E0" w:rsidP="00D760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розглянувши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Нікітчук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Т.І.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, сільська рада</w:t>
      </w:r>
    </w:p>
    <w:p w:rsidR="00D760E0" w:rsidRPr="00F2698F" w:rsidRDefault="00D760E0" w:rsidP="00D760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D760E0" w:rsidRPr="00F2698F" w:rsidRDefault="00D760E0" w:rsidP="00D760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760E0" w:rsidRPr="00F2698F" w:rsidRDefault="00D760E0" w:rsidP="00D760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Нікітчук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Тетяні Іванівні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, я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1151ED">
        <w:rPr>
          <w:rFonts w:ascii="Times New Roman" w:eastAsia="Calibri" w:hAnsi="Times New Roman" w:cs="Times New Roman"/>
          <w:sz w:val="24"/>
          <w:lang w:eastAsia="en-US"/>
        </w:rPr>
        <w:t>_________</w:t>
      </w:r>
      <w:bookmarkStart w:id="0" w:name="_GoBack"/>
      <w:bookmarkEnd w:id="0"/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ділянка  розташована в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, по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вул.Л.Українки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20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D760E0" w:rsidRPr="00F2698F" w:rsidRDefault="00D760E0" w:rsidP="00D760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Нікітчук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Т.І.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D760E0" w:rsidRPr="00F2698F" w:rsidRDefault="00D760E0" w:rsidP="00D760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698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D760E0" w:rsidRPr="00F2698F" w:rsidRDefault="00D760E0" w:rsidP="00D760E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760E0" w:rsidRPr="00F2698F" w:rsidRDefault="00D760E0" w:rsidP="00D760E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760E0" w:rsidRPr="00F2698F" w:rsidRDefault="00D760E0" w:rsidP="00D760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760E0" w:rsidRPr="00F2698F" w:rsidRDefault="00D760E0" w:rsidP="00D760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760E0" w:rsidRPr="00F2698F" w:rsidRDefault="00D760E0" w:rsidP="00D760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760E0" w:rsidRPr="00F2698F" w:rsidRDefault="00D760E0" w:rsidP="00D760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760E0" w:rsidRPr="00F2698F" w:rsidRDefault="00D760E0" w:rsidP="00D760E0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760E0" w:rsidRPr="00F2698F" w:rsidRDefault="00D760E0" w:rsidP="00D760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 Валерій  МИХАЛЮК </w:t>
      </w:r>
    </w:p>
    <w:p w:rsidR="000A389D" w:rsidRDefault="000A389D"/>
    <w:sectPr w:rsidR="000A389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0E0"/>
    <w:rsid w:val="000A389D"/>
    <w:rsid w:val="001151ED"/>
    <w:rsid w:val="00D76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0E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0E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2</Pages>
  <Words>264</Words>
  <Characters>1506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2021-06-22T06:39:00Z</dcterms:created>
  <dcterms:modified xsi:type="dcterms:W3CDTF">2021-06-22T12:46:00Z</dcterms:modified>
</cp:coreProperties>
</file>