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9D9" w:rsidRPr="00EB11D7" w:rsidRDefault="006E69D9" w:rsidP="006E69D9">
      <w:pPr>
        <w:tabs>
          <w:tab w:val="left" w:pos="2160"/>
        </w:tabs>
        <w:jc w:val="right"/>
        <w:rPr>
          <w:rFonts w:ascii="Times New Roman" w:eastAsia="Calibri" w:hAnsi="Times New Roman" w:cs="Times New Roman"/>
          <w:color w:val="FF0000"/>
        </w:rPr>
      </w:pPr>
      <w:r w:rsidRPr="00EB11D7">
        <w:rPr>
          <w:rFonts w:ascii="Times New Roman" w:eastAsia="Calibri" w:hAnsi="Times New Roman" w:cs="Times New Roman"/>
          <w:color w:val="FF0000"/>
        </w:rPr>
        <w:t>ПРОЕКТ</w:t>
      </w:r>
    </w:p>
    <w:p w:rsidR="006E69D9" w:rsidRPr="00EB11D7" w:rsidRDefault="006E69D9" w:rsidP="006E69D9">
      <w:pPr>
        <w:rPr>
          <w:rFonts w:ascii="Times New Roman" w:eastAsia="Calibri" w:hAnsi="Times New Roman" w:cs="Times New Roman"/>
          <w:color w:val="FF0000"/>
        </w:rPr>
      </w:pPr>
      <w:r w:rsidRPr="00DE0EF3">
        <w:rPr>
          <w:noProof/>
          <w:lang w:val="ru-RU" w:eastAsia="ru-RU"/>
        </w:rPr>
        <w:pict>
          <v:group id="_x0000_s1026" style="position:absolute;margin-left:207pt;margin-top:7.2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Hn6r4A&#10;AADdAAAADwAAAGRycy9kb3ducmV2LnhtbERPyQrCMBC9C/5DGMGbpiq4VKOIqHgQpC73oRnbYjMp&#10;TdT69+YgeHy8fbFqTCleVLvCsoJBPwJBnFpdcKbgetn1piCcR9ZYWiYFH3KwWrZbC4y1fXNCr7PP&#10;RAhhF6OC3PsqltKlORl0fVsRB+5ua4M+wDqTusZ3CDelHEbRWBosODTkWNEmp/RxfhoFdrQ/HG/Z&#10;MBlteeJ5fZreb81RqW6nWc9BeGr8X/xzH7SC8WwW5oY34QnI5R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bx5+q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uGf8gA&#10;AADdAAAADwAAAGRycy9kb3ducmV2LnhtbESPT2sCMRTE74V+h/AKXkSz9bDtbo1ShLV/DoJa6PWx&#10;ed2sbl6WJOrWT98UCj0OM/MbZr4cbCfO5EPrWMH9NANBXDvdcqPgY19NHkGEiKyxc0wKvinAcnF7&#10;M8dSuwtv6byLjUgQDiUqMDH2pZShNmQxTF1PnLwv5y3GJH0jtcdLgttOzrIslxZbTgsGe1oZqo+7&#10;k1VwqDbmc/VwXftxsaXruHp/6d5ypUZ3w/MTiEhD/A//tV+1grwoCvh9k56AXP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Lq4Z/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d1DcEA&#10;AADdAAAADwAAAGRycy9kb3ducmV2LnhtbERPzWoCMRC+F/oOYQq9lJq0gi2rUaSoFC+i9gGGzbhZ&#10;3EyWTXTXt+8cBI8f3/9sMYRGXalLdWQLHyMDiriMrubKwt9x/f4NKmVkh01ksnCjBIv589MMCxd7&#10;3tP1kCslIZwKtOBzbgutU+kpYBrFlli4U+wCZoFdpV2HvYSHRn8aM9EBa5YGjy39eCrPh0uQkt0Y&#10;d9tTf1xvBuxxtfX8ttxb+/oyLKegMg35Ib67f52FL2Nkv7yRJ6D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ndQ3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AFNsUA&#10;AADdAAAADwAAAGRycy9kb3ducmV2LnhtbESPQUsDMRSE70L/Q3iCN5u01FbWpqXUCiJ4sAri7bF5&#10;3V3cvITk2V3/vREEj8PMfMOst6Pv1ZlS7gJbmE0NKOI6uI4bC2+vD9e3oLIgO+wDk4VvyrDdTC7W&#10;WLkw8Audj9KoAuFcoYVWJFZa57olj3kaInHxTiF5lCJTo13CocB9r+fGLLXHjstCi5H2LdWfxy9v&#10;4Xk4xKfV8uYUP9JirvO9k/e9WHt1Oe7uQAmN8h/+az86CytjZvD7pjwBv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kAU2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lO4cQA&#10;AADdAAAADwAAAGRycy9kb3ducmV2LnhtbESP32rCMBTG7we+QziCN0MTO9ikMy1F5hjeiLoHODTH&#10;pqw5KU1m69svg8EuP74/P75tOblO3GgIrWcN65UCQVx703Kj4fOyX25AhIhssPNMGu4UoCxmD1vM&#10;jR/5RLdzbEQa4ZCjBhtjn0sZaksOw8r3xMm7+sFhTHJopBlwTOOuk5lSz9Jhy4lgsaedpfrr/O0S&#10;5PiEx8N1vOzfJxzx7WD5sTppvZhP1SuISFP8D/+1P4yGF6Uy+H2TnoAs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5TuH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4+2sUA&#10;AADdAAAADwAAAGRycy9kb3ducmV2LnhtbESPQUsDMRSE70L/Q3gFbzaxaitr01JaBRE8WAXx9ti8&#10;7i5uXkLy7K7/3giCx2FmvmFWm9H36kQpd4EtXM4MKOI6uI4bC2+vDxe3oLIgO+wDk4VvyrBZT85W&#10;WLkw8AudDtKoAuFcoYVWJFZa57olj3kWInHxjiF5lCJTo13CocB9r+fGLLTHjstCi5F2LdWfhy9v&#10;4Xm4j0/Lxc0xfqTruc57J+87sfZ8Om7vQAmN8h/+az86C0tjruD3TXkCe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Dj7a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cG0MYA&#10;AADdAAAADwAAAGRycy9kb3ducmV2LnhtbESPQUsDMRSE74L/ITzBi7SJrVZZm5a2EFqoIFbB62Pz&#10;uru4eVmS2N3++0YQPA4z8w0zXw6uFScKsfGs4X6sQBCX3jZcafj8MKNnEDEhW2w9k4YzRVgurq/m&#10;WFjf8zudDqkSGcKxQA11Sl0hZSxrchjHviPO3tEHhynLUEkbsM9w18qJUjPpsOG8UGNHm5rK78OP&#10;07B+66tpuCvXg98ft1+PxljzarS+vRlWLyASDek//NfeWQ1PSj3A75v8BOTi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2cG0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P5DsQA&#10;AADdAAAADwAAAGRycy9kb3ducmV2LnhtbESP0WoCMRRE3wv9h3ALvtVE0Va2RpGWBSm+VPsBl83t&#10;ZnVzsyRxXf++EQQfh5k5wyzXg2tFTyE2njVMxgoEceVNw7WG30P5ugARE7LB1jNpuFKE9er5aYmF&#10;8Rf+oX6fapEhHAvUYFPqCiljZclhHPuOOHt/PjhMWYZamoCXDHetnCr1Jh02nBcsdvRpqTrtz05D&#10;+T3d9aezCaXfDDNHc3tcfFmtRy/D5gNEoiE9wvf21mh4V2oOtzf5Cc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T+Q7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k9PMYA&#10;AADdAAAADwAAAGRycy9kb3ducmV2LnhtbESPS2vDMBCE74X+B7GFXkoipyUPnCghKYgGUih5QK6L&#10;tbFNrJWR1Nj991Wg0OMwM98wi1VvG3EjH2rHCkbDDARx4UzNpYLTUQ9mIEJENtg4JgU/FGC1fHxY&#10;YG5cx3u6HWIpEoRDjgqqGNtcylBUZDEMXUucvIvzFmOSvpTGY5fgtpGvWTaRFmtOCxW29F5RcT18&#10;WwWbr6588y/Fpne7y8d5rLXRn1qp56d+PQcRqY//4b/21iiYJiLc36Qn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Pk9P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3C4sQA&#10;AADdAAAADwAAAGRycy9kb3ducmV2LnhtbESP0WoCMRRE3wv9h3ALfatJxVZZjSKVBSm+VPsBl83t&#10;ZnVzsyRx3f69EQQfh5k5wyxWg2tFTyE2njW8jxQI4sqbhmsNv4fybQYiJmSDrWfS8E8RVsvnpwUW&#10;xl/4h/p9qkWGcCxQg02pK6SMlSWHceQ74uz9+eAwZRlqaQJeMty1cqzUp3TYcF6w2NGXpeq0PzsN&#10;5fd415/OJpR+PUwcfdjjbGO1fn0Z1nMQiYb0CN/bW6NhqtQUbm/yE5D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NwuL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dMtsAA&#10;AADdAAAADwAAAGRycy9kb3ducmV2LnhtbERPS27CMBDdI/UO1lRiB3ZK+ShgogoJ1CwbOMAoHpKI&#10;eJzGLkluXy8qdfn0/odstK14Uu8bxxqSpQJBXDrTcKXhdj0vdiB8QDbYOiYNE3nIji+zA6bGDfxF&#10;zyJUIoawT1FDHUKXSunLmiz6peuII3d3vcUQYV9J0+MQw20r35TaSIsNx4YaOzrVVD6KH6vhfRou&#10;38X6oc7GUpKvupxDudZ6/jp+7EEEGsO/+M/9aTRslYpz45v4BOTx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NdMt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nwMcUA&#10;AADdAAAADwAAAGRycy9kb3ducmV2LnhtbESPzWrDMBCE74W8g9hCb41UH9LGjRJMQkroKXV+zou1&#10;sU2tlbFkx3n7KFDocZiZb5jFarSNGKjztWMNb1MFgrhwpuZSw/Gwff0A4QOywcYxabiRh9Vy8rTA&#10;1Lgr/9CQh1JECPsUNVQhtKmUvqjIop+6ljh6F9dZDFF2pTQdXiPcNjJRaiYt1hwXKmxpXVHxm/dW&#10;Qz87J0e+fJt9vrl9zTfbzMtTqfXL85h9ggg0hv/wX3tnNLwrNYfHm/gE5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CfAx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mwdsQA&#10;AADdAAAADwAAAGRycy9kb3ducmV2LnhtbERPu27CMBTdK/EP1kViKw4PpZBiECAhAUNRKR263caX&#10;JBBfh9hA+Hs8VOp4dN6TWWNKcaPaFZYV9LoRCOLU6oIzBYev1esIhPPIGkvLpOBBDmbT1ssEE23v&#10;/Em3vc9ECGGXoILc+yqR0qU5GXRdWxEH7mhrgz7AOpO6xnsIN6XsR1EsDRYcGnKsaJlTet5fjYLv&#10;3Sge7xab4Wn78YsDoy8/uoiV6rSb+TsIT43/F/+511rBW9QL+8Ob8ATk9A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5JsHb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3XHsYA&#10;AADdAAAADwAAAGRycy9kb3ducmV2LnhtbESPT2vCQBTE7wW/w/IKvdVN0mIluopamoon/4HXR/aZ&#10;hGbfhuw2if303YLQ4zAzv2Hmy8HUoqPWVZYVxOMIBHFudcWFgvPp43kKwnlkjbVlUnAjB8vF6GGO&#10;qbY9H6g7+kIECLsUFZTeN6mULi/JoBvbhjh4V9sa9EG2hdQt9gFuaplE0UQarDgslNjQpqT86/ht&#10;FPxMLrh3n8n6/UV7ur1OM7vbZ0o9PQ6rGQhPg/8P39tbreAtimP4exOeg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H3XH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ca0cQA&#10;AADdAAAADwAAAGRycy9kb3ducmV2LnhtbESP0WrCQBRE3wv+w3ILvtWNQatNXUVEwTdr9AMu2dtN&#10;MHs3ZleNfr1bKPg4zMwZZrbobC2u1PrKsYLhIAFBXDhdsVFwPGw+piB8QNZYOyYFd/KwmPfeZphp&#10;d+M9XfNgRISwz1BBGUKTSemLkiz6gWuIo/frWoshytZI3eItwm0t0yT5lBYrjgslNrQqqTjlF6vg&#10;7NKx7vI17k7rr5/KmNH5sR8p1X/vlt8gAnXhFf5vb7WCSTJM4e9Nf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3GtH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o1IsUA&#10;AADdAAAADwAAAGRycy9kb3ducmV2LnhtbESPS2/CMBCE75X4D9YicSsOReURMKggIXHlceC42EsS&#10;iNchNhD66zFSpR5HM/ONZjpvbCnuVPvCsYJeNwFBrJ0pOFOw360+RyB8QDZYOiYFT/Iwn7U+ppga&#10;9+AN3bchExHCPkUFeQhVKqXXOVn0XVcRR+/kaoshyjqTpsZHhNtSfiXJQFosOC7kWNEyJ33Z3qyC&#10;dXGk74E+je1ooTeH32voD89GqU67+ZmACNSE//Bfe20UDJNeH95v4hOQs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GjUi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peosIA&#10;AADdAAAADwAAAGRycy9kb3ducmV2LnhtbERPW2vCMBR+H/gfwhF8m4kiu1SjTEHY8AJT2V4PzbEp&#10;a05Kk9X6740w2ON355stOleJlppQetYwGioQxLk3JRcaTsf14wuIEJENVp5Jw5UCLOa9hxlmxl/4&#10;k9pDLEQq4ZChBhtjnUkZcksOw9DXxEk7+8ZhTLAppGnwkspdJcdKPUmHJacFizWtLOU/h1+nocX9&#10;VX3b5e71o9zm4/3ya2MSrwf97m0KIlIX/81/6Xej4VmNJnB/k56An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+l6i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1FWcQA&#10;AADdAAAADwAAAGRycy9kb3ducmV2LnhtbESPQUvDQBSE70L/w/IK3uymgarEbkspVHrU6MHjM/ua&#10;Tc2+F3bXJvrrXUHwOMzMN8x6O/leXSjETtjAclGAIm7EdtwaeH053NyDignZYi9MBr4ownYzu1pj&#10;ZWXkZ7rUqVUZwrFCAy6lodI6No48xoUMxNk7SfCYsgyttgHHDPe9LoviVnvsOC84HGjvqPmoP72B&#10;8bF5P5enN+u+wyCH+knOZS/GXM+n3QOoRFP6D/+1j9bAXbFcwe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NRVn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SdicYA&#10;AADdAAAADwAAAGRycy9kb3ducmV2LnhtbESPS2vDMBCE74X8B7GB3ho5OSTBiWKcF5TSUvK6b6yN&#10;7URaGUtN3H9fFQo9DjPzDTPPOmvEnVpfO1YwHCQgiAunay4VHA/blykIH5A1Gsek4Js8ZIve0xxT&#10;7R68o/s+lCJC2KeooAqhSaX0RUUW/cA1xNG7uNZiiLItpW7xEeHWyFGSjKXFmuNChQ2tKipu+y+r&#10;YPu5NtfRxy4/ybDaTM5m+rZcvyv13O/yGYhAXfgP/7VftYJJMhzD75v4BOTi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DSdi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/1q8cA&#10;AADdAAAADwAAAGRycy9kb3ducmV2LnhtbESPQWvCQBSE7wX/w/IEL6VuYqmR6BqkULSgYNOC12f2&#10;mQSzb0N2G9N/7xYKPQ4z8w2zygbTiJ46V1tWEE8jEMSF1TWXCr4+354WIJxH1thYJgU/5CBbjx5W&#10;mGp74w/qc1+KAGGXooLK+zaV0hUVGXRT2xIH72I7gz7IrpS6w1uAm0bOomguDdYcFips6bWi4pp/&#10;GwX9cX8ud71r36+LR/fyfN5uD/qk1GQ8bJYgPA3+P/zX3mkFSRQn8PsmPAG5v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Lf9av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EdEMQA&#10;AADdAAAADwAAAGRycy9kb3ducmV2LnhtbERPTWsCMRC9F/wPYYTeaqK0VlejaKHQi6C2h3obN+Pu&#10;4mayTVJd/fXmIHh8vO/pvLW1OJEPlWMN/Z4CQZw7U3Gh4ef782UEIkRkg7Vj0nChAPNZ52mKmXFn&#10;3tBpGwuRQjhkqKGMscmkDHlJFkPPNcSJOzhvMSboC2k8nlO4reVAqaG0WHFqKLGhj5Ly4/bfaliO&#10;R8u/9Suvrpv9jna/++PbwCutn7vtYgIiUhsf4rv7y2h4V/00N71JT0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hHRDEAAAA3QAAAA8AAAAAAAAAAAAAAAAAmAIAAGRycy9k&#10;b3ducmV2LnhtbFBLBQYAAAAABAAEAPUAAACJAwAAAAA=&#10;" fillcolor="black" stroked="f"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R7hccA&#10;AADdAAAADwAAAGRycy9kb3ducmV2LnhtbESPQWsCMRSE7wX/Q3iF3mpWoWpXo2hbQdAetB48Pjev&#10;u2E3L8sm1dVfbwShx2FmvmEms9ZW4kSNN44V9LoJCOLMacO5gv3P8nUEwgdkjZVjUnAhD7Np52mC&#10;qXZn3tJpF3IRIexTVFCEUKdS+qwgi77rauLo/brGYoiyyaVu8BzhtpL9JBlIi4bjQoE1fRSUlbs/&#10;q+CwHpjR1lD/uLkuvvTmrVx8f5ZKvTy38zGIQG34Dz/aK61gmPTe4f4mPgE5v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yEe4X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cmEMIA&#10;AADdAAAADwAAAGRycy9kb3ducmV2LnhtbERPPW/CMBDdkfofrKvUjdhlKCjFIFSE6NIBCup6iq9x&#10;mvgcbAOBX18PlTo+ve/5cnCduFCIjWcNz4UCQVx503Ct4fC5Gc9AxIRssPNMGm4UYbl4GM2xNP7K&#10;O7rsUy1yCMcSNdiU+lLKWFlyGAvfE2fu2weHKcNQSxPwmsNdJydKvUiHDecGiz29Wara/dlpCKuv&#10;dXvn87FV949b3P4MpxlarZ8eh9UriERD+hf/ud+Nhqma5P35TX4Ccv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NyYQ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8mOcYA&#10;AADdAAAADwAAAGRycy9kb3ducmV2LnhtbESPzWrDMBCE74G+g9hCL6GR4kOTulFCKQQKDYX8PMDW&#10;2tqm0spYm8Tp01eFQI7DzHzDLFZD8OpEfWojW5hODCjiKrqWawuH/fpxDioJskMfmSxcKMFqeTda&#10;YOnimbd02kmtMoRTiRYaka7UOlUNBUyT2BFn7zv2ASXLvtaux3OGB68LY550wJbzQoMdvTVU/eyO&#10;wYIvvvzzxyxt5HLQG/MbZDv+dNY+3A+vL6CEBrmFr+13Z2Fmiin8v8lPQC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S8mOc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G3CsYA&#10;AADdAAAADwAAAGRycy9kb3ducmV2LnhtbESPQWvCQBSE7wX/w/IKvdVNc6iSukqrCLl4aEzx+sy+&#10;ZkN334bsVlN/fVcQPA4z8w2zWI3OihMNofOs4GWagSBuvO64VVDvt89zECEia7SeScEfBVgtJw8L&#10;LLQ/8yedqtiKBOFQoAITY19IGRpDDsPU98TJ+/aDw5jk0Eo94DnBnZV5lr1Khx2nBYM9rQ01P9Wv&#10;U7CpepvXpfkIh6/d8WjLy5YOG6WeHsf3NxCRxngP39qlVjDL8hyub9ITkM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3G3Cs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pdIMUA&#10;AADdAAAADwAAAGRycy9kb3ducmV2LnhtbESPwWrDMBBE74X8g9hAbo0UB5zgRAkl1BDoqW5yyG2R&#10;trZba2UsNXb/vioUehxm5g2zP06uE3caQutZw2qpQBAbb1uuNVzeysctiBCRLXaeScM3BTgeZg97&#10;LKwf+ZXuVaxFgnAoUEMTY19IGUxDDsPS98TJe/eDw5jkUEs74JjgrpOZUrl02HJaaLCnU0Pms/py&#10;Gj5K+eKNQnO9XMez3dyec+qU1ov59LQDEWmK/+G/9tlq2KhsDb9v0hOQh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ql0g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pnesYA&#10;AADdAAAADwAAAGRycy9kb3ducmV2LnhtbESPT2sCMRTE74LfITyht5p1W6ysG0WFQql4qJbS4+vm&#10;7R9287IkUbffvhEKHoeZ+Q2TrwfTiQs531hWMJsmIIgLqxuuFHyeXh8XIHxA1thZJgW/5GG9Go9y&#10;zLS98gddjqESEcI+QwV1CH0mpS9qMuintieOXmmdwRClq6R2eI1w08k0SebSYMNxocaedjUV7fFs&#10;FHyf91went43bhu+7HDybfqzaJV6mAybJYhAQ7iH/9tvWsFLkj7D7U18AnL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lpne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x4M8gA&#10;AADdAAAADwAAAGRycy9kb3ducmV2LnhtbESPT2sCMRTE74V+h/AK3mrSRauuRqmFQi+F+uegt+fm&#10;ubu4edkmqW776Ruh4HGYmd8ws0VnG3EmH2rHGp76CgRx4UzNpYbt5u1xDCJEZIONY9LwQwEW8/u7&#10;GebGXXhF53UsRYJwyFFDFWObSxmKiiyGvmuJk3d03mJM0pfSeLwkuG1kptSztFhzWqiwpdeKitP6&#10;22pYTsbLr88Bf/yuDnva7w6nYeaV1r2H7mUKIlIXb+H/9rvRMFLZEK5v0hOQ8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DjHgzyAAAAN0AAAAPAAAAAAAAAAAAAAAAAJgCAABk&#10;cnMvZG93bnJldi54bWxQSwUGAAAAAAQABAD1AAAAjQMAAAAA&#10;" fillcolor="black" stroked="f"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IcRcUA&#10;AADdAAAADwAAAGRycy9kb3ducmV2LnhtbESPQWsCMRSE74X+h/AK3mq2Clq2RlmEUvG02pZen5vX&#10;zdLNy5Kkcf33plDwOMzMN8xqM9peJPKhc6zgaVqAIG6c7rhV8PH++vgMIkRkjb1jUnChAJv1/d0K&#10;S+3OfKB0jK3IEA4lKjAxDqWUoTFkMUzdQJy9b+ctxix9K7XHc4bbXs6KYiEtdpwXDA60NdT8HH+t&#10;gnTa1tU8fSVz2Puq9a5++zzVSk0exuoFRKQx3sL/7Z1WsCxmC/h7k5+AX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IhxF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lZLMYA&#10;AADdAAAADwAAAGRycy9kb3ducmV2LnhtbESPQWvCQBSE74L/YXlCb2ajB21TVxHR0vaiTQv1+Mg+&#10;s8Hs25DdxrS/3i0IHoeZ+YZZrHpbi45aXzlWMElSEMSF0xWXCr4+d+NHED4ga6wdk4Jf8rBaDgcL&#10;zLS78Ad1eShFhLDPUIEJocmk9IUhiz5xDXH0Tq61GKJsS6lbvES4reU0TWfSYsVxwWBDG0PFOf+x&#10;Cvxks/1+t39P3fHF8D5/M7NDaZR6GPXrZxCB+nAP39qvWsE8nc7h/018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ulZLM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6E69D9" w:rsidRPr="00EB11D7" w:rsidRDefault="006E69D9" w:rsidP="006E69D9">
      <w:pPr>
        <w:rPr>
          <w:rFonts w:ascii="Times New Roman" w:eastAsia="Calibri" w:hAnsi="Times New Roman" w:cs="Times New Roman"/>
          <w:color w:val="FF0000"/>
        </w:rPr>
      </w:pPr>
    </w:p>
    <w:p w:rsidR="006E69D9" w:rsidRPr="00EB11D7" w:rsidRDefault="006E69D9" w:rsidP="006E69D9">
      <w:pPr>
        <w:rPr>
          <w:rFonts w:ascii="Times New Roman" w:eastAsia="Calibri" w:hAnsi="Times New Roman" w:cs="Times New Roman"/>
          <w:color w:val="FF0000"/>
        </w:rPr>
      </w:pPr>
    </w:p>
    <w:p w:rsidR="006E69D9" w:rsidRPr="00EB11D7" w:rsidRDefault="006E69D9" w:rsidP="006E69D9">
      <w:pPr>
        <w:rPr>
          <w:rFonts w:ascii="Times New Roman" w:eastAsia="Calibri" w:hAnsi="Times New Roman" w:cs="Times New Roman"/>
          <w:color w:val="FF0000"/>
        </w:rPr>
      </w:pPr>
    </w:p>
    <w:p w:rsidR="006E69D9" w:rsidRPr="00EB11D7" w:rsidRDefault="006E69D9" w:rsidP="006E69D9">
      <w:pPr>
        <w:rPr>
          <w:rFonts w:ascii="Times New Roman" w:eastAsia="Calibri" w:hAnsi="Times New Roman" w:cs="Times New Roman"/>
          <w:color w:val="FF0000"/>
        </w:rPr>
      </w:pPr>
    </w:p>
    <w:p w:rsidR="006E69D9" w:rsidRPr="001C2261" w:rsidRDefault="006E69D9" w:rsidP="006E69D9">
      <w:pPr>
        <w:rPr>
          <w:rFonts w:ascii="Times New Roman" w:eastAsia="Calibri" w:hAnsi="Times New Roman" w:cs="Times New Roman"/>
          <w:color w:val="auto"/>
        </w:rPr>
      </w:pPr>
    </w:p>
    <w:p w:rsidR="006E69D9" w:rsidRPr="001C2261" w:rsidRDefault="006E69D9" w:rsidP="006E69D9">
      <w:pPr>
        <w:jc w:val="center"/>
        <w:rPr>
          <w:rFonts w:ascii="Times New Roman" w:eastAsia="Calibri" w:hAnsi="Times New Roman" w:cs="Times New Roman"/>
          <w:b/>
          <w:color w:val="auto"/>
        </w:rPr>
      </w:pPr>
      <w:r w:rsidRPr="001C2261">
        <w:rPr>
          <w:rFonts w:ascii="Times New Roman" w:eastAsia="Calibri" w:hAnsi="Times New Roman" w:cs="Times New Roman"/>
          <w:b/>
          <w:color w:val="auto"/>
        </w:rPr>
        <w:t>УКРАЇНА</w:t>
      </w:r>
    </w:p>
    <w:p w:rsidR="006E69D9" w:rsidRPr="001C2261" w:rsidRDefault="006E69D9" w:rsidP="006E69D9">
      <w:pPr>
        <w:keepNext/>
        <w:jc w:val="center"/>
        <w:rPr>
          <w:rFonts w:ascii="Times New Roman" w:eastAsia="Calibri" w:hAnsi="Times New Roman" w:cs="Times New Roman"/>
          <w:b/>
          <w:color w:val="auto"/>
        </w:rPr>
      </w:pPr>
      <w:r w:rsidRPr="001C2261">
        <w:rPr>
          <w:rFonts w:ascii="Times New Roman" w:eastAsia="Calibri" w:hAnsi="Times New Roman" w:cs="Times New Roman"/>
          <w:b/>
          <w:color w:val="auto"/>
        </w:rPr>
        <w:t>КРУПЕЦЬКА СІЛЬСЬКА РАДА</w:t>
      </w:r>
    </w:p>
    <w:p w:rsidR="006E69D9" w:rsidRPr="001C2261" w:rsidRDefault="006E69D9" w:rsidP="006E69D9">
      <w:pPr>
        <w:jc w:val="center"/>
        <w:rPr>
          <w:rFonts w:ascii="Times New Roman" w:eastAsia="Calibri" w:hAnsi="Times New Roman" w:cs="Times New Roman"/>
          <w:b/>
          <w:color w:val="auto"/>
        </w:rPr>
      </w:pPr>
      <w:r w:rsidRPr="001C2261">
        <w:rPr>
          <w:rFonts w:ascii="Times New Roman" w:eastAsia="Calibri" w:hAnsi="Times New Roman" w:cs="Times New Roman"/>
          <w:b/>
          <w:color w:val="auto"/>
        </w:rPr>
        <w:t>СЛАВУТСЬКОГО РАЙОНУ</w:t>
      </w:r>
    </w:p>
    <w:p w:rsidR="006E69D9" w:rsidRPr="001C2261" w:rsidRDefault="006E69D9" w:rsidP="006E69D9">
      <w:pPr>
        <w:jc w:val="center"/>
        <w:rPr>
          <w:rFonts w:ascii="Times New Roman" w:eastAsia="Calibri" w:hAnsi="Times New Roman" w:cs="Times New Roman"/>
          <w:b/>
          <w:color w:val="auto"/>
        </w:rPr>
      </w:pPr>
      <w:r w:rsidRPr="001C2261">
        <w:rPr>
          <w:rFonts w:ascii="Times New Roman" w:eastAsia="Calibri" w:hAnsi="Times New Roman" w:cs="Times New Roman"/>
          <w:b/>
          <w:color w:val="auto"/>
        </w:rPr>
        <w:t>ХМЕЛЬНИЦЬКОЇ ОБЛАСТІ</w:t>
      </w:r>
    </w:p>
    <w:p w:rsidR="006E69D9" w:rsidRPr="001C2261" w:rsidRDefault="006E69D9" w:rsidP="006E69D9">
      <w:pPr>
        <w:rPr>
          <w:rFonts w:ascii="Times New Roman" w:eastAsia="Calibri" w:hAnsi="Times New Roman" w:cs="Times New Roman"/>
          <w:color w:val="auto"/>
        </w:rPr>
      </w:pPr>
      <w:r w:rsidRPr="001C2261">
        <w:rPr>
          <w:rFonts w:ascii="Times New Roman" w:eastAsia="Calibri" w:hAnsi="Times New Roman" w:cs="Times New Roman"/>
          <w:color w:val="auto"/>
        </w:rPr>
        <w:t xml:space="preserve"> </w:t>
      </w:r>
      <w:r w:rsidRPr="00DE0EF3">
        <w:rPr>
          <w:noProof/>
          <w:color w:val="auto"/>
          <w:lang w:val="ru-RU" w:eastAsia="ru-RU"/>
        </w:rPr>
        <w:pict>
          <v:group id="_x0000_s1057" style="position:absolute;margin-left:219.6pt;margin-top:717.85pt;width:42.8pt;height:57.85pt;z-index:251661312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YmgcQA&#10;AADdAAAADwAAAGRycy9kb3ducmV2LnhtbESPQWvCQBSE7wX/w/KE3urGCDWNriLSSg4BMdb7I/tM&#10;gtm3IbvV+O+7guBxmJlvmOV6MK24Uu8aywqmkwgEcWl1w5WC3+PPRwLCeWSNrWVScCcH69XobYmp&#10;tjc+0LXwlQgQdikqqL3vUildWZNBN7EdcfDOtjfog+wrqXu8BbhpZRxFn9Jgw2Ghxo62NZWX4s8o&#10;sLNdlp+q+DD75rnnzT45n4ZcqffxsFmA8DT4V/jZzrSCeRR/weNNeA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mJoH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Pdz8UA&#10;AADdAAAADwAAAGRycy9kb3ducmV2LnhtbERPTWsCMRC9C/6HMIVepGZtQdutUUTYVj0I2kKvw2a6&#10;2bqZLEmqq7/eHASPj/c9nXe2EUfyoXasYDTMQBCXTtdcKfj+Kp5eQYSIrLFxTArOFGA+6/emmGt3&#10;4h0d97ESKYRDjgpMjG0uZSgNWQxD1xIn7td5izFBX0nt8ZTCbSOfs2wsLdacGgy2tDRUHvb/VsFf&#10;sTU/y8nlww/ednQZFJvPZj1W6vGhW7yDiNTFu/jmXmkFk+wl7U9v0hOQ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093P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caK8MA&#10;AADdAAAADwAAAGRycy9kb3ducmV2LnhtbESP3YrCMBCF74V9hzDC3siauoIu3UaRRUW8EXUfYGim&#10;TbGZlCba+vZGELw8nJ+Pky17W4sbtb5yrGAyTkAQ505XXCr4P2++fkD4gKyxdkwK7uRhufgYZJhq&#10;1/GRbqdQijjCPkUFJoQmldLnhiz6sWuIo1e41mKIsi2lbrGL47aW30kykxYrjgSDDf0Zyi+nq42Q&#10;wxQP+6I7b7Y9drjeGx6tjkp9DvvVL4hAfXiHX+2dVjBPphN4volP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kcaK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5R/MYA&#10;AADdAAAADwAAAGRycy9kb3ducmV2LnhtbESPQUsDMRSE74L/ITzBm826alvWpkVqBRF6aBWKt8fm&#10;dXdx8xKS1+76740geBxm5htmsRpdr84UU+fZwO2kAEVce9txY+Dj/eVmDioJssXeMxn4pgSr5eXF&#10;AivrB97ReS+NyhBOFRpoRUKldapbcpgmPhBn7+ijQ8kyNtpGHDLc9bosiql22HFeaDHQuqX6a39y&#10;BrbDJrzNpg/H8BnvS52erRzWYsz11fj0CEpolP/wX/vVGpgVdyX8vslPQC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y5R/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khx8QA&#10;AADdAAAADwAAAGRycy9kb3ducmV2LnhtbESP32rCMBTG7we+QziCN0NTLWxSjaXIHMMbsd0DHJpj&#10;U2xOSpPZ7u2XwWCXH9+fH98+n2wnHjT41rGC9SoBQVw73XKj4LM6LbcgfEDW2DkmBd/kIT/MnvaY&#10;aTfylR5laEQcYZ+hAhNCn0npa0MW/cr1xNG7ucFiiHJopB5wjOO2k5skeZEWW44Egz0dDdX38stG&#10;yCXFy/k2Vqf3CUd8Oxt+Lq5KLeZTsQMRaAr/4b/2h1bwmqQp/L6JT0Ae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ZIcf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tsE8YA&#10;AADdAAAADwAAAGRycy9kb3ducmV2LnhtbESPQUsDMRSE74L/ITzBm81aa1vWpkWqQhF6aCtIb4/N&#10;6+7i5iUkz+76701B8DjMzDfMYjW4Tp0pptazgftRAYq48rbl2sDH4e1uDioJssXOMxn4oQSr5fXV&#10;Akvre97ReS+1yhBOJRpoREKpdaoacphGPhBn7+SjQ8ky1tpG7DPcdXpcFFPtsOW80GCgdUPV1/7b&#10;Gdj2r+F9Nn08hWOcjHV6sfK5FmNub4bnJ1BCg/yH/9oba2BWPEzg8iY/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4tsE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dp9sYA&#10;AADdAAAADwAAAGRycy9kb3ducmV2LnhtbESPQWsCMRSE7wX/Q3hCL0WzKlbZGkWFYKGFUhW8PjbP&#10;3aWblyVJ3fXfN4VCj8PMfMOsNr1txI18qB0rmIwzEMSFMzWXCs4nPVqCCBHZYOOYFNwpwGY9eFhh&#10;blzHn3Q7xlIkCIccFVQxtrmUoajIYhi7ljh5V+ctxiR9KY3HLsFtI6dZ9iwt1pwWKmxpX1Hxdfy2&#10;CnYfXTnzT8Wud2/Xw2WutdHvWqnHYb99ARGpj//hv/arUbDIZnP4fZOegF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kdp9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2txMQA&#10;AADdAAAADwAAAGRycy9kb3ducmV2LnhtbESP3WoCMRSE7wt9h3AK3tWsP7WyGkWUBZHe1PYBDpvj&#10;ZnVzsiRx3b59IwheDjPzDbNc97YRHflQO1YwGmYgiEuna64U/P4U73MQISJrbByTgj8KsF69viwx&#10;1+7G39QdYyUShEOOCkyMbS5lKA1ZDEPXEifv5LzFmKSvpPZ4S3DbyHGWzaTFmtOCwZa2hsrL8WoV&#10;FIfxV3e5al+4TT+19GHO851RavDWbxYgIvXxGX6091rBZzaZwf1Neg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trcT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lSGsYA&#10;AADdAAAADwAAAGRycy9kb3ducmV2LnhtbESPQWsCMRSE74X+h/AKXqRmq1RlNUotBAstFK3g9bF5&#10;7i7dvCxJdNd/bwpCj8PMfMMs171txIV8qB0reBllIIgLZ2ouFRx+9PMcRIjIBhvHpOBKAdarx4cl&#10;5sZ1vKPLPpYiQTjkqKCKsc2lDEVFFsPItcTJOzlvMSbpS2k8dgluGznOsqm0WHNaqLCl94qK3/3Z&#10;Kth8d+XED4tN7z5P2+Or1kZ/aaUGT/3bAkSkPv6H7+0Po2CWTWbw9yY9Abm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dlSG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6cLcEA&#10;AADdAAAADwAAAGRycy9kb3ducmV2LnhtbERP3WrCMBS+H+wdwhl4N9Opm1KNIpOCyG7W7QEOzbGp&#10;NiclibW+vbkQvPz4/lebwbaiJx8axwo+xhkI4srphmsF/3/F+wJEiMgaW8ek4EYBNuvXlxXm2l35&#10;l/oy1iKFcMhRgYmxy6UMlSGLYew64sQdnbcYE/S11B6vKdy2cpJlX9Jiw6nBYEffhqpzebEKisPk&#10;pz9ftC/cdphZ+jSnxc4oNXobtksQkYb4FD/ce61gnk3T3PQmPQG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X+nC3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cjkMMA&#10;AADdAAAADwAAAGRycy9kb3ducmV2LnhtbESP3YrCMBSE7xd8h3AE79bEdf2rRlkEF720+gCH5tgW&#10;m5PaRFvf3ggLeznMzDfMatPZSjyo8aVjDaOhAkGcOVNyruF82n3OQfiAbLByTBqe5GGz7n2sMDGu&#10;5SM90pCLCGGfoIYihDqR0mcFWfRDVxNH7+IaiyHKJpemwTbCbSW/lJpKiyXHhQJr2haUXdO71fD9&#10;bH9v6eSqdsbS6DCuDxyyidaDfvezBBGoC//hv/beaJip8QLeb+ITkO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fcjkM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ngbMAA&#10;AADdAAAADwAAAGRycy9kb3ducmV2LnhtbERPy6rCMBDdX/AfwgjurqkiPqpRRFHEldbHemjGtthM&#10;ShO1/r1ZCC4P5z1bNKYUT6pdYVlBrxuBIE6tLjhTcD5t/scgnEfWWFomBW9ysJi3/mYYa/viIz0T&#10;n4kQwi5GBbn3VSylS3My6Lq2Ig7czdYGfYB1JnWNrxBuStmPoqE0WHBoyLGiVU7pPXkYBY/htX/m&#10;214fkvV7O1lvlk5eMqU67WY5BeGp8T/x173TCkbRIOwPb8IT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VngbM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Y68MgA&#10;AADdAAAADwAAAGRycy9kb3ducmV2LnhtbESPT2vCQBTE74V+h+UVvNWNf4g2uootCG0PitEeenvN&#10;PpO02bcxu9X47V1B8DjMzG+Y6bw1lThS40rLCnrdCARxZnXJuYLddvk8BuE8ssbKMik4k4P57PFh&#10;iom2J97QMfW5CBB2CSoovK8TKV1WkEHXtTVx8Pa2MeiDbHKpGzwFuKlkP4piabDksFBgTW8FZX/p&#10;v1HwtR7HL+vXj+Hv5+oHB0YfvnUZK9V5ahcTEJ5afw/f2u9awSga9uD6JjwBOb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itjrw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xmdMYA&#10;AADdAAAADwAAAGRycy9kb3ducmV2LnhtbESPQWvCQBSE7wX/w/KE3pqNaVCJ2Yi21BZP1hZ6fWSf&#10;STD7NmS3GvvrXaHgcZiZb5h8OZhWnKh3jWUFkygGQVxa3XCl4Pvr7WkOwnlkja1lUnAhB8ti9JBj&#10;pu2ZP+m095UIEHYZKqi97zIpXVmTQRfZjjh4B9sb9EH2ldQ9ngPctDKJ46k02HBYqLGjl5rK4/7X&#10;KPib/uDOvSfr12ft6ZLON3a72yj1OB5WCxCeBn8P/7c/tIJZnCZwexOegCy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xxmd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iQV8UA&#10;AADdAAAADwAAAGRycy9kb3ducmV2LnhtbESPwW7CMBBE75X4B2uRuIEDpLQNGIQqkHorhH7AKl6c&#10;iHgdYhcCX48rIfU4mpk3msWqs7W4UOsrxwrGowQEceF0xUbBz2E7fAfhA7LG2jEpuJGH1bL3ssBM&#10;uyvv6ZIHIyKEfYYKyhCaTEpflGTRj1xDHL2jay2GKFsjdYvXCLe1nCTJTFqsOC6U2NBnScUp/7UK&#10;zm7yqrt8g9+nzceuMiY93/epUoN+t56DCNSF//Cz/aUVvCXpFP7exCc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JBX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CCS8UA&#10;AADdAAAADwAAAGRycy9kb3ducmV2LnhtbESPS2/CMBCE70j8B2uRegMHSnmkMQgqVeIK9NDjYm8e&#10;JV6H2IW0v76uhMRxNDPfaLJ1Z2txpdZXjhWMRwkIYu1MxYWCj+P7cAHCB2SDtWNS8EMe1qt+L8PU&#10;uBvv6XoIhYgQ9ikqKENoUim9LsmiH7mGOHq5ay2GKNtCmhZvEW5rOUmSmbRYcVwosaG3kvT58G0V&#10;7KoTvcx0vrSLrd5//l7C8/zLKPU06DavIAJ14RG+t3dGwTyZTuH/TXw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QIJL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XUJMMA&#10;AADdAAAADwAAAGRycy9kb3ducmV2LnhtbERPW2vCMBR+H/gfwhH2pslkN2tTmYOBY06Yjvl6aM6a&#10;suakNLHWf78MhD1+d758ObhG9NSF2rOGm6kCQVx6U3Ol4XP/MnkEESKywcYzaThTgGUxusoxM/7E&#10;H9TvYiVSCYcMNdgY20zKUFpyGKa+JU7at+8cxgS7SpoOT6ncNXKm1L10WHNasNjSs6XyZ3d0Gnrc&#10;ntXBrt7nr/WmnG1XX28m8fp6PDwtQEQa4r/5kl4bDQ/q9g7+3qQnI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AXUJM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z0M8QA&#10;AADdAAAADwAAAGRycy9kb3ducmV2LnhtbESPQUvDQBSE70L/w/IK3uymQarEbkspVDxq9ODxmX3N&#10;pmbfC7vbJvrrXUHwOMzMN8x6O/leXSjETtjAclGAIm7EdtwaeHs93NyDignZYi9MBr4ownYzu1pj&#10;ZWXkF7rUqVUZwrFCAy6lodI6No48xoUMxNk7SvCYsgyttgHHDPe9LotipT12nBccDrR31HzWZ29g&#10;fGw+TuXx3brvMMihfpZT2Ysx1/Np9wAq0ZT+w3/tJ2vgrrhdwe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s9DP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sXD8YA&#10;AADdAAAADwAAAGRycy9kb3ducmV2LnhtbESPW2sCMRSE3wv9D+EUfKtZRbqyGsUrSKmIl76fbo67&#10;2yYnyybq9t83BcHHYWa+YcbT1hpxpcZXjhX0ugkI4tzpigsFp+P6dQjCB2SNxjEp+CUP08nz0xgz&#10;7W68p+shFCJC2GeooAyhzqT0eUkWfdfVxNE7u8ZiiLIppG7wFuHWyH6SvEmLFceFEmtalJT/HC5W&#10;wXq3NN/97X72KcNilX6Z4ft8+aFU56WdjUAEasMjfG9vtII0GaTw/yY+AT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MsXD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NOxMMA&#10;AADdAAAADwAAAGRycy9kb3ducmV2LnhtbERPy4rCMBTdC/5DuMJsRFNnfFGNIgODCgq+wO21ubbF&#10;5qY0mdr5+8lCcHk47/myMYWoqXK5ZQWDfgSCOLE651TB5fzTm4JwHlljYZkU/JGD5aLdmmOs7ZOP&#10;VJ98KkIIuxgVZN6XsZQuycig69uSOHB3Wxn0AVap1BU+Q7gp5GcUjaXBnENDhiV9Z5Q8Tr9GQX3Y&#10;3dJN7crtY9p1o6/ber3XV6U+Os1qBsJT49/il3ujFUyiYZgb3oQnI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NOxM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6XlscA&#10;AADdAAAADwAAAGRycy9kb3ducmV2LnhtbESPQWsCMRSE74X+h/CE3mqiqNXVKLVQ6EWo1oPenpvn&#10;7uLmZZukuvrrm4LQ4zAz3zCzRWtrcSYfKscael0Fgjh3puJCw/br/XkMIkRkg7Vj0nClAIv548MM&#10;M+MuvKbzJhYiQThkqKGMscmkDHlJFkPXNcTJOzpvMSbpC2k8XhLc1rKv1EharDgtlNjQW0n5afNj&#10;NSwn4+X354BXt/VhT/vd4TTse6X1U6d9nYKI1Mb/8L39YTS8qMEE/t6kJ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8el5bHAAAA3QAAAA8AAAAAAAAAAAAAAAAAmAIAAGRy&#10;cy9kb3ducmV2LnhtbFBLBQYAAAAABAAEAPUAAACMAwAAAAA=&#10;" fillcolor="black" stroked="f"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Rr2MQA&#10;AADdAAAADwAAAGRycy9kb3ducmV2LnhtbERPz2vCMBS+D/Y/hCd4m6mCTqpR5lQQ5g51Hjw+m7c2&#10;tHkpTdTqX78cBh4/vt/zZWdrcaXWG8cKhoMEBHHutOFCwfFn+zYF4QOyxtoxKbiTh+Xi9WWOqXY3&#10;zuh6CIWIIexTVFCG0KRS+rwki37gGuLI/brWYoiwLaRu8RbDbS1HSTKRFg3HhhIb+iwprw4Xq+D0&#10;NTHTzNDovH+sNno/rlbf60qpfq/7mIEI1IWn+N+90wrek3HcH9/EJ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Ua9j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3w9sUA&#10;AADdAAAADwAAAGRycy9kb3ducmV2LnhtbESPQWsCMRSE74X+h/AK3jRRqJXVKNIi9eKhtqXXx+a5&#10;2e7mZZtEXf31TUHocZiZb5jFqnetOFGItWcN45ECQVx6U3Ol4eN9M5yBiAnZYOuZNFwowmp5f7fA&#10;wvgzv9FpnyqRIRwL1GBT6gopY2nJYRz5jjh7Bx8cpixDJU3Ac4a7Vk6UmkqHNecFix09Wyqb/dFp&#10;COuvl+bKx89GXXeX+Prd/8zQaj146NdzEIn69B++tbdGw5N6HMPfm/wE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ffD2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vLM8YA&#10;AADdAAAADwAAAGRycy9kb3ducmV2LnhtbESP3UoDMRSE7wXfIRyhN2ITF2p1bVpEEAotQn8e4Lg5&#10;7i4mJ8vm2G779I0g9HKYmW+Y2WIIXh2oT21kC49jA4q4iq7l2sJ+9/HwDCoJskMfmSycKMFifnsz&#10;w9LFI2/osJVaZQinEi00Il2pdaoaCpjGsSPO3nfsA0qWfa1dj8cMD14XxjzpgC3nhQY7em+o+tn+&#10;Bgu++PIvq2lay2mv1+YcZHP/6awd3Q1vr6CEBrmG/9tLZ2FqJgX8vclPQM8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fvLM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th7MYA&#10;AADdAAAADwAAAGRycy9kb3ducmV2LnhtbESPT2sCMRTE7wW/Q3gFbzVbi23ZGsU/CHvx0NXi9bl5&#10;3SxNXpZNqquf3hQKHoeZ+Q0znffOihN1ofGs4HmUgSCuvG64VrDfbZ7eQYSIrNF6JgUXCjCfDR6m&#10;mGt/5k86lbEWCcIhRwUmxjaXMlSGHIaRb4mT9+07hzHJrpa6w3OCOyvHWfYqHTacFgy2tDJU/ZS/&#10;TsG6bO14X5hlOHxtj0dbXDd0WCs1fOwXHyAi9fEe/m8XWsFbNnmBvzfpCcjZ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Dth7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2KcUA&#10;AADdAAAADwAAAGRycy9kb3ducmV2LnhtbESPzWrDMBCE74W+g9hCb43U0MbFiWxKSCDQU/Nz6G2R&#10;NrYTa2UsJXbePioUehxm5htmUY6uFVfqQ+NZw+tEgSA23jZcadjv1i8fIEJEtth6Jg03ClAWjw8L&#10;zK0f+Juu21iJBOGQo4Y6xi6XMpiaHIaJ74iTd/S9w5hkX0nb45DgrpVTpWbSYcNpocaOljWZ8/bi&#10;NJzW8ssbheawPwwbm/2sZtQqrZ+fxs85iEhj/A//tTdWQ6be3+D3TXoCsr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RbYp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CxnMYA&#10;AADdAAAADwAAAGRycy9kb3ducmV2LnhtbESPW4vCMBSE3xf2P4Sz4Jumq3ihGsVdWBAXH7wgPh6b&#10;Y1vanJQkav33ZkHYx2FmvmFmi9bU4kbOl5YVfPYSEMSZ1SXnCg77n+4EhA/IGmvLpOBBHhbz97cZ&#10;ptreeUu3XchFhLBPUUERQpNK6bOCDPqebYijd7HOYIjS5VI7vEe4qWU/SUbSYMlxocCGvgvKqt3V&#10;KDhdf/myGayX7iscbbv3Vf88qZTqfLTLKYhAbfgPv9orrWCcDIfw9yY+ATl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RCxn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1iVOccA&#10;AADdAAAADwAAAGRycy9kb3ducmV2LnhtbESPQWsCMRSE7wX/Q3hCbzWpqLVbo1Sh0Iugtod6e25e&#10;dxc3L9sk1dVfbwTB4zAz3zCTWWtrcSAfKscannsKBHHuTMWFhu+vj6cxiBCRDdaOScOJAsymnYcJ&#10;ZsYdeU2HTSxEgnDIUEMZY5NJGfKSLIaea4iT9+u8xZikL6TxeExwW8u+UiNpseK0UGJDi5Ly/ebf&#10;api/jud/qwEvz+vdlrY/u/2w75XWj932/Q1EpDbew7f2p9HwooYjuL5JT0BO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tYlTnHAAAA3QAAAA8AAAAAAAAAAAAAAAAAmAIAAGRy&#10;cy9kb3ducmV2LnhtbFBLBQYAAAAABAAEAPUAAACMAwAAAAA=&#10;" fillcolor="black" stroked="f"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jKo8UA&#10;AADdAAAADwAAAGRycy9kb3ducmV2LnhtbESPQUsDMRSE74L/ITyhN5vVopW1aVkK0uJpWxWvr5vn&#10;ZnHzsiRpuv33TUHwOMzMN8xiNdpeJPKhc6zgYVqAIG6c7rhV8Pnxdv8CIkRkjb1jUnCmAKvl7c0C&#10;S+1OvKO0j63IEA4lKjAxDqWUoTFkMUzdQJy9H+ctxix9K7XHU4bbXj4WxbO02HFeMDjQ2lDzuz9a&#10;BemwrqtZ+k5m9+6r1rt683WolZrcjdUriEhj/A//tbdawbx4msP1TX4Ccn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aMqj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C+I8MA&#10;AADdAAAADwAAAGRycy9kb3ducmV2LnhtbERPz2vCMBS+D/wfwhO8zdTBnKtGEdlEd9FVYTs+mmdT&#10;bF5KE2v1rzeHwY4f3+/ZorOVaKnxpWMFo2ECgjh3uuRCwfHw+TwB4QOyxsoxKbiRh8W89zTDVLsr&#10;f1ObhULEEPYpKjAh1KmUPjdk0Q9dTRy5k2sshgibQuoGrzHcVvIlScbSYsmxwWBNK0P5ObtYBX60&#10;+vj5svf39ndteJdtzXhfGKUG/W45BRGoC//iP/dGK3hLXuPc+CY+AT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3C+I8MAAADd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E69D9" w:rsidRDefault="006E69D9" w:rsidP="006E69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6E69D9" w:rsidRPr="001C2261" w:rsidRDefault="006E69D9" w:rsidP="006E69D9">
      <w:pPr>
        <w:jc w:val="center"/>
        <w:rPr>
          <w:rFonts w:ascii="Times New Roman" w:eastAsia="Calibri" w:hAnsi="Times New Roman" w:cs="Times New Roman"/>
          <w:b/>
          <w:color w:val="auto"/>
        </w:rPr>
      </w:pPr>
      <w:r w:rsidRPr="001C2261">
        <w:rPr>
          <w:rFonts w:ascii="Times New Roman" w:eastAsia="Calibri" w:hAnsi="Times New Roman" w:cs="Times New Roman"/>
          <w:b/>
          <w:color w:val="auto"/>
        </w:rPr>
        <w:t>РІШЕННЯ</w:t>
      </w:r>
    </w:p>
    <w:p w:rsidR="006E69D9" w:rsidRPr="001C2261" w:rsidRDefault="006E69D9" w:rsidP="006E69D9">
      <w:pPr>
        <w:jc w:val="center"/>
        <w:rPr>
          <w:rFonts w:ascii="Times New Roman" w:eastAsia="Calibri" w:hAnsi="Times New Roman" w:cs="Times New Roman"/>
          <w:color w:val="auto"/>
        </w:rPr>
      </w:pPr>
      <w:r>
        <w:rPr>
          <w:rFonts w:ascii="Times New Roman" w:eastAsia="Calibri" w:hAnsi="Times New Roman" w:cs="Times New Roman"/>
          <w:color w:val="auto"/>
        </w:rPr>
        <w:t xml:space="preserve"> ХХХІІІ </w:t>
      </w:r>
      <w:r w:rsidRPr="001C2261">
        <w:rPr>
          <w:rFonts w:ascii="Times New Roman" w:eastAsia="Calibri" w:hAnsi="Times New Roman" w:cs="Times New Roman"/>
          <w:color w:val="auto"/>
        </w:rPr>
        <w:t xml:space="preserve">сесії сільської ради  </w:t>
      </w:r>
      <w:r w:rsidRPr="001C2261">
        <w:rPr>
          <w:rFonts w:ascii="Times New Roman" w:eastAsia="Calibri" w:hAnsi="Times New Roman" w:cs="Times New Roman"/>
          <w:color w:val="auto"/>
          <w:lang w:val="en-US"/>
        </w:rPr>
        <w:t>V</w:t>
      </w:r>
      <w:r w:rsidRPr="001C2261">
        <w:rPr>
          <w:rFonts w:ascii="Times New Roman" w:eastAsia="Calibri" w:hAnsi="Times New Roman" w:cs="Times New Roman"/>
          <w:color w:val="auto"/>
        </w:rPr>
        <w:t>ІІ скликання</w:t>
      </w:r>
    </w:p>
    <w:p w:rsidR="006E69D9" w:rsidRPr="001C2261" w:rsidRDefault="006E69D9" w:rsidP="006E69D9">
      <w:pPr>
        <w:rPr>
          <w:rFonts w:ascii="Times New Roman" w:eastAsia="Calibri" w:hAnsi="Times New Roman" w:cs="Times New Roman"/>
          <w:color w:val="auto"/>
        </w:rPr>
      </w:pPr>
    </w:p>
    <w:p w:rsidR="006E69D9" w:rsidRPr="001C2261" w:rsidRDefault="006E69D9" w:rsidP="006E69D9">
      <w:pPr>
        <w:jc w:val="center"/>
        <w:rPr>
          <w:rFonts w:ascii="Times New Roman" w:eastAsia="Calibri" w:hAnsi="Times New Roman" w:cs="Times New Roman"/>
          <w:color w:val="auto"/>
        </w:rPr>
      </w:pPr>
      <w:r>
        <w:rPr>
          <w:rFonts w:ascii="Times New Roman" w:eastAsia="Calibri" w:hAnsi="Times New Roman" w:cs="Times New Roman"/>
          <w:color w:val="auto"/>
        </w:rPr>
        <w:t>21.02.2020</w:t>
      </w:r>
      <w:r w:rsidRPr="001C2261">
        <w:rPr>
          <w:rFonts w:ascii="Times New Roman" w:eastAsia="Calibri" w:hAnsi="Times New Roman" w:cs="Times New Roman"/>
          <w:color w:val="auto"/>
        </w:rPr>
        <w:t>р.                                Крупець                                        №_____</w:t>
      </w:r>
    </w:p>
    <w:p w:rsidR="006E69D9" w:rsidRPr="001C2261" w:rsidRDefault="006E69D9" w:rsidP="006E69D9">
      <w:pPr>
        <w:jc w:val="both"/>
        <w:rPr>
          <w:rFonts w:ascii="Times New Roman" w:eastAsia="Calibri" w:hAnsi="Times New Roman" w:cs="Times New Roman"/>
          <w:color w:val="auto"/>
        </w:rPr>
      </w:pPr>
    </w:p>
    <w:p w:rsidR="006E69D9" w:rsidRPr="001C2261" w:rsidRDefault="006E69D9" w:rsidP="006E69D9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lang w:eastAsia="ru-RU"/>
        </w:rPr>
      </w:pPr>
      <w:r w:rsidRPr="001C2261">
        <w:rPr>
          <w:rFonts w:ascii="Times New Roman" w:eastAsia="Times New Roman" w:hAnsi="Times New Roman" w:cs="Times New Roman"/>
          <w:b/>
          <w:color w:val="auto"/>
          <w:lang w:eastAsia="ru-RU"/>
        </w:rPr>
        <w:t>Про надання дозволу на розробку технічної</w:t>
      </w:r>
    </w:p>
    <w:p w:rsidR="006E69D9" w:rsidRPr="001C2261" w:rsidRDefault="006E69D9" w:rsidP="006E69D9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lang w:eastAsia="ru-RU"/>
        </w:rPr>
      </w:pPr>
      <w:r w:rsidRPr="001C2261">
        <w:rPr>
          <w:rFonts w:ascii="Times New Roman" w:eastAsia="Times New Roman" w:hAnsi="Times New Roman" w:cs="Times New Roman"/>
          <w:b/>
          <w:color w:val="auto"/>
          <w:lang w:eastAsia="ru-RU"/>
        </w:rPr>
        <w:t>документації із землеустрою щодо поділу</w:t>
      </w:r>
    </w:p>
    <w:p w:rsidR="006E69D9" w:rsidRPr="001C2261" w:rsidRDefault="006E69D9" w:rsidP="006E69D9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lang w:eastAsia="ru-RU"/>
        </w:rPr>
      </w:pPr>
      <w:r w:rsidRPr="001C2261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земельної ділянки </w:t>
      </w:r>
      <w:r w:rsidRPr="001C2261">
        <w:rPr>
          <w:rFonts w:ascii="Times New Roman" w:eastAsia="Times New Roman" w:hAnsi="Times New Roman" w:cs="Times New Roman"/>
          <w:b/>
          <w:color w:val="auto"/>
          <w:lang w:val="ru-RU" w:eastAsia="ru-RU"/>
        </w:rPr>
        <w:t>6823984000</w:t>
      </w:r>
      <w:r>
        <w:rPr>
          <w:rFonts w:ascii="Times New Roman" w:eastAsia="Times New Roman" w:hAnsi="Times New Roman" w:cs="Times New Roman"/>
          <w:b/>
          <w:color w:val="auto"/>
          <w:lang w:eastAsia="ru-RU"/>
        </w:rPr>
        <w:t>:03:018:0287</w:t>
      </w:r>
    </w:p>
    <w:p w:rsidR="006E69D9" w:rsidRPr="001C2261" w:rsidRDefault="006E69D9" w:rsidP="006E69D9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lang w:eastAsia="ru-RU"/>
        </w:rPr>
      </w:pPr>
      <w:r w:rsidRPr="001C2261">
        <w:rPr>
          <w:rFonts w:ascii="Times New Roman" w:eastAsia="Times New Roman" w:hAnsi="Times New Roman" w:cs="Times New Roman"/>
          <w:b/>
          <w:color w:val="auto"/>
          <w:lang w:eastAsia="ru-RU"/>
        </w:rPr>
        <w:t>комунальної власності за межами населеного</w:t>
      </w:r>
    </w:p>
    <w:p w:rsidR="006E69D9" w:rsidRPr="001C2261" w:rsidRDefault="006E69D9" w:rsidP="006E69D9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lang w:eastAsia="ru-RU"/>
        </w:rPr>
      </w:pPr>
      <w:r w:rsidRPr="001C2261">
        <w:rPr>
          <w:rFonts w:ascii="Times New Roman" w:eastAsia="Times New Roman" w:hAnsi="Times New Roman" w:cs="Times New Roman"/>
          <w:b/>
          <w:color w:val="auto"/>
          <w:lang w:eastAsia="ru-RU"/>
        </w:rPr>
        <w:t>пункту Крупецької сільської ради</w:t>
      </w:r>
    </w:p>
    <w:p w:rsidR="006E69D9" w:rsidRPr="001C2261" w:rsidRDefault="006E69D9" w:rsidP="006E69D9">
      <w:pPr>
        <w:overflowPunct w:val="0"/>
        <w:autoSpaceDE w:val="0"/>
        <w:autoSpaceDN w:val="0"/>
        <w:adjustRightInd w:val="0"/>
        <w:ind w:right="4819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6E69D9" w:rsidRPr="001C2261" w:rsidRDefault="006E69D9" w:rsidP="006E69D9">
      <w:pPr>
        <w:overflowPunct w:val="0"/>
        <w:autoSpaceDE w:val="0"/>
        <w:autoSpaceDN w:val="0"/>
        <w:adjustRightInd w:val="0"/>
        <w:ind w:right="-1" w:firstLine="709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6E69D9" w:rsidRPr="001C2261" w:rsidRDefault="006E69D9" w:rsidP="006E69D9">
      <w:pPr>
        <w:jc w:val="both"/>
        <w:rPr>
          <w:rFonts w:ascii="Times New Roman" w:eastAsia="Calibri" w:hAnsi="Times New Roman" w:cs="Times New Roman"/>
          <w:color w:val="auto"/>
        </w:rPr>
      </w:pPr>
      <w:r w:rsidRPr="001C2261">
        <w:rPr>
          <w:rFonts w:ascii="Times New Roman" w:eastAsia="Calibri" w:hAnsi="Times New Roman" w:cs="Times New Roman"/>
          <w:color w:val="auto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враховуючи пропозиції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6E69D9" w:rsidRPr="001C2261" w:rsidRDefault="006E69D9" w:rsidP="006E69D9">
      <w:pPr>
        <w:jc w:val="both"/>
        <w:rPr>
          <w:rFonts w:ascii="Times New Roman" w:eastAsia="Calibri" w:hAnsi="Times New Roman" w:cs="Times New Roman"/>
          <w:color w:val="auto"/>
        </w:rPr>
      </w:pPr>
      <w:r w:rsidRPr="001C2261">
        <w:rPr>
          <w:rFonts w:ascii="Times New Roman" w:eastAsia="Calibri" w:hAnsi="Times New Roman" w:cs="Times New Roman"/>
          <w:color w:val="auto"/>
        </w:rPr>
        <w:t>ВИРІШИЛА:</w:t>
      </w:r>
    </w:p>
    <w:p w:rsidR="006E69D9" w:rsidRPr="001C2261" w:rsidRDefault="006E69D9" w:rsidP="006E69D9">
      <w:pPr>
        <w:ind w:firstLine="708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  <w:r w:rsidRPr="001C2261">
        <w:rPr>
          <w:rFonts w:ascii="Times New Roman" w:eastAsia="Times New Roman" w:hAnsi="Times New Roman" w:cs="Times New Roman"/>
          <w:color w:val="auto"/>
          <w:lang w:eastAsia="ru-RU"/>
        </w:rPr>
        <w:t xml:space="preserve">1. Надати  дозвіл </w:t>
      </w:r>
      <w:proofErr w:type="spellStart"/>
      <w:r w:rsidRPr="001C2261">
        <w:rPr>
          <w:rFonts w:ascii="Times New Roman" w:eastAsia="Times New Roman" w:hAnsi="Times New Roman" w:cs="Times New Roman"/>
          <w:bCs/>
          <w:color w:val="auto"/>
          <w:lang w:eastAsia="ru-RU"/>
        </w:rPr>
        <w:t>Крупецькій</w:t>
      </w:r>
      <w:proofErr w:type="spellEnd"/>
      <w:r w:rsidRPr="001C2261"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 сільській раді на виготовлення </w:t>
      </w:r>
      <w:r w:rsidRPr="001C2261">
        <w:rPr>
          <w:rFonts w:ascii="Times New Roman" w:eastAsia="Times New Roman" w:hAnsi="Times New Roman" w:cs="Times New Roman"/>
          <w:color w:val="auto"/>
          <w:lang w:eastAsia="ru-RU"/>
        </w:rPr>
        <w:t>технічної документації  із землеустрою щодо поділу земельної ділянки кому</w:t>
      </w:r>
      <w:r>
        <w:rPr>
          <w:rFonts w:ascii="Times New Roman" w:eastAsia="Times New Roman" w:hAnsi="Times New Roman" w:cs="Times New Roman"/>
          <w:color w:val="auto"/>
          <w:lang w:eastAsia="ru-RU"/>
        </w:rPr>
        <w:t>нальної власності площею 22,7711</w:t>
      </w:r>
      <w:r w:rsidRPr="001C2261">
        <w:rPr>
          <w:rFonts w:ascii="Times New Roman" w:eastAsia="Times New Roman" w:hAnsi="Times New Roman" w:cs="Times New Roman"/>
          <w:color w:val="auto"/>
          <w:lang w:eastAsia="ru-RU"/>
        </w:rPr>
        <w:t xml:space="preserve"> га,  кадастровий  номер </w:t>
      </w:r>
      <w:r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eastAsia="ru-RU"/>
        </w:rPr>
        <w:t>6823984000:03:018:0287</w:t>
      </w:r>
      <w:r w:rsidRPr="001C2261">
        <w:rPr>
          <w:rFonts w:ascii="Times New Roman" w:eastAsia="Times New Roman" w:hAnsi="Times New Roman" w:cs="Times New Roman"/>
          <w:color w:val="auto"/>
          <w:lang w:eastAsia="ru-RU"/>
        </w:rPr>
        <w:t xml:space="preserve">, яка розташована за межами населеного пункту </w:t>
      </w:r>
      <w:proofErr w:type="spellStart"/>
      <w:r w:rsidRPr="001C2261">
        <w:rPr>
          <w:rFonts w:ascii="Times New Roman" w:eastAsia="Times New Roman" w:hAnsi="Times New Roman" w:cs="Times New Roman"/>
          <w:color w:val="auto"/>
          <w:lang w:eastAsia="ru-RU"/>
        </w:rPr>
        <w:t>с.Крупець</w:t>
      </w:r>
      <w:proofErr w:type="spellEnd"/>
      <w:r w:rsidRPr="001C2261">
        <w:rPr>
          <w:rFonts w:ascii="Times New Roman" w:eastAsia="Times New Roman" w:hAnsi="Times New Roman" w:cs="Times New Roman"/>
          <w:color w:val="auto"/>
          <w:lang w:eastAsia="ru-RU"/>
        </w:rPr>
        <w:t xml:space="preserve"> на території  Крупецької сільської ради, із земель </w:t>
      </w:r>
      <w:r w:rsidRPr="001C2261">
        <w:rPr>
          <w:rFonts w:ascii="Times New Roman" w:eastAsia="Calibri" w:hAnsi="Times New Roman" w:cs="Times New Roman"/>
          <w:color w:val="auto"/>
          <w:shd w:val="clear" w:color="auto" w:fill="FFFFFF"/>
          <w:lang w:eastAsia="en-US"/>
        </w:rPr>
        <w:t xml:space="preserve"> запасу (земельні ділянки кожної категорії земель, які не надані у власність або користування громадянам чи юридичним особам)</w:t>
      </w:r>
      <w:r w:rsidRPr="001C2261">
        <w:rPr>
          <w:rFonts w:ascii="Times New Roman" w:eastAsia="Times New Roman" w:hAnsi="Times New Roman" w:cs="Times New Roman"/>
          <w:color w:val="auto"/>
          <w:lang w:eastAsia="ru-RU"/>
        </w:rPr>
        <w:t xml:space="preserve"> без зміни цільового призначення .</w:t>
      </w:r>
    </w:p>
    <w:p w:rsidR="006E69D9" w:rsidRPr="001C2261" w:rsidRDefault="006E69D9" w:rsidP="006E69D9">
      <w:pPr>
        <w:ind w:right="66" w:firstLine="708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  <w:r w:rsidRPr="001C2261">
        <w:rPr>
          <w:rFonts w:ascii="Times New Roman" w:eastAsia="Times New Roman" w:hAnsi="Times New Roman" w:cs="Times New Roman"/>
          <w:color w:val="auto"/>
          <w:lang w:eastAsia="ru-RU"/>
        </w:rPr>
        <w:t>2. Розроблену технічну документацію подати на розгляд та затвердження чергової сесії .</w:t>
      </w:r>
      <w:r w:rsidRPr="001C2261">
        <w:rPr>
          <w:rFonts w:ascii="Times New Roman" w:eastAsia="Times New Roman" w:hAnsi="Times New Roman" w:cs="Times New Roman"/>
          <w:color w:val="auto"/>
          <w:lang w:eastAsia="ru-RU"/>
        </w:rPr>
        <w:tab/>
      </w:r>
    </w:p>
    <w:p w:rsidR="006E69D9" w:rsidRPr="001C2261" w:rsidRDefault="006E69D9" w:rsidP="006E69D9">
      <w:pPr>
        <w:jc w:val="both"/>
        <w:rPr>
          <w:rFonts w:ascii="Times New Roman" w:eastAsia="Calibri" w:hAnsi="Times New Roman" w:cs="Times New Roman"/>
          <w:color w:val="auto"/>
        </w:rPr>
      </w:pPr>
      <w:r w:rsidRPr="001C2261">
        <w:rPr>
          <w:rFonts w:ascii="Times New Roman" w:eastAsia="Calibri" w:hAnsi="Times New Roman" w:cs="Times New Roman"/>
          <w:color w:val="auto"/>
        </w:rPr>
        <w:t xml:space="preserve">   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6E69D9" w:rsidRPr="001C2261" w:rsidRDefault="006E69D9" w:rsidP="006E69D9">
      <w:pPr>
        <w:jc w:val="both"/>
        <w:rPr>
          <w:rFonts w:ascii="Times New Roman" w:eastAsia="Calibri" w:hAnsi="Times New Roman" w:cs="Times New Roman"/>
          <w:color w:val="auto"/>
        </w:rPr>
      </w:pPr>
    </w:p>
    <w:p w:rsidR="006E69D9" w:rsidRPr="001C2261" w:rsidRDefault="006E69D9" w:rsidP="006E69D9">
      <w:pPr>
        <w:jc w:val="both"/>
        <w:rPr>
          <w:rFonts w:ascii="Times New Roman" w:eastAsia="Calibri" w:hAnsi="Times New Roman" w:cs="Times New Roman"/>
          <w:color w:val="auto"/>
        </w:rPr>
      </w:pPr>
    </w:p>
    <w:p w:rsidR="006E69D9" w:rsidRPr="001C2261" w:rsidRDefault="006E69D9" w:rsidP="006E69D9">
      <w:pPr>
        <w:jc w:val="both"/>
        <w:rPr>
          <w:rFonts w:ascii="Times New Roman" w:eastAsia="Calibri" w:hAnsi="Times New Roman" w:cs="Times New Roman"/>
          <w:color w:val="auto"/>
        </w:rPr>
      </w:pPr>
    </w:p>
    <w:p w:rsidR="0046705F" w:rsidRPr="006E69D9" w:rsidRDefault="006E69D9" w:rsidP="006E69D9">
      <w:pPr>
        <w:jc w:val="both"/>
        <w:rPr>
          <w:rFonts w:ascii="Times New Roman" w:eastAsia="Calibri" w:hAnsi="Times New Roman" w:cs="Times New Roman"/>
          <w:color w:val="auto"/>
          <w:lang w:val="en-US"/>
        </w:rPr>
      </w:pPr>
      <w:r w:rsidRPr="001C2261">
        <w:rPr>
          <w:rFonts w:ascii="Times New Roman" w:eastAsia="Calibri" w:hAnsi="Times New Roman" w:cs="Times New Roman"/>
          <w:color w:val="auto"/>
        </w:rPr>
        <w:t xml:space="preserve">Сільському голові                                                                       </w:t>
      </w:r>
      <w:proofErr w:type="spellStart"/>
      <w:r w:rsidRPr="001C2261">
        <w:rPr>
          <w:rFonts w:ascii="Times New Roman" w:eastAsia="Calibri" w:hAnsi="Times New Roman" w:cs="Times New Roman"/>
          <w:color w:val="auto"/>
        </w:rPr>
        <w:t>Михалюку</w:t>
      </w:r>
      <w:proofErr w:type="spellEnd"/>
      <w:r w:rsidRPr="001C2261">
        <w:rPr>
          <w:rFonts w:ascii="Times New Roman" w:eastAsia="Calibri" w:hAnsi="Times New Roman" w:cs="Times New Roman"/>
          <w:color w:val="auto"/>
        </w:rPr>
        <w:t xml:space="preserve"> В.А.</w:t>
      </w:r>
    </w:p>
    <w:sectPr w:rsidR="0046705F" w:rsidRPr="006E69D9" w:rsidSect="004670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6E69D9"/>
    <w:rsid w:val="00171A2E"/>
    <w:rsid w:val="00304C90"/>
    <w:rsid w:val="0046705F"/>
    <w:rsid w:val="00505B6D"/>
    <w:rsid w:val="006D3977"/>
    <w:rsid w:val="006E69D9"/>
    <w:rsid w:val="007320A9"/>
    <w:rsid w:val="007D6C18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9D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269</Words>
  <Characters>1539</Characters>
  <Application>Microsoft Office Word</Application>
  <DocSecurity>0</DocSecurity>
  <Lines>12</Lines>
  <Paragraphs>3</Paragraphs>
  <ScaleCrop>false</ScaleCrop>
  <Company>Microsoft</Company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2020-02-13T11:42:00Z</dcterms:created>
  <dcterms:modified xsi:type="dcterms:W3CDTF">2020-02-13T11:42:00Z</dcterms:modified>
</cp:coreProperties>
</file>